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027C" w14:textId="77777777" w:rsidR="003B0454" w:rsidRPr="006D2E61" w:rsidRDefault="003B0454">
      <w:pPr>
        <w:jc w:val="center"/>
        <w:rPr>
          <w:rFonts w:ascii="Arial Narrow" w:hAnsi="Arial Narrow" w:cs="Arial"/>
          <w:b/>
          <w:u w:val="single"/>
          <w:lang w:val="es-DO"/>
        </w:rPr>
      </w:pPr>
    </w:p>
    <w:p w14:paraId="798B2968" w14:textId="77777777" w:rsidR="003B0454" w:rsidRPr="006D2E61" w:rsidRDefault="003B0454">
      <w:pPr>
        <w:jc w:val="center"/>
        <w:rPr>
          <w:rFonts w:ascii="Arial Narrow" w:hAnsi="Arial Narrow" w:cs="Arial"/>
          <w:b/>
          <w:u w:val="single"/>
          <w:lang w:val="es-DO"/>
        </w:rPr>
      </w:pPr>
      <w:r w:rsidRPr="00147457">
        <w:rPr>
          <w:rFonts w:ascii="Arial Narrow" w:hAnsi="Arial Narrow" w:cs="Arial"/>
          <w:b/>
          <w:u w:val="single"/>
          <w:lang w:val="es-DO"/>
        </w:rPr>
        <w:t>CONTRATO DE EJECUCIÓN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DE SERVICIOS</w:t>
      </w:r>
    </w:p>
    <w:p w14:paraId="6AC07D3B" w14:textId="77777777" w:rsidR="003B0454" w:rsidRPr="006D2E61" w:rsidRDefault="003B0454">
      <w:pPr>
        <w:jc w:val="center"/>
        <w:rPr>
          <w:rFonts w:ascii="Arial Narrow" w:hAnsi="Arial Narrow" w:cs="Arial"/>
          <w:b/>
          <w:u w:val="single"/>
          <w:lang w:val="es-DO"/>
        </w:rPr>
      </w:pPr>
    </w:p>
    <w:p w14:paraId="75912369" w14:textId="77777777" w:rsidR="003B0454" w:rsidRPr="006D2E61" w:rsidRDefault="003B0454" w:rsidP="006B5CCA">
      <w:pPr>
        <w:jc w:val="both"/>
        <w:rPr>
          <w:rFonts w:ascii="Arial Narrow" w:hAnsi="Arial Narrow" w:cs="Arial"/>
        </w:rPr>
      </w:pPr>
    </w:p>
    <w:p w14:paraId="5C087153" w14:textId="77777777" w:rsidR="003B0454" w:rsidRPr="006D2E61" w:rsidRDefault="003B0454" w:rsidP="006D2E61">
      <w:pPr>
        <w:jc w:val="both"/>
        <w:rPr>
          <w:rFonts w:ascii="Arial Narrow" w:hAnsi="Arial Narrow" w:cs="Arial"/>
          <w:b/>
        </w:rPr>
      </w:pPr>
      <w:r w:rsidRPr="006D2E61">
        <w:rPr>
          <w:rFonts w:ascii="Arial Narrow" w:hAnsi="Arial Narrow" w:cs="Arial"/>
          <w:b/>
        </w:rPr>
        <w:t>ENTRE:</w:t>
      </w:r>
    </w:p>
    <w:p w14:paraId="4AF0527F" w14:textId="77777777" w:rsidR="003B0454" w:rsidRPr="006D2E61" w:rsidRDefault="003B0454" w:rsidP="006B5CCA">
      <w:pPr>
        <w:jc w:val="both"/>
        <w:rPr>
          <w:rFonts w:ascii="Arial Narrow" w:hAnsi="Arial Narrow" w:cs="Arial"/>
        </w:rPr>
      </w:pPr>
    </w:p>
    <w:p w14:paraId="0099A7B6" w14:textId="77777777" w:rsidR="003B0454" w:rsidRPr="006D2E61" w:rsidRDefault="003B0454" w:rsidP="006B5CCA">
      <w:pPr>
        <w:jc w:val="both"/>
        <w:rPr>
          <w:rFonts w:ascii="Arial Narrow" w:hAnsi="Arial Narrow" w:cs="Arial"/>
          <w:b/>
        </w:rPr>
      </w:pPr>
      <w:r w:rsidRPr="006D2E61">
        <w:rPr>
          <w:rFonts w:ascii="Arial Narrow" w:hAnsi="Arial Narrow" w:cs="Arial"/>
        </w:rPr>
        <w:t xml:space="preserve">De una parte, </w:t>
      </w:r>
      <w:r w:rsidRPr="006D2E61">
        <w:rPr>
          <w:rFonts w:ascii="Arial Narrow" w:hAnsi="Arial Narrow" w:cs="Arial"/>
          <w:b/>
          <w:color w:val="800000"/>
        </w:rPr>
        <w:t>[Indicar Entidad Contratante],</w:t>
      </w:r>
      <w:r w:rsidRPr="006D2E61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 xml:space="preserve">institución del  Estado  Dominicano creada en virtud de </w:t>
      </w:r>
      <w:r w:rsidRPr="006D2E61">
        <w:rPr>
          <w:rFonts w:ascii="Arial Narrow" w:hAnsi="Arial Narrow" w:cs="Arial"/>
          <w:color w:val="800000"/>
          <w:shd w:val="clear" w:color="auto" w:fill="FFFFFF"/>
        </w:rPr>
        <w:t>[</w:t>
      </w:r>
      <w:r w:rsidRPr="006D2E61">
        <w:rPr>
          <w:rFonts w:ascii="Arial Narrow" w:hAnsi="Arial Narrow" w:cs="Arial"/>
          <w:b/>
          <w:color w:val="800000"/>
          <w:shd w:val="clear" w:color="auto" w:fill="FFFFFF"/>
        </w:rPr>
        <w:t>indicar</w:t>
      </w:r>
      <w:r w:rsidRPr="006D2E61">
        <w:rPr>
          <w:rFonts w:ascii="Arial Narrow" w:hAnsi="Arial Narrow" w:cs="Arial"/>
          <w:b/>
          <w:color w:val="800000"/>
        </w:rPr>
        <w:t xml:space="preserve"> en virtud de qué ley fue creada</w:t>
      </w:r>
      <w:r w:rsidRPr="006D2E61">
        <w:rPr>
          <w:rFonts w:ascii="Arial Narrow" w:hAnsi="Arial Narrow" w:cs="Arial"/>
          <w:color w:val="800000"/>
        </w:rPr>
        <w:t>],</w:t>
      </w:r>
      <w:r w:rsidRPr="006D2E61">
        <w:rPr>
          <w:rFonts w:ascii="Arial Narrow" w:hAnsi="Arial Narrow" w:cs="Arial"/>
        </w:rPr>
        <w:t xml:space="preserve"> con domicilio  y asiento social en </w:t>
      </w:r>
      <w:r w:rsidRPr="006D2E61">
        <w:rPr>
          <w:rFonts w:ascii="Arial Narrow" w:hAnsi="Arial Narrow" w:cs="Arial"/>
          <w:b/>
          <w:color w:val="800000"/>
        </w:rPr>
        <w:t>[indicar dirección completa</w:t>
      </w:r>
      <w:r w:rsidRPr="006D2E61">
        <w:rPr>
          <w:rFonts w:ascii="Arial Narrow" w:hAnsi="Arial Narrow" w:cs="Arial"/>
          <w:color w:val="800000"/>
        </w:rPr>
        <w:t>],</w:t>
      </w:r>
      <w:r w:rsidRPr="006D2E61">
        <w:rPr>
          <w:rFonts w:ascii="Arial Narrow" w:hAnsi="Arial Narrow" w:cs="Arial"/>
        </w:rPr>
        <w:t xml:space="preserve">    </w:t>
      </w:r>
      <w:r w:rsidRPr="006D2E61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 xml:space="preserve">debidamente representada por </w:t>
      </w:r>
      <w:r w:rsidRPr="006D2E61">
        <w:rPr>
          <w:rFonts w:ascii="Arial Narrow" w:hAnsi="Arial Narrow" w:cs="Arial"/>
          <w:b/>
          <w:color w:val="800000"/>
        </w:rPr>
        <w:t>[indicar nombre y generales de quien actúa en representación (Entidad Contratante)]</w:t>
      </w:r>
      <w:r w:rsidRPr="006D2E61">
        <w:rPr>
          <w:rFonts w:ascii="Arial Narrow" w:hAnsi="Arial Narrow" w:cs="Arial"/>
          <w:color w:val="800000"/>
        </w:rPr>
        <w:t xml:space="preserve">  </w:t>
      </w:r>
      <w:r w:rsidRPr="006D2E61">
        <w:rPr>
          <w:rFonts w:ascii="Arial Narrow" w:hAnsi="Arial Narrow" w:cs="Arial"/>
        </w:rPr>
        <w:t xml:space="preserve">quien para los fines del presente Contrato, se denominará  </w:t>
      </w:r>
      <w:r w:rsidRPr="006D2E61">
        <w:rPr>
          <w:rFonts w:ascii="Arial Narrow" w:hAnsi="Arial Narrow" w:cs="Arial"/>
          <w:b/>
          <w:color w:val="800000"/>
        </w:rPr>
        <w:t>“Entidad Contratante</w:t>
      </w:r>
      <w:r>
        <w:rPr>
          <w:rFonts w:ascii="Arial Narrow" w:hAnsi="Arial Narrow" w:cs="Arial"/>
          <w:b/>
          <w:color w:val="800000"/>
        </w:rPr>
        <w:t>”</w:t>
      </w:r>
      <w:r w:rsidRPr="006D2E61">
        <w:rPr>
          <w:rFonts w:ascii="Arial Narrow" w:hAnsi="Arial Narrow" w:cs="Arial"/>
          <w:b/>
        </w:rPr>
        <w:t>, o por su nombre completo.</w:t>
      </w:r>
    </w:p>
    <w:p w14:paraId="21C38EDE" w14:textId="77777777" w:rsidR="003B0454" w:rsidRPr="006D2E61" w:rsidRDefault="003B0454" w:rsidP="00D71FED">
      <w:pPr>
        <w:ind w:right="-567"/>
        <w:jc w:val="both"/>
        <w:rPr>
          <w:rFonts w:ascii="Arial Narrow" w:hAnsi="Arial Narrow" w:cs="Arial"/>
        </w:rPr>
      </w:pPr>
    </w:p>
    <w:p w14:paraId="664C9265" w14:textId="77777777" w:rsidR="003B0454" w:rsidRPr="006D2E61" w:rsidRDefault="003B0454" w:rsidP="006B5CCA">
      <w:pPr>
        <w:jc w:val="both"/>
        <w:rPr>
          <w:rFonts w:ascii="Arial Narrow" w:hAnsi="Arial Narrow" w:cs="Arial"/>
          <w:b/>
        </w:rPr>
      </w:pPr>
      <w:r w:rsidRPr="006D2E61">
        <w:rPr>
          <w:rFonts w:ascii="Arial Narrow" w:hAnsi="Arial Narrow" w:cs="Arial"/>
        </w:rPr>
        <w:t xml:space="preserve">De la otra parte </w:t>
      </w:r>
      <w:r w:rsidRPr="006D2E61">
        <w:rPr>
          <w:rFonts w:ascii="Arial Narrow" w:hAnsi="Arial Narrow" w:cs="Arial"/>
          <w:b/>
          <w:color w:val="800000"/>
        </w:rPr>
        <w:t>[indicar nombre de El Proveedor]</w:t>
      </w:r>
      <w:r w:rsidRPr="006D2E61">
        <w:rPr>
          <w:rFonts w:ascii="Arial Narrow" w:hAnsi="Arial Narrow" w:cs="Arial"/>
        </w:rPr>
        <w:t>, RNC[</w:t>
      </w:r>
      <w:r w:rsidRPr="006D2E61">
        <w:rPr>
          <w:rFonts w:ascii="Arial Narrow" w:hAnsi="Arial Narrow" w:cs="Arial"/>
          <w:b/>
        </w:rPr>
        <w:t>-----------</w:t>
      </w:r>
      <w:r w:rsidRPr="006D2E61">
        <w:rPr>
          <w:rFonts w:ascii="Arial Narrow" w:hAnsi="Arial Narrow" w:cs="Arial"/>
        </w:rPr>
        <w:t xml:space="preserve">], sociedad comercial organizada y existente de conformidad con las leyes de la República Dominicana, con su domicilio social y asiento principal en </w:t>
      </w:r>
      <w:r w:rsidRPr="00092C78">
        <w:rPr>
          <w:rFonts w:ascii="Arial Narrow" w:hAnsi="Arial Narrow" w:cs="Arial"/>
          <w:b/>
          <w:color w:val="800000"/>
        </w:rPr>
        <w:t xml:space="preserve">[indicar dirección completa]  </w:t>
      </w:r>
      <w:r w:rsidRPr="006D2E61">
        <w:rPr>
          <w:rFonts w:ascii="Arial Narrow" w:hAnsi="Arial Narrow" w:cs="Arial"/>
        </w:rPr>
        <w:t xml:space="preserve">debidamente representada para los fines del presente Contrato por su </w:t>
      </w:r>
      <w:r w:rsidRPr="00092C78">
        <w:rPr>
          <w:rFonts w:ascii="Arial Narrow" w:hAnsi="Arial Narrow" w:cs="Arial"/>
          <w:b/>
          <w:color w:val="800000"/>
        </w:rPr>
        <w:t>[</w:t>
      </w:r>
      <w:r w:rsidRPr="006D2E61">
        <w:rPr>
          <w:rFonts w:ascii="Arial Narrow" w:hAnsi="Arial Narrow" w:cs="Arial"/>
          <w:b/>
          <w:color w:val="800000"/>
        </w:rPr>
        <w:t>indicar posición del representante</w:t>
      </w:r>
      <w:r w:rsidRPr="00092C78">
        <w:rPr>
          <w:rFonts w:ascii="Arial Narrow" w:hAnsi="Arial Narrow" w:cs="Arial"/>
          <w:b/>
          <w:color w:val="800000"/>
        </w:rPr>
        <w:t>]</w:t>
      </w:r>
      <w:r w:rsidRPr="006D2E61">
        <w:rPr>
          <w:rFonts w:ascii="Arial Narrow" w:hAnsi="Arial Narrow" w:cs="Arial"/>
        </w:rPr>
        <w:t xml:space="preserve"> dominicano(a), mayor de edad, </w:t>
      </w:r>
      <w:r w:rsidRPr="00092C78">
        <w:rPr>
          <w:rFonts w:ascii="Arial Narrow" w:hAnsi="Arial Narrow" w:cs="Arial"/>
          <w:b/>
          <w:color w:val="800000"/>
        </w:rPr>
        <w:t>[</w:t>
      </w:r>
      <w:r w:rsidRPr="006D2E61">
        <w:rPr>
          <w:rFonts w:ascii="Arial Narrow" w:hAnsi="Arial Narrow" w:cs="Arial"/>
          <w:b/>
          <w:color w:val="800000"/>
        </w:rPr>
        <w:t>indicar estado civil</w:t>
      </w:r>
      <w:r w:rsidRPr="00092C78">
        <w:rPr>
          <w:rFonts w:ascii="Arial Narrow" w:hAnsi="Arial Narrow" w:cs="Arial"/>
          <w:b/>
          <w:color w:val="800000"/>
        </w:rPr>
        <w:t>]</w:t>
      </w:r>
      <w:r w:rsidRPr="006D2E61">
        <w:rPr>
          <w:rFonts w:ascii="Arial Narrow" w:hAnsi="Arial Narrow" w:cs="Arial"/>
        </w:rPr>
        <w:t>, portador(a) de la Cédula de Identidad y Electoral o Pasaporte</w:t>
      </w:r>
      <w:r w:rsidRPr="00092C78">
        <w:rPr>
          <w:rFonts w:ascii="Arial Narrow" w:hAnsi="Arial Narrow" w:cs="Arial"/>
          <w:b/>
          <w:color w:val="800000"/>
        </w:rPr>
        <w:t xml:space="preserve"> [</w:t>
      </w:r>
      <w:r w:rsidRPr="006D2E61">
        <w:rPr>
          <w:rFonts w:ascii="Arial Narrow" w:hAnsi="Arial Narrow" w:cs="Arial"/>
          <w:b/>
          <w:color w:val="800000"/>
        </w:rPr>
        <w:t>indicar número de cédula, o pasaporte cuando aplique</w:t>
      </w:r>
      <w:r w:rsidRPr="00092C78">
        <w:rPr>
          <w:rFonts w:ascii="Arial Narrow" w:hAnsi="Arial Narrow" w:cs="Arial"/>
          <w:b/>
          <w:color w:val="800000"/>
        </w:rPr>
        <w:t>]</w:t>
      </w:r>
      <w:r w:rsidRPr="006D2E61">
        <w:rPr>
          <w:rFonts w:ascii="Arial Narrow" w:hAnsi="Arial Narrow" w:cs="Arial"/>
        </w:rPr>
        <w:t xml:space="preserve">, domiciliado(a) y residente en la ciudad </w:t>
      </w:r>
      <w:r w:rsidRPr="00092C78">
        <w:rPr>
          <w:rFonts w:ascii="Arial Narrow" w:hAnsi="Arial Narrow" w:cs="Arial"/>
          <w:b/>
          <w:color w:val="800000"/>
        </w:rPr>
        <w:t>[</w:t>
      </w:r>
      <w:r w:rsidRPr="006D2E61">
        <w:rPr>
          <w:rFonts w:ascii="Arial Narrow" w:hAnsi="Arial Narrow" w:cs="Arial"/>
          <w:b/>
          <w:color w:val="800000"/>
        </w:rPr>
        <w:t>indicar lugar de residencia</w:t>
      </w:r>
      <w:r w:rsidRPr="00092C78">
        <w:rPr>
          <w:rFonts w:ascii="Arial Narrow" w:hAnsi="Arial Narrow" w:cs="Arial"/>
          <w:b/>
          <w:color w:val="800000"/>
        </w:rPr>
        <w:t>]</w:t>
      </w:r>
      <w:r w:rsidRPr="00092C78">
        <w:rPr>
          <w:rFonts w:ascii="Arial Narrow" w:hAnsi="Arial Narrow" w:cs="Arial"/>
        </w:rPr>
        <w:t>,</w:t>
      </w:r>
      <w:r w:rsidRPr="006D2E61">
        <w:rPr>
          <w:rFonts w:ascii="Arial Narrow" w:hAnsi="Arial Narrow" w:cs="Arial"/>
        </w:rPr>
        <w:t xml:space="preserve">  quien actúa de conformidad con el  </w:t>
      </w:r>
      <w:r w:rsidRPr="00092C78">
        <w:rPr>
          <w:rFonts w:ascii="Arial Narrow" w:hAnsi="Arial Narrow" w:cs="Arial"/>
          <w:b/>
          <w:color w:val="800000"/>
        </w:rPr>
        <w:t>[</w:t>
      </w:r>
      <w:r w:rsidRPr="006D2E61">
        <w:rPr>
          <w:rFonts w:ascii="Arial Narrow" w:hAnsi="Arial Narrow" w:cs="Arial"/>
          <w:b/>
          <w:color w:val="800000"/>
        </w:rPr>
        <w:t>indicar documento</w:t>
      </w:r>
      <w:r w:rsidRPr="00092C78">
        <w:rPr>
          <w:rFonts w:ascii="Arial Narrow" w:hAnsi="Arial Narrow" w:cs="Arial"/>
          <w:b/>
          <w:color w:val="800000"/>
        </w:rPr>
        <w:t>]</w:t>
      </w:r>
      <w:r w:rsidRPr="006D2E61">
        <w:rPr>
          <w:rFonts w:ascii="Arial Narrow" w:hAnsi="Arial Narrow" w:cs="Arial"/>
        </w:rPr>
        <w:t xml:space="preserve">, quien para los fines del presente Contrato, se denominará  </w:t>
      </w:r>
      <w:r w:rsidR="00147457" w:rsidRPr="00147457">
        <w:rPr>
          <w:rFonts w:ascii="Arial Narrow" w:hAnsi="Arial Narrow" w:cs="Arial"/>
          <w:b/>
        </w:rPr>
        <w:t>“EL/LA PRESTRADOR/A DE SERVICIO”</w:t>
      </w:r>
      <w:r>
        <w:rPr>
          <w:rFonts w:ascii="Arial Narrow" w:hAnsi="Arial Narrow" w:cs="Arial"/>
          <w:b/>
        </w:rPr>
        <w:t xml:space="preserve"> </w:t>
      </w:r>
    </w:p>
    <w:p w14:paraId="2299176E" w14:textId="77777777" w:rsidR="003B0454" w:rsidRPr="006D2E61" w:rsidRDefault="003B0454" w:rsidP="00D71FED">
      <w:pPr>
        <w:ind w:right="-567"/>
        <w:jc w:val="both"/>
        <w:rPr>
          <w:rFonts w:ascii="Arial Narrow" w:hAnsi="Arial Narrow" w:cs="Arial"/>
          <w:b/>
        </w:rPr>
      </w:pPr>
    </w:p>
    <w:p w14:paraId="662493F3" w14:textId="77777777" w:rsidR="003B0454" w:rsidRDefault="003B0454">
      <w:pPr>
        <w:ind w:right="-567"/>
        <w:jc w:val="both"/>
        <w:rPr>
          <w:rFonts w:ascii="Arial Narrow" w:hAnsi="Arial Narrow" w:cs="Arial"/>
          <w:b/>
        </w:rPr>
      </w:pPr>
    </w:p>
    <w:p w14:paraId="244CCBF0" w14:textId="77777777" w:rsidR="003B0454" w:rsidRPr="006D2E61" w:rsidRDefault="003B0454">
      <w:pPr>
        <w:pStyle w:val="Textoindependiente"/>
        <w:ind w:right="-540"/>
        <w:rPr>
          <w:rFonts w:ascii="Arial Narrow" w:hAnsi="Arial Narrow" w:cs="Arial"/>
          <w:b/>
          <w:bCs/>
          <w:sz w:val="24"/>
          <w:szCs w:val="24"/>
        </w:rPr>
      </w:pPr>
      <w:r w:rsidRPr="006D2E61">
        <w:rPr>
          <w:rFonts w:ascii="Arial Narrow" w:hAnsi="Arial Narrow" w:cs="Arial"/>
          <w:bCs/>
          <w:sz w:val="24"/>
          <w:szCs w:val="24"/>
        </w:rPr>
        <w:t xml:space="preserve">Para referirse a ambos se les denominará  </w:t>
      </w:r>
      <w:r w:rsidRPr="006D2E61">
        <w:rPr>
          <w:rFonts w:ascii="Arial Narrow" w:hAnsi="Arial Narrow" w:cs="Arial"/>
          <w:b/>
          <w:bCs/>
          <w:sz w:val="24"/>
          <w:szCs w:val="24"/>
        </w:rPr>
        <w:t>LAS PARTES</w:t>
      </w:r>
    </w:p>
    <w:p w14:paraId="313876ED" w14:textId="77777777" w:rsidR="003B0454" w:rsidRPr="006D2E61" w:rsidRDefault="003B0454">
      <w:pPr>
        <w:pStyle w:val="Textoindependiente"/>
        <w:ind w:right="-540"/>
        <w:rPr>
          <w:rFonts w:ascii="Arial Narrow" w:hAnsi="Arial Narrow" w:cs="Arial"/>
          <w:b/>
          <w:bCs/>
          <w:sz w:val="24"/>
          <w:szCs w:val="24"/>
        </w:rPr>
      </w:pPr>
    </w:p>
    <w:p w14:paraId="5E37398A" w14:textId="77777777"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>POR CUANTO</w:t>
      </w:r>
      <w:r w:rsidRPr="006D2E61">
        <w:rPr>
          <w:rFonts w:ascii="Arial Narrow" w:hAnsi="Arial Narrow" w:cs="Arial"/>
        </w:rPr>
        <w:t xml:space="preserve">: La Ley 340-06, de fecha dieciocho (18) de agosto del dos mil seis (2006), sobre Compras y Contrataciones Públicas de Bienes, Servicios, Obras y Concesiones, y su posterior modificación contenida en la Ley 449-06, de fecha seis (06) de diciembre del dos mil seis (2006), establece entre los Procedimientos de Selección la Licitación  Pública Nacional. </w:t>
      </w:r>
    </w:p>
    <w:p w14:paraId="07A73C00" w14:textId="77777777" w:rsidR="003B0454" w:rsidRPr="006D2E61" w:rsidRDefault="003B0454" w:rsidP="00D71FED">
      <w:pPr>
        <w:jc w:val="both"/>
        <w:rPr>
          <w:rFonts w:ascii="Arial Narrow" w:hAnsi="Arial Narrow" w:cs="Arial"/>
          <w:b/>
        </w:rPr>
      </w:pPr>
    </w:p>
    <w:p w14:paraId="35B58FD0" w14:textId="77777777" w:rsidR="003B0454" w:rsidRPr="00092C78" w:rsidRDefault="003B0454" w:rsidP="00D71FED">
      <w:pPr>
        <w:jc w:val="both"/>
        <w:rPr>
          <w:rFonts w:ascii="Arial Narrow" w:hAnsi="Arial Narrow" w:cs="Arial"/>
          <w:i/>
        </w:rPr>
      </w:pPr>
      <w:r w:rsidRPr="006D2E61">
        <w:rPr>
          <w:rFonts w:ascii="Arial Narrow" w:hAnsi="Arial Narrow" w:cs="Arial"/>
          <w:b/>
        </w:rPr>
        <w:t xml:space="preserve">POR CUANTO: </w:t>
      </w:r>
      <w:r w:rsidRPr="006D2E61">
        <w:rPr>
          <w:rFonts w:ascii="Arial Narrow" w:hAnsi="Arial Narrow" w:cs="Arial"/>
        </w:rPr>
        <w:t xml:space="preserve">A que la referida Ley, en su Artículo 16, numeral 1,  establece además que: </w:t>
      </w:r>
      <w:r w:rsidRPr="00092C78">
        <w:rPr>
          <w:rFonts w:ascii="Arial Narrow" w:hAnsi="Arial Narrow" w:cs="Arial"/>
          <w:i/>
        </w:rPr>
        <w:t>“Licitación Pública: Es el procedimiento administrativo mediante el cual las entidades del Estado realizan un llamado público y abierto, convocando a los interesados para que formulen propuestas, de entre las cuales seleccionará la más conveniente conforme a los pliegos de condiciones correspondientes.”.</w:t>
      </w:r>
    </w:p>
    <w:p w14:paraId="115AE0CD" w14:textId="77777777" w:rsidR="003B0454" w:rsidRPr="006D2E61" w:rsidRDefault="003B0454" w:rsidP="00D71FED">
      <w:pPr>
        <w:jc w:val="both"/>
        <w:rPr>
          <w:rFonts w:ascii="Arial Narrow" w:hAnsi="Arial Narrow" w:cs="Arial"/>
          <w:i/>
        </w:rPr>
      </w:pPr>
    </w:p>
    <w:p w14:paraId="666EE1D3" w14:textId="77777777" w:rsidR="003B0454" w:rsidRPr="006D2E61" w:rsidRDefault="003B0454" w:rsidP="00D71FED">
      <w:pPr>
        <w:pStyle w:val="Default"/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  <w:bCs/>
        </w:rPr>
        <w:t xml:space="preserve">POR CUANTO: </w:t>
      </w:r>
      <w:r w:rsidRPr="006D2E61">
        <w:rPr>
          <w:rFonts w:ascii="Arial Narrow" w:hAnsi="Arial Narrow" w:cs="Arial"/>
          <w:bCs/>
        </w:rPr>
        <w:t xml:space="preserve">El Artículo 17 de la referida Ley, establece la tabla contentiva de los factores  mediante la cual se </w:t>
      </w:r>
      <w:r w:rsidRPr="006D2E61">
        <w:rPr>
          <w:rFonts w:ascii="Arial Narrow" w:hAnsi="Arial Narrow" w:cs="Arial"/>
        </w:rPr>
        <w:t xml:space="preserve"> determina los umbrales topes que sirven de base para la selección del Procedimiento a aplicar en un proceso de compra o contratación.</w:t>
      </w:r>
    </w:p>
    <w:p w14:paraId="46DA5530" w14:textId="77777777" w:rsidR="003B0454" w:rsidRPr="006D2E61" w:rsidRDefault="003B0454" w:rsidP="00D71FED">
      <w:pPr>
        <w:pStyle w:val="Default"/>
        <w:jc w:val="both"/>
        <w:rPr>
          <w:rFonts w:ascii="Arial Narrow" w:hAnsi="Arial Narrow" w:cs="Arial"/>
        </w:rPr>
      </w:pPr>
    </w:p>
    <w:p w14:paraId="4102DDBE" w14:textId="77777777" w:rsidR="003B0454" w:rsidRPr="006D2E61" w:rsidRDefault="003B0454" w:rsidP="00D71FED">
      <w:pPr>
        <w:pStyle w:val="Default"/>
        <w:jc w:val="both"/>
        <w:rPr>
          <w:rFonts w:ascii="Arial Narrow" w:hAnsi="Arial Narrow" w:cs="Arial"/>
          <w:color w:val="800000"/>
        </w:rPr>
      </w:pPr>
      <w:r w:rsidRPr="006D2E61">
        <w:rPr>
          <w:rFonts w:ascii="Arial Narrow" w:hAnsi="Arial Narrow" w:cs="Arial"/>
          <w:b/>
          <w:color w:val="800000"/>
        </w:rPr>
        <w:t>[Incluir la Resolución contentiva de los umbrale</w:t>
      </w:r>
      <w:r>
        <w:rPr>
          <w:rFonts w:ascii="Arial Narrow" w:hAnsi="Arial Narrow" w:cs="Arial"/>
          <w:b/>
          <w:color w:val="800000"/>
        </w:rPr>
        <w:t>s</w:t>
      </w:r>
      <w:r w:rsidRPr="006D2E61">
        <w:rPr>
          <w:rFonts w:ascii="Arial Narrow" w:hAnsi="Arial Narrow" w:cs="Arial"/>
          <w:b/>
          <w:color w:val="800000"/>
        </w:rPr>
        <w:t>]</w:t>
      </w:r>
    </w:p>
    <w:p w14:paraId="26018A8E" w14:textId="77777777" w:rsidR="003B0454" w:rsidRPr="006D2E61" w:rsidRDefault="003B0454" w:rsidP="00D71FED">
      <w:pPr>
        <w:pStyle w:val="Default"/>
        <w:jc w:val="both"/>
        <w:rPr>
          <w:rFonts w:ascii="Arial Narrow" w:hAnsi="Arial Narrow" w:cs="Arial"/>
          <w:b/>
          <w:bCs/>
          <w:color w:val="FF6600"/>
        </w:rPr>
      </w:pPr>
    </w:p>
    <w:p w14:paraId="242D3CD5" w14:textId="77777777" w:rsidR="003B0454" w:rsidRPr="006D2E61" w:rsidRDefault="003B0454" w:rsidP="00D71FED">
      <w:pPr>
        <w:jc w:val="both"/>
        <w:rPr>
          <w:rFonts w:ascii="Arial Narrow" w:hAnsi="Arial Narrow" w:cs="Arial"/>
          <w:color w:val="800000"/>
        </w:rPr>
      </w:pPr>
      <w:r w:rsidRPr="006D2E61">
        <w:rPr>
          <w:rFonts w:ascii="Arial Narrow" w:hAnsi="Arial Narrow" w:cs="Arial"/>
          <w:b/>
        </w:rPr>
        <w:t>POR CUANTO:</w:t>
      </w:r>
      <w:r w:rsidRPr="006D2E61">
        <w:rPr>
          <w:rFonts w:ascii="Arial Narrow" w:hAnsi="Arial Narrow" w:cs="Arial"/>
        </w:rPr>
        <w:t xml:space="preserve"> Los días ______ (………..) y ______ (………) del mes de _______ del [……..] </w:t>
      </w:r>
      <w:r w:rsidRPr="006D2E61">
        <w:rPr>
          <w:rFonts w:ascii="Arial Narrow" w:hAnsi="Arial Narrow" w:cs="Arial"/>
          <w:b/>
          <w:color w:val="800000"/>
        </w:rPr>
        <w:t>[Entidad Contratante]</w:t>
      </w:r>
      <w:r w:rsidRPr="006D2E61">
        <w:rPr>
          <w:rFonts w:ascii="Arial Narrow" w:hAnsi="Arial Narrow" w:cs="Arial"/>
        </w:rPr>
        <w:t xml:space="preserve"> convocó a </w:t>
      </w:r>
      <w:r w:rsidRPr="006D2E61">
        <w:rPr>
          <w:rFonts w:ascii="Arial Narrow" w:hAnsi="Arial Narrow" w:cs="Arial"/>
          <w:bCs/>
        </w:rPr>
        <w:t>Licitación Pública Nacional,</w:t>
      </w:r>
      <w:r w:rsidRPr="006D2E61">
        <w:rPr>
          <w:rFonts w:ascii="Arial Narrow" w:hAnsi="Arial Narrow" w:cs="Arial"/>
          <w:b/>
          <w:bCs/>
        </w:rPr>
        <w:t xml:space="preserve"> </w:t>
      </w:r>
      <w:r w:rsidRPr="006D2E61">
        <w:rPr>
          <w:rFonts w:ascii="Arial Narrow" w:hAnsi="Arial Narrow" w:cs="Arial"/>
        </w:rPr>
        <w:t xml:space="preserve">para la contratación de </w:t>
      </w:r>
      <w:r w:rsidRPr="00092C78">
        <w:rPr>
          <w:rFonts w:ascii="Arial Narrow" w:hAnsi="Arial Narrow" w:cs="Arial"/>
          <w:b/>
          <w:color w:val="800000"/>
        </w:rPr>
        <w:t>[indicar el servicio]</w:t>
      </w:r>
      <w:r w:rsidRPr="006D2E61">
        <w:rPr>
          <w:rFonts w:ascii="Arial Narrow" w:hAnsi="Arial Narrow" w:cs="Arial"/>
          <w:color w:val="800000"/>
        </w:rPr>
        <w:t>.</w:t>
      </w:r>
    </w:p>
    <w:p w14:paraId="768389A6" w14:textId="77777777" w:rsidR="003B0454" w:rsidRPr="006D2E61" w:rsidRDefault="003B0454" w:rsidP="00D71FED">
      <w:pPr>
        <w:jc w:val="both"/>
        <w:rPr>
          <w:rFonts w:ascii="Arial Narrow" w:hAnsi="Arial Narrow" w:cs="Arial"/>
          <w:color w:val="FF0000"/>
        </w:rPr>
      </w:pPr>
    </w:p>
    <w:p w14:paraId="2F449014" w14:textId="77777777"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>POR CUANTO:</w:t>
      </w:r>
      <w:r w:rsidRPr="006D2E61">
        <w:rPr>
          <w:rFonts w:ascii="Arial Narrow" w:hAnsi="Arial Narrow" w:cs="Arial"/>
        </w:rPr>
        <w:t xml:space="preserve"> Que hasta el día _______ (………) del mes de _______ del […………] estuvieron  disponible para todos los interesados los Pliegos de Condiciones Específicas para la referida Licitación. </w:t>
      </w:r>
    </w:p>
    <w:p w14:paraId="745822F5" w14:textId="77777777" w:rsidR="003B0454" w:rsidRPr="006D2E61" w:rsidRDefault="003B0454" w:rsidP="00D71FED">
      <w:pPr>
        <w:jc w:val="both"/>
        <w:rPr>
          <w:rFonts w:ascii="Arial Narrow" w:hAnsi="Arial Narrow" w:cs="Arial"/>
          <w:b/>
          <w:color w:val="000000"/>
        </w:rPr>
      </w:pPr>
    </w:p>
    <w:p w14:paraId="74420D15" w14:textId="77777777"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  <w:r w:rsidRPr="006D2E61">
        <w:rPr>
          <w:rFonts w:ascii="Arial Narrow" w:hAnsi="Arial Narrow" w:cs="Arial"/>
          <w:b/>
          <w:color w:val="000000"/>
        </w:rPr>
        <w:lastRenderedPageBreak/>
        <w:t>POR CUANTO</w:t>
      </w:r>
      <w:r w:rsidRPr="006D2E61">
        <w:rPr>
          <w:rFonts w:ascii="Arial Narrow" w:hAnsi="Arial Narrow" w:cs="Arial"/>
          <w:color w:val="000000"/>
        </w:rPr>
        <w:t xml:space="preserve">: Que el día ______de _______ del año [………] se procedió a la </w:t>
      </w:r>
      <w:r w:rsidRPr="006D2E61">
        <w:rPr>
          <w:rFonts w:ascii="Arial Narrow" w:hAnsi="Arial Narrow" w:cs="Arial"/>
          <w:i/>
          <w:color w:val="000000"/>
        </w:rPr>
        <w:t>recepción de las Ofertas, Técnicas “Sobre A” y Económicas “Sobre B</w:t>
      </w:r>
      <w:r w:rsidRPr="006D2E61">
        <w:rPr>
          <w:rFonts w:ascii="Arial Narrow" w:hAnsi="Arial Narrow" w:cs="Arial"/>
          <w:color w:val="000000"/>
        </w:rPr>
        <w:t>”,  y a la  apertura de los Sobres “A”, contentivos de las Propuestas Técnicas  de los Oferentes participantes en</w:t>
      </w:r>
      <w:r w:rsidRPr="006D2E61">
        <w:rPr>
          <w:rFonts w:ascii="Arial Narrow" w:hAnsi="Arial Narrow" w:cs="Arial"/>
          <w:i/>
          <w:color w:val="000000"/>
        </w:rPr>
        <w:t xml:space="preserve"> </w:t>
      </w:r>
      <w:r w:rsidRPr="006D2E61">
        <w:rPr>
          <w:rFonts w:ascii="Arial Narrow" w:hAnsi="Arial Narrow" w:cs="Arial"/>
          <w:color w:val="000000"/>
        </w:rPr>
        <w:t xml:space="preserve"> la Licitación, en presencia del Comité de </w:t>
      </w:r>
      <w:r w:rsidR="0032636F">
        <w:rPr>
          <w:rFonts w:ascii="Arial Narrow" w:hAnsi="Arial Narrow" w:cs="Arial"/>
          <w:color w:val="000000"/>
        </w:rPr>
        <w:t>Compras y Contrataciones</w:t>
      </w:r>
      <w:r w:rsidRPr="006D2E61">
        <w:rPr>
          <w:rFonts w:ascii="Arial Narrow" w:hAnsi="Arial Narrow" w:cs="Arial"/>
          <w:color w:val="000000"/>
        </w:rPr>
        <w:t xml:space="preserve"> y del  Notario Público actuante.</w:t>
      </w:r>
    </w:p>
    <w:p w14:paraId="24FCD70A" w14:textId="77777777"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</w:p>
    <w:p w14:paraId="12D27094" w14:textId="77777777"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  <w:r w:rsidRPr="006D2E61">
        <w:rPr>
          <w:rFonts w:ascii="Arial Narrow" w:hAnsi="Arial Narrow" w:cs="Arial"/>
          <w:b/>
          <w:color w:val="000000"/>
        </w:rPr>
        <w:t>POR CUANTO</w:t>
      </w:r>
      <w:r w:rsidRPr="006D2E61">
        <w:rPr>
          <w:rFonts w:ascii="Arial Narrow" w:hAnsi="Arial Narrow" w:cs="Arial"/>
          <w:color w:val="000000"/>
        </w:rPr>
        <w:t>: Que el día _____ (……….) del mes de [………] del ano […….], se procedió a notificar a los Oferentes que habían quedado habilitado para la apertura y lectura de las Propuestas Económicas “Sobre  B”.</w:t>
      </w:r>
    </w:p>
    <w:p w14:paraId="2E359E5B" w14:textId="77777777" w:rsidR="003B0454" w:rsidRPr="006D2E61" w:rsidRDefault="003B0454" w:rsidP="00D71FED">
      <w:pPr>
        <w:jc w:val="both"/>
        <w:rPr>
          <w:rFonts w:ascii="Arial Narrow" w:hAnsi="Arial Narrow" w:cs="Arial"/>
        </w:rPr>
      </w:pPr>
    </w:p>
    <w:p w14:paraId="5A08D290" w14:textId="77777777"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  <w:r w:rsidRPr="006D2E61">
        <w:rPr>
          <w:rFonts w:ascii="Arial Narrow" w:hAnsi="Arial Narrow" w:cs="Arial"/>
          <w:b/>
          <w:color w:val="000000"/>
        </w:rPr>
        <w:t>POR CUANTO</w:t>
      </w:r>
      <w:r w:rsidRPr="006D2E61">
        <w:rPr>
          <w:rFonts w:ascii="Arial Narrow" w:hAnsi="Arial Narrow" w:cs="Arial"/>
          <w:color w:val="000000"/>
        </w:rPr>
        <w:t>: Que el día ____ (………) del mes de [………] del año […….], se procedió a la apertura y  lectura de los Sobres “B”, contentivos de las Propuestas Económicas de los Oferentes que habían superado la primera etapa de la Licitació</w:t>
      </w:r>
      <w:r w:rsidR="0032636F">
        <w:rPr>
          <w:rFonts w:ascii="Arial Narrow" w:hAnsi="Arial Narrow" w:cs="Arial"/>
          <w:color w:val="000000"/>
        </w:rPr>
        <w:t>n, en presencia del  Comité de Compras y Contrataciones</w:t>
      </w:r>
      <w:r w:rsidRPr="006D2E61">
        <w:rPr>
          <w:rFonts w:ascii="Arial Narrow" w:hAnsi="Arial Narrow" w:cs="Arial"/>
          <w:color w:val="000000"/>
        </w:rPr>
        <w:t xml:space="preserve"> y del Notario Público actuante.</w:t>
      </w:r>
    </w:p>
    <w:p w14:paraId="1F82BF6C" w14:textId="77777777" w:rsidR="003B0454" w:rsidRPr="006D2E61" w:rsidRDefault="003B0454" w:rsidP="00D71FED">
      <w:pPr>
        <w:jc w:val="both"/>
        <w:rPr>
          <w:rFonts w:ascii="Arial Narrow" w:hAnsi="Arial Narrow" w:cs="Arial"/>
          <w:color w:val="000000"/>
        </w:rPr>
      </w:pPr>
    </w:p>
    <w:p w14:paraId="75F6554B" w14:textId="77777777" w:rsidR="003B0454" w:rsidRPr="006D2E61" w:rsidRDefault="003B0454" w:rsidP="00D71FED">
      <w:pPr>
        <w:jc w:val="both"/>
        <w:rPr>
          <w:rFonts w:ascii="Arial Narrow" w:hAnsi="Arial Narrow" w:cs="Arial"/>
          <w:color w:val="FF0000"/>
        </w:rPr>
      </w:pPr>
      <w:r w:rsidRPr="006D2E61">
        <w:rPr>
          <w:rFonts w:ascii="Arial Narrow" w:hAnsi="Arial Narrow" w:cs="Arial"/>
          <w:b/>
          <w:bCs/>
        </w:rPr>
        <w:t>POR CUANTO:</w:t>
      </w:r>
      <w:r w:rsidRPr="006D2E61">
        <w:rPr>
          <w:rFonts w:ascii="Arial Narrow" w:hAnsi="Arial Narrow" w:cs="Arial"/>
          <w:bCs/>
        </w:rPr>
        <w:t xml:space="preserve"> Que después de un minucioso estudio de todas las Propuestas presentadas, el Comité de </w:t>
      </w:r>
      <w:r w:rsidR="0032636F">
        <w:rPr>
          <w:rFonts w:ascii="Arial Narrow" w:hAnsi="Arial Narrow" w:cs="Arial"/>
          <w:bCs/>
        </w:rPr>
        <w:t>Compras y Contrataciones</w:t>
      </w:r>
      <w:r w:rsidRPr="006D2E61">
        <w:rPr>
          <w:rFonts w:ascii="Arial Narrow" w:hAnsi="Arial Narrow" w:cs="Arial"/>
          <w:bCs/>
        </w:rPr>
        <w:t xml:space="preserve"> de </w:t>
      </w:r>
      <w:r w:rsidRPr="006D2E61">
        <w:rPr>
          <w:rFonts w:ascii="Arial Narrow" w:hAnsi="Arial Narrow" w:cs="Arial"/>
          <w:b/>
          <w:color w:val="800000"/>
        </w:rPr>
        <w:t>[Indicar la Entidad Contratante]</w:t>
      </w:r>
      <w:r w:rsidRPr="006D2E61">
        <w:rPr>
          <w:rFonts w:ascii="Arial Narrow" w:hAnsi="Arial Narrow" w:cs="Arial"/>
          <w:color w:val="800000"/>
        </w:rPr>
        <w:t>,</w:t>
      </w:r>
      <w:r w:rsidRPr="006D2E61">
        <w:rPr>
          <w:rFonts w:ascii="Arial Narrow" w:hAnsi="Arial Narrow" w:cs="Arial"/>
        </w:rPr>
        <w:t xml:space="preserve">  mediante Acta No. ________, de fecha</w:t>
      </w:r>
      <w:r w:rsidRPr="006D2E61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 xml:space="preserve"> ________ (……..) del mes de ______ [……..] le adjudicó a </w:t>
      </w:r>
      <w:r w:rsidR="00147457" w:rsidRPr="00147457">
        <w:rPr>
          <w:rFonts w:ascii="Arial Narrow" w:hAnsi="Arial Narrow" w:cs="Arial"/>
          <w:b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 xml:space="preserve">el Contrato de Servicio para  </w:t>
      </w:r>
      <w:r w:rsidRPr="006D2E61">
        <w:rPr>
          <w:rFonts w:ascii="Arial Narrow" w:hAnsi="Arial Narrow" w:cs="Arial"/>
          <w:color w:val="800000"/>
        </w:rPr>
        <w:t>[indicar el servicio].</w:t>
      </w:r>
    </w:p>
    <w:p w14:paraId="06330DE5" w14:textId="77777777" w:rsidR="003B0454" w:rsidRPr="006D2E61" w:rsidRDefault="003B0454" w:rsidP="00D71FED">
      <w:pPr>
        <w:jc w:val="both"/>
        <w:rPr>
          <w:rFonts w:ascii="Arial Narrow" w:hAnsi="Arial Narrow" w:cs="Arial"/>
          <w:color w:val="FF0000"/>
        </w:rPr>
      </w:pPr>
    </w:p>
    <w:p w14:paraId="6FA8B02D" w14:textId="77777777"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>POR CUANTO:</w:t>
      </w:r>
      <w:r w:rsidRPr="006D2E61">
        <w:rPr>
          <w:rFonts w:ascii="Arial Narrow" w:hAnsi="Arial Narrow" w:cs="Arial"/>
        </w:rPr>
        <w:t xml:space="preserve"> A que el día_____ (_____) del mes de______ [……….], [Indicar Entidad Contratante], procedió a la notificación del resultado de la Licitación conforme al Cronograma establecido.</w:t>
      </w:r>
    </w:p>
    <w:p w14:paraId="357BB213" w14:textId="77777777" w:rsidR="003B0454" w:rsidRPr="006D2E61" w:rsidRDefault="003B0454" w:rsidP="00D71FED">
      <w:pPr>
        <w:jc w:val="both"/>
        <w:rPr>
          <w:rFonts w:ascii="Arial Narrow" w:hAnsi="Arial Narrow" w:cs="Arial"/>
        </w:rPr>
      </w:pPr>
    </w:p>
    <w:p w14:paraId="656B42F7" w14:textId="77777777"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 xml:space="preserve">POR CUANTO: </w:t>
      </w:r>
      <w:r w:rsidRPr="006D2E61">
        <w:rPr>
          <w:rFonts w:ascii="Arial Narrow" w:hAnsi="Arial Narrow" w:cs="Arial"/>
        </w:rPr>
        <w:t xml:space="preserve">En fecha </w:t>
      </w:r>
      <w:r w:rsidRPr="006D2E61">
        <w:rPr>
          <w:rFonts w:ascii="Arial Narrow" w:hAnsi="Arial Narrow" w:cs="Arial"/>
          <w:color w:val="000000"/>
        </w:rPr>
        <w:t>______ (_____) de ______</w:t>
      </w:r>
      <w:r w:rsidRPr="006D2E61">
        <w:rPr>
          <w:rFonts w:ascii="Arial Narrow" w:hAnsi="Arial Narrow" w:cs="Arial"/>
        </w:rPr>
        <w:t xml:space="preserve"> del año [………..],</w:t>
      </w:r>
      <w:r w:rsidR="00147457">
        <w:rPr>
          <w:rFonts w:ascii="Arial Narrow" w:hAnsi="Arial Narrow" w:cs="Arial"/>
        </w:rPr>
        <w:t xml:space="preserve"> </w:t>
      </w:r>
      <w:r w:rsidR="00147457" w:rsidRPr="00147457">
        <w:rPr>
          <w:rFonts w:ascii="Arial Narrow" w:hAnsi="Arial Narrow" w:cs="Arial"/>
          <w:b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>constituyó la Garantía de Fiel Cumplimiento de Contrato, correspondiente al</w:t>
      </w:r>
      <w:r w:rsidR="0041145D">
        <w:rPr>
          <w:rFonts w:ascii="Arial Narrow" w:hAnsi="Arial Narrow" w:cs="Arial"/>
        </w:rPr>
        <w:t xml:space="preserve"> Cuatro (4)</w:t>
      </w:r>
      <w:r w:rsidRPr="006D2E61">
        <w:rPr>
          <w:rFonts w:ascii="Arial Narrow" w:hAnsi="Arial Narrow" w:cs="Arial"/>
        </w:rPr>
        <w:t>% del monto total adjudicado, en cump</w:t>
      </w:r>
      <w:r w:rsidR="0041145D">
        <w:rPr>
          <w:rFonts w:ascii="Arial Narrow" w:hAnsi="Arial Narrow" w:cs="Arial"/>
        </w:rPr>
        <w:t>limiento a las disposiciones de</w:t>
      </w:r>
      <w:r w:rsidRPr="006D2E61">
        <w:rPr>
          <w:rFonts w:ascii="Arial Narrow" w:hAnsi="Arial Narrow" w:cs="Arial"/>
        </w:rPr>
        <w:t>l</w:t>
      </w:r>
      <w:r w:rsidR="0041145D">
        <w:rPr>
          <w:rFonts w:ascii="Arial Narrow" w:hAnsi="Arial Narrow" w:cs="Arial"/>
        </w:rPr>
        <w:t xml:space="preserve"> </w:t>
      </w:r>
      <w:r w:rsidRPr="006D2E61">
        <w:rPr>
          <w:rFonts w:ascii="Arial Narrow" w:hAnsi="Arial Narrow" w:cs="Arial"/>
        </w:rPr>
        <w:t xml:space="preserve">Artículo </w:t>
      </w:r>
      <w:r w:rsidR="0041145D">
        <w:rPr>
          <w:rFonts w:ascii="Arial Narrow" w:hAnsi="Arial Narrow" w:cs="Arial"/>
        </w:rPr>
        <w:t>112</w:t>
      </w:r>
      <w:r w:rsidRPr="006D2E61">
        <w:rPr>
          <w:rFonts w:ascii="Arial Narrow" w:hAnsi="Arial Narrow" w:cs="Arial"/>
        </w:rPr>
        <w:t xml:space="preserve">, del Reglamento de Aplicación de la Ley, emitido mediante el Decreto </w:t>
      </w:r>
      <w:r w:rsidR="0041145D">
        <w:rPr>
          <w:rFonts w:ascii="Arial Narrow" w:hAnsi="Arial Narrow" w:cs="Arial"/>
        </w:rPr>
        <w:t>543-12</w:t>
      </w:r>
      <w:r w:rsidRPr="006D2E61">
        <w:rPr>
          <w:rFonts w:ascii="Arial Narrow" w:hAnsi="Arial Narrow" w:cs="Arial"/>
        </w:rPr>
        <w:t xml:space="preserve">, de fecha </w:t>
      </w:r>
      <w:r w:rsidR="0041145D">
        <w:rPr>
          <w:rFonts w:ascii="Arial Narrow" w:hAnsi="Arial Narrow" w:cs="Arial"/>
        </w:rPr>
        <w:t>seis</w:t>
      </w:r>
      <w:r w:rsidRPr="006D2E61">
        <w:rPr>
          <w:rFonts w:ascii="Arial Narrow" w:hAnsi="Arial Narrow" w:cs="Arial"/>
        </w:rPr>
        <w:t xml:space="preserve"> (</w:t>
      </w:r>
      <w:r w:rsidR="0041145D">
        <w:rPr>
          <w:rFonts w:ascii="Arial Narrow" w:hAnsi="Arial Narrow" w:cs="Arial"/>
        </w:rPr>
        <w:t>6</w:t>
      </w:r>
      <w:r w:rsidRPr="006D2E61">
        <w:rPr>
          <w:rFonts w:ascii="Arial Narrow" w:hAnsi="Arial Narrow" w:cs="Arial"/>
        </w:rPr>
        <w:t xml:space="preserve">) de </w:t>
      </w:r>
      <w:r w:rsidR="0041145D">
        <w:rPr>
          <w:rFonts w:ascii="Arial Narrow" w:hAnsi="Arial Narrow" w:cs="Arial"/>
        </w:rPr>
        <w:t>septiembre</w:t>
      </w:r>
      <w:r w:rsidRPr="006D2E61">
        <w:rPr>
          <w:rFonts w:ascii="Arial Narrow" w:hAnsi="Arial Narrow" w:cs="Arial"/>
        </w:rPr>
        <w:t xml:space="preserve"> del dos mil </w:t>
      </w:r>
      <w:r w:rsidR="0041145D">
        <w:rPr>
          <w:rFonts w:ascii="Arial Narrow" w:hAnsi="Arial Narrow" w:cs="Arial"/>
        </w:rPr>
        <w:t>doce</w:t>
      </w:r>
      <w:r w:rsidRPr="006D2E61">
        <w:rPr>
          <w:rFonts w:ascii="Arial Narrow" w:hAnsi="Arial Narrow" w:cs="Arial"/>
        </w:rPr>
        <w:t xml:space="preserve"> (20</w:t>
      </w:r>
      <w:r w:rsidR="0041145D">
        <w:rPr>
          <w:rFonts w:ascii="Arial Narrow" w:hAnsi="Arial Narrow" w:cs="Arial"/>
        </w:rPr>
        <w:t>12</w:t>
      </w:r>
      <w:r w:rsidRPr="006D2E61">
        <w:rPr>
          <w:rFonts w:ascii="Arial Narrow" w:hAnsi="Arial Narrow" w:cs="Arial"/>
        </w:rPr>
        <w:t>).</w:t>
      </w:r>
    </w:p>
    <w:p w14:paraId="5EF4E32F" w14:textId="77777777" w:rsidR="003B0454" w:rsidRPr="006D2E61" w:rsidRDefault="003B0454" w:rsidP="00D71FED">
      <w:pPr>
        <w:jc w:val="both"/>
        <w:rPr>
          <w:rFonts w:ascii="Arial Narrow" w:hAnsi="Arial Narrow" w:cs="Arial"/>
        </w:rPr>
      </w:pPr>
    </w:p>
    <w:p w14:paraId="73BC59AA" w14:textId="77777777" w:rsidR="003B0454" w:rsidRPr="006D2E61" w:rsidRDefault="003B0454" w:rsidP="00D71FE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 xml:space="preserve">POR LO TANTO, </w:t>
      </w:r>
      <w:r w:rsidRPr="006D2E61">
        <w:rPr>
          <w:rFonts w:ascii="Arial Narrow" w:hAnsi="Arial Narrow" w:cs="Arial"/>
        </w:rPr>
        <w:t>y en el entendido de que el anterior preámbulo forma parte integral del presente contrato,</w:t>
      </w:r>
    </w:p>
    <w:p w14:paraId="1BC8B590" w14:textId="77777777" w:rsidR="003B0454" w:rsidRPr="006D2E61" w:rsidRDefault="003B0454" w:rsidP="00D71FED">
      <w:pPr>
        <w:jc w:val="both"/>
        <w:rPr>
          <w:rFonts w:ascii="Arial Narrow" w:hAnsi="Arial Narrow" w:cs="Arial"/>
        </w:rPr>
      </w:pPr>
    </w:p>
    <w:p w14:paraId="7DEA10E1" w14:textId="77777777" w:rsidR="003B0454" w:rsidRPr="006D2E61" w:rsidRDefault="003B0454" w:rsidP="008B4AB1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  <w:u w:val="single"/>
        </w:rPr>
        <w:t>ARTÍCULO 1: DEFINICIONES:</w:t>
      </w:r>
    </w:p>
    <w:p w14:paraId="17967117" w14:textId="77777777" w:rsidR="003B0454" w:rsidRPr="006D2E61" w:rsidRDefault="003B0454">
      <w:pPr>
        <w:spacing w:before="120" w:after="120"/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>Siempre que en el presente Contrato se empleen los siguientes términos, se entenderá que significan lo que expresa a continuación:</w:t>
      </w:r>
    </w:p>
    <w:p w14:paraId="017D41D2" w14:textId="77777777" w:rsidR="003B0454" w:rsidRPr="006D2E61" w:rsidRDefault="003B0454" w:rsidP="008B4AB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b/>
          <w:bCs/>
          <w:lang w:val="es-DO"/>
        </w:rPr>
      </w:pPr>
    </w:p>
    <w:p w14:paraId="3D52CD30" w14:textId="77777777" w:rsidR="003B0454" w:rsidRPr="006D2E61" w:rsidRDefault="003B0454" w:rsidP="0000073F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  <w:iCs/>
        </w:rPr>
        <w:t>Contrato</w:t>
      </w:r>
      <w:r w:rsidRPr="006D2E61">
        <w:rPr>
          <w:rFonts w:ascii="Arial Narrow" w:hAnsi="Arial Narrow" w:cs="Arial"/>
        </w:rPr>
        <w:t>: El presente documento.</w:t>
      </w:r>
    </w:p>
    <w:p w14:paraId="2C96713F" w14:textId="77777777" w:rsidR="003B0454" w:rsidRPr="006D2E61" w:rsidRDefault="003B0454" w:rsidP="0000073F">
      <w:pPr>
        <w:jc w:val="both"/>
        <w:rPr>
          <w:rFonts w:ascii="Arial Narrow" w:hAnsi="Arial Narrow" w:cs="Arial"/>
        </w:rPr>
      </w:pPr>
    </w:p>
    <w:p w14:paraId="228355C8" w14:textId="77777777" w:rsidR="003B0454" w:rsidRPr="006D2E61" w:rsidRDefault="00147457" w:rsidP="0000073F">
      <w:pPr>
        <w:pStyle w:val="Textoindependiente"/>
        <w:rPr>
          <w:rFonts w:ascii="Arial Narrow" w:hAnsi="Arial Narrow" w:cs="Arial"/>
          <w:sz w:val="24"/>
          <w:szCs w:val="24"/>
        </w:rPr>
      </w:pPr>
      <w:r w:rsidRPr="00147457">
        <w:rPr>
          <w:rFonts w:ascii="Arial Narrow" w:hAnsi="Arial Narrow" w:cs="Arial"/>
          <w:b/>
          <w:sz w:val="24"/>
          <w:szCs w:val="24"/>
        </w:rPr>
        <w:t>EL/LA PRESTRADOR/A DE SERVICIO</w:t>
      </w:r>
      <w:r w:rsidR="003B0454" w:rsidRPr="00147457">
        <w:rPr>
          <w:rFonts w:ascii="Arial Narrow" w:hAnsi="Arial Narrow" w:cs="Arial"/>
          <w:b/>
          <w:sz w:val="24"/>
          <w:szCs w:val="24"/>
        </w:rPr>
        <w:t>: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>Nombre de la persona natural o jurídica, consorcio, que ejecutará el objeto del Contrato.</w:t>
      </w:r>
    </w:p>
    <w:p w14:paraId="237E8F9B" w14:textId="77777777" w:rsidR="003B0454" w:rsidRPr="006D2E61" w:rsidRDefault="003B0454" w:rsidP="0000073F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4957FEC1" w14:textId="77777777" w:rsidR="003B0454" w:rsidRPr="006D2E61" w:rsidRDefault="003B0454" w:rsidP="0000073F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>Coordinador</w:t>
      </w:r>
      <w:r w:rsidRPr="006D2E61">
        <w:rPr>
          <w:rFonts w:ascii="Arial Narrow" w:hAnsi="Arial Narrow" w:cs="Arial"/>
          <w:sz w:val="24"/>
          <w:szCs w:val="24"/>
        </w:rPr>
        <w:t xml:space="preserve">: La persona física que actúa en nombre y representación de </w:t>
      </w:r>
      <w:r w:rsidRPr="006D2E61">
        <w:rPr>
          <w:rFonts w:ascii="Arial Narrow" w:hAnsi="Arial Narrow" w:cs="Arial"/>
          <w:b/>
          <w:sz w:val="24"/>
          <w:szCs w:val="24"/>
        </w:rPr>
        <w:t xml:space="preserve">La Entidad Contratante </w:t>
      </w:r>
      <w:r w:rsidRPr="006D2E61">
        <w:rPr>
          <w:rFonts w:ascii="Arial Narrow" w:hAnsi="Arial Narrow" w:cs="Arial"/>
          <w:sz w:val="24"/>
          <w:szCs w:val="24"/>
        </w:rPr>
        <w:t xml:space="preserve"> para la coordinación de los servicios.</w:t>
      </w:r>
    </w:p>
    <w:p w14:paraId="4FD51CF6" w14:textId="77777777" w:rsidR="003B0454" w:rsidRPr="006D2E61" w:rsidRDefault="003B0454" w:rsidP="0000073F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3DC4E3F5" w14:textId="77777777" w:rsidR="003B0454" w:rsidRPr="006D2E61" w:rsidRDefault="003B0454" w:rsidP="0000073F">
      <w:pPr>
        <w:jc w:val="both"/>
        <w:rPr>
          <w:rFonts w:ascii="Arial Narrow" w:hAnsi="Arial Narrow" w:cs="Arial"/>
          <w:color w:val="800000"/>
        </w:rPr>
      </w:pPr>
      <w:r w:rsidRPr="006D2E61">
        <w:rPr>
          <w:rFonts w:ascii="Arial Narrow" w:hAnsi="Arial Narrow" w:cs="Arial"/>
          <w:b/>
        </w:rPr>
        <w:t>Entidad Contratante</w:t>
      </w:r>
      <w:r w:rsidRPr="006D2E61">
        <w:rPr>
          <w:rFonts w:ascii="Arial Narrow" w:hAnsi="Arial Narrow" w:cs="Arial"/>
        </w:rPr>
        <w:t xml:space="preserve">: </w:t>
      </w:r>
      <w:r w:rsidRPr="00484A4E">
        <w:rPr>
          <w:rFonts w:ascii="Arial Narrow" w:hAnsi="Arial Narrow" w:cs="Arial"/>
          <w:b/>
          <w:color w:val="800000"/>
        </w:rPr>
        <w:t>[Indicar nombre Entidad Contratante].</w:t>
      </w:r>
    </w:p>
    <w:p w14:paraId="4569F8A2" w14:textId="77777777" w:rsidR="00EC3140" w:rsidRDefault="00EC3140">
      <w:pPr>
        <w:pStyle w:val="Ttulo5"/>
        <w:spacing w:before="100" w:beforeAutospacing="1" w:after="120"/>
        <w:jc w:val="both"/>
        <w:rPr>
          <w:rFonts w:ascii="Arial Narrow" w:hAnsi="Arial Narrow" w:cs="Arial"/>
          <w:i w:val="0"/>
          <w:caps/>
          <w:sz w:val="24"/>
          <w:szCs w:val="24"/>
          <w:u w:val="single"/>
        </w:rPr>
      </w:pPr>
    </w:p>
    <w:p w14:paraId="0D743566" w14:textId="77777777" w:rsidR="003B0454" w:rsidRPr="006D2E61" w:rsidRDefault="003B0454">
      <w:pPr>
        <w:pStyle w:val="Ttulo5"/>
        <w:spacing w:before="100" w:beforeAutospacing="1" w:after="120"/>
        <w:jc w:val="both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lastRenderedPageBreak/>
        <w:t>Artículo 2</w:t>
      </w:r>
      <w:r>
        <w:rPr>
          <w:rFonts w:ascii="Arial Narrow" w:hAnsi="Arial Narrow" w:cs="Arial"/>
          <w:i w:val="0"/>
          <w:caps/>
          <w:sz w:val="24"/>
          <w:szCs w:val="24"/>
          <w:u w:val="single"/>
        </w:rPr>
        <w:t>.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- Documentos constituyentes del Contrato</w:t>
      </w:r>
    </w:p>
    <w:p w14:paraId="3E3135AA" w14:textId="77777777" w:rsidR="003B0454" w:rsidRPr="006D2E61" w:rsidRDefault="003B0454">
      <w:pPr>
        <w:pStyle w:val="Ttulo5"/>
        <w:jc w:val="both"/>
        <w:rPr>
          <w:rFonts w:ascii="Arial Narrow" w:hAnsi="Arial Narrow" w:cs="Arial"/>
          <w:b w:val="0"/>
          <w:i w:val="0"/>
          <w:sz w:val="24"/>
          <w:szCs w:val="24"/>
        </w:rPr>
      </w:pPr>
      <w:r w:rsidRPr="006D2E61">
        <w:rPr>
          <w:rFonts w:ascii="Arial Narrow" w:hAnsi="Arial Narrow" w:cs="Arial"/>
          <w:b w:val="0"/>
          <w:i w:val="0"/>
          <w:sz w:val="24"/>
          <w:szCs w:val="24"/>
        </w:rPr>
        <w:t xml:space="preserve">Los siguientes documentos forman parte integral e insustituible del presente Contrato, y </w:t>
      </w:r>
      <w:r w:rsidR="00147457" w:rsidRPr="00147457">
        <w:rPr>
          <w:rFonts w:ascii="Arial Narrow" w:hAnsi="Arial Narrow" w:cs="Arial"/>
          <w:i w:val="0"/>
        </w:rPr>
        <w:t>EL/LA PRESTRADOR/A DE SERVICIO</w:t>
      </w:r>
      <w:r w:rsidR="00147457">
        <w:rPr>
          <w:rFonts w:ascii="Arial Narrow" w:hAnsi="Arial Narrow" w:cs="Arial"/>
        </w:rPr>
        <w:t xml:space="preserve"> </w:t>
      </w:r>
      <w:r w:rsidRPr="006D2E61">
        <w:rPr>
          <w:rFonts w:ascii="Arial Narrow" w:hAnsi="Arial Narrow" w:cs="Arial"/>
          <w:b w:val="0"/>
          <w:i w:val="0"/>
          <w:sz w:val="24"/>
          <w:szCs w:val="24"/>
        </w:rPr>
        <w:t>reconoce cada uno de estos como parte intrínseca del mismo:</w:t>
      </w:r>
    </w:p>
    <w:p w14:paraId="00E489A9" w14:textId="77777777" w:rsidR="003B0454" w:rsidRPr="006D2E61" w:rsidRDefault="003B0454" w:rsidP="003119A4">
      <w:pPr>
        <w:jc w:val="both"/>
        <w:rPr>
          <w:rFonts w:ascii="Arial Narrow" w:hAnsi="Arial Narrow" w:cs="Arial"/>
          <w:b/>
          <w:lang w:val="es-DO"/>
        </w:rPr>
      </w:pPr>
    </w:p>
    <w:p w14:paraId="5A81D622" w14:textId="77777777" w:rsidR="003B0454" w:rsidRPr="006D2E61" w:rsidRDefault="003B0454" w:rsidP="0084721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 xml:space="preserve">El Contrato propiamente dicho </w:t>
      </w:r>
    </w:p>
    <w:p w14:paraId="4200C9F8" w14:textId="77777777" w:rsidR="003B0454" w:rsidRPr="006D2E61" w:rsidRDefault="003B0454" w:rsidP="0084721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>Pliegos de Condiciones Especificas</w:t>
      </w:r>
    </w:p>
    <w:p w14:paraId="3350F873" w14:textId="77777777" w:rsidR="003B0454" w:rsidRPr="006D2E61" w:rsidRDefault="003B0454" w:rsidP="0084721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>Organización y Metodología</w:t>
      </w:r>
    </w:p>
    <w:p w14:paraId="445826F3" w14:textId="77777777" w:rsidR="003B0454" w:rsidRPr="006D2E61" w:rsidRDefault="003B0454" w:rsidP="0084721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>Presentación y Personal</w:t>
      </w:r>
    </w:p>
    <w:p w14:paraId="04DB0396" w14:textId="77777777" w:rsidR="003B0454" w:rsidRDefault="003B0454" w:rsidP="00484A4E">
      <w:pPr>
        <w:numPr>
          <w:ilvl w:val="0"/>
          <w:numId w:val="39"/>
        </w:num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>Desglose presupuestario</w:t>
      </w:r>
    </w:p>
    <w:p w14:paraId="612533A8" w14:textId="77777777" w:rsidR="003B0454" w:rsidRDefault="003B0454" w:rsidP="00484A4E">
      <w:pPr>
        <w:jc w:val="both"/>
        <w:rPr>
          <w:rFonts w:ascii="Arial Narrow" w:hAnsi="Arial Narrow" w:cs="Arial"/>
          <w:lang w:val="es-DO"/>
        </w:rPr>
      </w:pPr>
    </w:p>
    <w:p w14:paraId="6B3BADA3" w14:textId="77777777" w:rsidR="003B0454" w:rsidRPr="00484A4E" w:rsidRDefault="003B0454" w:rsidP="00484A4E">
      <w:pPr>
        <w:jc w:val="both"/>
        <w:rPr>
          <w:rFonts w:ascii="Arial Narrow" w:hAnsi="Arial Narrow" w:cs="Arial"/>
          <w:b/>
          <w:lang w:val="es-DO"/>
        </w:rPr>
      </w:pPr>
      <w:r w:rsidRPr="00484A4E">
        <w:rPr>
          <w:rFonts w:ascii="Arial Narrow" w:hAnsi="Arial Narrow" w:cs="Arial"/>
          <w:b/>
          <w:caps/>
          <w:color w:val="000000"/>
          <w:u w:val="single"/>
        </w:rPr>
        <w:t xml:space="preserve">Artículo 3.- objeto del Contrato. </w:t>
      </w:r>
    </w:p>
    <w:p w14:paraId="6B813ED9" w14:textId="77777777" w:rsidR="003B0454" w:rsidRPr="006D2E61" w:rsidRDefault="00147457" w:rsidP="00484A4E">
      <w:pPr>
        <w:spacing w:before="240"/>
        <w:jc w:val="both"/>
        <w:rPr>
          <w:rFonts w:ascii="Arial Narrow" w:hAnsi="Arial Narrow" w:cs="Arial"/>
          <w:color w:val="000000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color w:val="000000"/>
          <w:lang w:val="es-ES_tradnl"/>
        </w:rPr>
        <w:t>en virtud del presente Contrato se compromete a realizar el siguiente trabajo:</w:t>
      </w:r>
      <w:r w:rsidR="003B0454" w:rsidRPr="006D2E61">
        <w:rPr>
          <w:rFonts w:ascii="Arial Narrow" w:hAnsi="Arial Narrow" w:cs="Arial"/>
          <w:color w:val="000000"/>
          <w:lang w:val="es-DO"/>
        </w:rPr>
        <w:t xml:space="preserve"> </w:t>
      </w:r>
      <w:r w:rsidR="003B0454" w:rsidRPr="006D2E61">
        <w:rPr>
          <w:rFonts w:ascii="Arial Narrow" w:hAnsi="Arial Narrow" w:cs="Arial"/>
          <w:b/>
          <w:color w:val="800000"/>
          <w:lang w:val="es-DO"/>
        </w:rPr>
        <w:t>[indicar el objeto de la contratación</w:t>
      </w:r>
      <w:r w:rsidR="003B0454" w:rsidRPr="00484A4E">
        <w:rPr>
          <w:rFonts w:ascii="Arial Narrow" w:hAnsi="Arial Narrow" w:cs="Arial"/>
          <w:b/>
          <w:color w:val="800000"/>
          <w:lang w:val="es-DO"/>
        </w:rPr>
        <w:t>]</w:t>
      </w:r>
      <w:r w:rsidR="003B0454" w:rsidRPr="006D2E61">
        <w:rPr>
          <w:rFonts w:ascii="Arial Narrow" w:hAnsi="Arial Narrow" w:cs="Arial"/>
          <w:color w:val="000000"/>
          <w:lang w:val="es-DO"/>
        </w:rPr>
        <w:t xml:space="preserve"> para  </w:t>
      </w:r>
      <w:r w:rsidR="003B0454" w:rsidRPr="00484A4E">
        <w:rPr>
          <w:rFonts w:ascii="Arial Narrow" w:hAnsi="Arial Narrow" w:cs="Arial"/>
          <w:b/>
          <w:color w:val="800000"/>
          <w:lang w:val="es-DO"/>
        </w:rPr>
        <w:t>[Indicar Entidad Contratante]</w:t>
      </w:r>
      <w:r w:rsidR="003B0454" w:rsidRPr="006D2E61">
        <w:rPr>
          <w:rFonts w:ascii="Arial Narrow" w:hAnsi="Arial Narrow" w:cs="Arial"/>
          <w:color w:val="000000"/>
          <w:lang w:val="es-DO"/>
        </w:rPr>
        <w:t xml:space="preserve"> conforme  se describe en el  Pliego de Condiciones Específicas.</w:t>
      </w:r>
    </w:p>
    <w:p w14:paraId="5854F5C1" w14:textId="77777777" w:rsidR="003B0454" w:rsidRPr="006D2E61" w:rsidRDefault="003B0454">
      <w:pPr>
        <w:pStyle w:val="Ttulo5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Artículo 4.- monto  del Contrato.</w:t>
      </w:r>
    </w:p>
    <w:p w14:paraId="4E64CEBF" w14:textId="77777777" w:rsidR="003B0454" w:rsidRPr="006D2E61" w:rsidRDefault="003B0454" w:rsidP="00484A4E">
      <w:pPr>
        <w:spacing w:before="240"/>
        <w:jc w:val="both"/>
        <w:rPr>
          <w:rFonts w:ascii="Arial Narrow" w:hAnsi="Arial Narrow" w:cs="Arial"/>
          <w:color w:val="800000"/>
        </w:rPr>
      </w:pPr>
      <w:r w:rsidRPr="006D2E61">
        <w:rPr>
          <w:rFonts w:ascii="Arial Narrow" w:hAnsi="Arial Narrow" w:cs="Arial"/>
          <w:b/>
        </w:rPr>
        <w:t>LAS PARTES</w:t>
      </w:r>
      <w:r w:rsidRPr="006D2E61">
        <w:rPr>
          <w:rFonts w:ascii="Arial Narrow" w:hAnsi="Arial Narrow" w:cs="Arial"/>
        </w:rPr>
        <w:t xml:space="preserve"> convienen que el monto a pagar por los servicios objeto de este Contrato, asciende a la suma de</w:t>
      </w:r>
      <w:r w:rsidRPr="006D2E61">
        <w:rPr>
          <w:rFonts w:ascii="Arial Narrow" w:hAnsi="Arial Narrow" w:cs="Arial"/>
          <w:color w:val="FF0000"/>
        </w:rPr>
        <w:t xml:space="preserve"> </w:t>
      </w:r>
      <w:r w:rsidRPr="006D2E61">
        <w:rPr>
          <w:rFonts w:ascii="Arial Narrow" w:hAnsi="Arial Narrow" w:cs="Arial"/>
        </w:rPr>
        <w:t>[</w:t>
      </w:r>
      <w:r w:rsidRPr="006D2E61">
        <w:rPr>
          <w:rFonts w:ascii="Arial Narrow" w:hAnsi="Arial Narrow" w:cs="Arial"/>
          <w:b/>
          <w:color w:val="800000"/>
        </w:rPr>
        <w:t>escribir en letras y números</w:t>
      </w:r>
      <w:r w:rsidRPr="006D2E61">
        <w:rPr>
          <w:rFonts w:ascii="Arial Narrow" w:hAnsi="Arial Narrow" w:cs="Arial"/>
          <w:color w:val="800000"/>
        </w:rPr>
        <w:t>]</w:t>
      </w:r>
    </w:p>
    <w:p w14:paraId="0C5C42DE" w14:textId="77777777" w:rsidR="003B0454" w:rsidRPr="006D2E61" w:rsidRDefault="003B0454">
      <w:pPr>
        <w:jc w:val="both"/>
        <w:rPr>
          <w:rFonts w:ascii="Arial Narrow" w:hAnsi="Arial Narrow" w:cs="Arial"/>
          <w:color w:val="FF0000"/>
        </w:rPr>
      </w:pPr>
    </w:p>
    <w:p w14:paraId="4A7DEB15" w14:textId="77777777" w:rsidR="003B0454" w:rsidRPr="006D2E61" w:rsidRDefault="003B0454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>En el desglose presupuestario que figura como anexo a este Contrato, se presentan las partidas, sub-partidas y el costo general del servicio a realizar.</w:t>
      </w:r>
    </w:p>
    <w:p w14:paraId="5BB05374" w14:textId="77777777" w:rsidR="003B0454" w:rsidRPr="006D2E61" w:rsidRDefault="003B0454">
      <w:pPr>
        <w:jc w:val="both"/>
        <w:rPr>
          <w:rFonts w:ascii="Arial Narrow" w:hAnsi="Arial Narrow" w:cs="Arial"/>
        </w:rPr>
      </w:pPr>
    </w:p>
    <w:p w14:paraId="167E6648" w14:textId="77777777" w:rsidR="003B0454" w:rsidRPr="006D2E61" w:rsidRDefault="003B0454">
      <w:pPr>
        <w:pStyle w:val="Textoindependiente"/>
        <w:tabs>
          <w:tab w:val="left" w:pos="1710"/>
        </w:tabs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sz w:val="24"/>
          <w:szCs w:val="24"/>
          <w:u w:val="single"/>
        </w:rPr>
        <w:t>ARTICULO 5.</w:t>
      </w:r>
      <w:r w:rsidRPr="006D2E61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-</w:t>
      </w:r>
      <w:r w:rsidRPr="006D2E61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FORMA DE PAGO.</w:t>
      </w:r>
    </w:p>
    <w:p w14:paraId="0A26832B" w14:textId="77777777" w:rsidR="003B0454" w:rsidRPr="00484A4E" w:rsidRDefault="003B0454">
      <w:pPr>
        <w:pStyle w:val="Textoindependiente"/>
        <w:tabs>
          <w:tab w:val="left" w:pos="1710"/>
        </w:tabs>
        <w:rPr>
          <w:rFonts w:ascii="Arial Narrow" w:hAnsi="Arial Narrow" w:cs="Arial"/>
          <w:b/>
          <w:sz w:val="14"/>
          <w:szCs w:val="24"/>
        </w:rPr>
      </w:pPr>
    </w:p>
    <w:p w14:paraId="0282C624" w14:textId="77777777" w:rsidR="009D1E95" w:rsidRPr="00227803" w:rsidRDefault="009D1E95" w:rsidP="009D1E95">
      <w:pPr>
        <w:numPr>
          <w:ilvl w:val="1"/>
          <w:numId w:val="41"/>
        </w:num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 xml:space="preserve">Los pagos serán realizados en Pesos Oro Dominicanos. </w:t>
      </w:r>
    </w:p>
    <w:p w14:paraId="6DF80B6C" w14:textId="77777777" w:rsidR="009D1E95" w:rsidRPr="00227803" w:rsidRDefault="009D1E95" w:rsidP="009D1E95">
      <w:pPr>
        <w:ind w:left="360"/>
        <w:jc w:val="both"/>
        <w:rPr>
          <w:rFonts w:ascii="Arial Narrow" w:hAnsi="Arial Narrow" w:cs="Arial"/>
        </w:rPr>
      </w:pPr>
    </w:p>
    <w:p w14:paraId="5FDB1EDA" w14:textId="77777777" w:rsidR="009D1E95" w:rsidRPr="00227803" w:rsidRDefault="009D1E95" w:rsidP="009D1E95">
      <w:pPr>
        <w:numPr>
          <w:ilvl w:val="1"/>
          <w:numId w:val="41"/>
        </w:num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 xml:space="preserve">Los pagos se realizarán con posterioridad a las entregas, parciales y periódicas, verificadas y aprobadas, de los productos adquiridos, según se indica: </w:t>
      </w:r>
    </w:p>
    <w:p w14:paraId="743B8242" w14:textId="77777777" w:rsidR="009D1E95" w:rsidRPr="00227803" w:rsidRDefault="009D1E95" w:rsidP="009D1E95">
      <w:pPr>
        <w:jc w:val="both"/>
        <w:rPr>
          <w:rFonts w:ascii="Arial Narrow" w:hAnsi="Arial Narrow" w:cs="Arial"/>
        </w:rPr>
      </w:pPr>
    </w:p>
    <w:p w14:paraId="2A0121DA" w14:textId="77777777" w:rsidR="009D1E95" w:rsidRPr="009F737F" w:rsidRDefault="009D1E95" w:rsidP="009D1E95">
      <w:pPr>
        <w:jc w:val="both"/>
        <w:rPr>
          <w:rFonts w:ascii="Arial Narrow" w:hAnsi="Arial Narrow" w:cs="Arial"/>
          <w:b/>
          <w:color w:val="800000"/>
        </w:rPr>
      </w:pPr>
      <w:r w:rsidRPr="009F737F">
        <w:rPr>
          <w:rFonts w:ascii="Arial Narrow" w:hAnsi="Arial Narrow" w:cs="Arial"/>
          <w:b/>
          <w:color w:val="800000"/>
          <w:lang w:val="es-DO"/>
        </w:rPr>
        <w:t>[Indicar forma de pago]</w:t>
      </w:r>
    </w:p>
    <w:p w14:paraId="087C760D" w14:textId="77777777" w:rsidR="009D1E95" w:rsidRPr="00227803" w:rsidRDefault="009D1E95" w:rsidP="009D1E95">
      <w:pPr>
        <w:jc w:val="both"/>
        <w:rPr>
          <w:rFonts w:ascii="Arial Narrow" w:hAnsi="Arial Narrow" w:cs="Arial"/>
          <w:color w:val="800000"/>
        </w:rPr>
      </w:pPr>
    </w:p>
    <w:p w14:paraId="29C979A3" w14:textId="77777777" w:rsidR="009D1E95" w:rsidRPr="00227803" w:rsidRDefault="009D1E95" w:rsidP="009D1E95">
      <w:pPr>
        <w:numPr>
          <w:ilvl w:val="1"/>
          <w:numId w:val="41"/>
        </w:numPr>
        <w:jc w:val="both"/>
        <w:rPr>
          <w:rFonts w:ascii="Arial Narrow" w:hAnsi="Arial Narrow" w:cs="Arial"/>
        </w:rPr>
      </w:pPr>
      <w:r w:rsidRPr="00227803">
        <w:rPr>
          <w:rFonts w:ascii="Arial Narrow" w:hAnsi="Arial Narrow" w:cs="Arial"/>
          <w:b/>
        </w:rPr>
        <w:t xml:space="preserve">EL PROVEEDOR </w:t>
      </w:r>
      <w:r w:rsidRPr="00227803">
        <w:rPr>
          <w:rFonts w:ascii="Arial Narrow" w:hAnsi="Arial Narrow" w:cs="Arial"/>
        </w:rPr>
        <w:t>no estará exento del pago de los impuestos que pudieren generarse en virtud del presente Contrato.</w:t>
      </w:r>
    </w:p>
    <w:p w14:paraId="314C1C6F" w14:textId="77777777" w:rsidR="003B0454" w:rsidRPr="006D2E61" w:rsidRDefault="003B0454">
      <w:pPr>
        <w:pStyle w:val="Ttulo5"/>
        <w:spacing w:before="360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Artículo </w:t>
      </w:r>
      <w:r w:rsidR="00A7733B">
        <w:rPr>
          <w:rFonts w:ascii="Arial Narrow" w:hAnsi="Arial Narrow" w:cs="Arial"/>
          <w:i w:val="0"/>
          <w:caps/>
          <w:sz w:val="24"/>
          <w:szCs w:val="24"/>
          <w:u w:val="single"/>
        </w:rPr>
        <w:t>7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.- tiempo de ejecuciÓn.</w:t>
      </w:r>
    </w:p>
    <w:p w14:paraId="4FEBAD55" w14:textId="77777777" w:rsidR="003B0454" w:rsidRPr="00484A4E" w:rsidRDefault="003B0454">
      <w:pPr>
        <w:ind w:left="1440" w:hanging="1440"/>
        <w:jc w:val="both"/>
        <w:rPr>
          <w:rFonts w:ascii="Arial Narrow" w:hAnsi="Arial Narrow" w:cs="Arial"/>
          <w:b/>
          <w:sz w:val="12"/>
          <w:lang w:val="es-DO"/>
        </w:rPr>
      </w:pPr>
    </w:p>
    <w:p w14:paraId="1F657C02" w14:textId="77777777" w:rsidR="003B0454" w:rsidRPr="006D2E61" w:rsidRDefault="003B0454">
      <w:p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lang w:val="es-DO"/>
        </w:rPr>
        <w:t xml:space="preserve">El plazo de ejecución de este Contrato es de </w:t>
      </w:r>
      <w:r w:rsidRPr="00A57291">
        <w:rPr>
          <w:rFonts w:ascii="Arial Narrow" w:hAnsi="Arial Narrow" w:cs="Arial"/>
          <w:b/>
          <w:color w:val="800000"/>
        </w:rPr>
        <w:t>[</w:t>
      </w:r>
      <w:r w:rsidRPr="00484A4E">
        <w:rPr>
          <w:rFonts w:ascii="Arial Narrow" w:hAnsi="Arial Narrow" w:cs="Arial"/>
          <w:b/>
          <w:color w:val="800000"/>
        </w:rPr>
        <w:t>escribir en letras y números el número de meses]</w:t>
      </w:r>
      <w:r w:rsidRPr="006D2E61">
        <w:rPr>
          <w:rFonts w:ascii="Arial Narrow" w:hAnsi="Arial Narrow" w:cs="Arial"/>
          <w:lang w:val="es-DO"/>
        </w:rPr>
        <w:t xml:space="preserve"> meses contados a partir de la suscripción del mismo.</w:t>
      </w:r>
    </w:p>
    <w:p w14:paraId="1353224F" w14:textId="77777777" w:rsidR="003B0454" w:rsidRPr="006D2E61" w:rsidRDefault="003B0454" w:rsidP="007F391C">
      <w:pPr>
        <w:pStyle w:val="Ttulo5"/>
        <w:spacing w:before="360"/>
        <w:rPr>
          <w:rFonts w:ascii="Arial Narrow" w:eastAsia="MS Mincho" w:hAnsi="Arial Narrow" w:cs="Arial"/>
          <w:bCs w:val="0"/>
          <w:i w:val="0"/>
          <w:sz w:val="24"/>
          <w:szCs w:val="24"/>
          <w:lang w:val="es-DO"/>
        </w:rPr>
      </w:pPr>
      <w:r w:rsidRPr="006D2E61">
        <w:rPr>
          <w:rFonts w:ascii="Arial Narrow" w:hAnsi="Arial Narrow" w:cs="Arial"/>
          <w:i w:val="0"/>
          <w:sz w:val="24"/>
          <w:szCs w:val="24"/>
          <w:u w:val="single"/>
          <w:lang w:val="es-ES"/>
        </w:rPr>
        <w:t xml:space="preserve">ARTÍCULO </w:t>
      </w:r>
      <w:r w:rsidR="00A7733B">
        <w:rPr>
          <w:rFonts w:ascii="Arial Narrow" w:hAnsi="Arial Narrow" w:cs="Arial"/>
          <w:i w:val="0"/>
          <w:sz w:val="24"/>
          <w:szCs w:val="24"/>
          <w:u w:val="single"/>
          <w:lang w:val="es-ES"/>
        </w:rPr>
        <w:t>8</w:t>
      </w:r>
      <w:r w:rsidRPr="006D2E61">
        <w:rPr>
          <w:rFonts w:ascii="Arial Narrow" w:hAnsi="Arial Narrow" w:cs="Arial"/>
          <w:i w:val="0"/>
          <w:sz w:val="24"/>
          <w:szCs w:val="24"/>
          <w:u w:val="single"/>
          <w:lang w:val="es-ES"/>
        </w:rPr>
        <w:t xml:space="preserve">.- </w:t>
      </w:r>
      <w:r w:rsidRPr="006D2E61">
        <w:rPr>
          <w:rFonts w:ascii="Arial Narrow" w:eastAsia="MS Mincho" w:hAnsi="Arial Narrow" w:cs="Arial"/>
          <w:i w:val="0"/>
          <w:sz w:val="24"/>
          <w:szCs w:val="24"/>
          <w:u w:val="single"/>
          <w:lang w:val="es-DO"/>
        </w:rPr>
        <w:t>NO RELACIÓN LABORAL</w:t>
      </w:r>
      <w:r w:rsidRPr="006D2E61">
        <w:rPr>
          <w:rFonts w:ascii="Arial Narrow" w:eastAsia="MS Mincho" w:hAnsi="Arial Narrow" w:cs="Arial"/>
          <w:i w:val="0"/>
          <w:sz w:val="24"/>
          <w:szCs w:val="24"/>
          <w:lang w:val="es-DO"/>
        </w:rPr>
        <w:t xml:space="preserve">. </w:t>
      </w:r>
    </w:p>
    <w:p w14:paraId="7757F269" w14:textId="77777777" w:rsidR="003B0454" w:rsidRPr="00A57291" w:rsidRDefault="003B0454" w:rsidP="007F391C">
      <w:pPr>
        <w:pStyle w:val="Textosinformato"/>
        <w:ind w:right="-540"/>
        <w:jc w:val="both"/>
        <w:rPr>
          <w:rFonts w:ascii="Arial Narrow" w:eastAsia="MS Mincho" w:hAnsi="Arial Narrow" w:cs="Arial"/>
          <w:bCs/>
          <w:sz w:val="12"/>
          <w:szCs w:val="24"/>
          <w:lang w:val="es-DO"/>
        </w:rPr>
      </w:pPr>
    </w:p>
    <w:p w14:paraId="03FB8B74" w14:textId="77777777" w:rsidR="003B0454" w:rsidRDefault="003B0454" w:rsidP="007F391C">
      <w:pPr>
        <w:pStyle w:val="Textosinformato"/>
        <w:jc w:val="both"/>
        <w:rPr>
          <w:rFonts w:ascii="Arial Narrow" w:eastAsia="MS Mincho" w:hAnsi="Arial Narrow" w:cs="Arial"/>
          <w:bCs/>
          <w:sz w:val="24"/>
          <w:szCs w:val="24"/>
          <w:lang w:val="es-DO"/>
        </w:rPr>
      </w:pPr>
      <w:r w:rsidRPr="006D2E61">
        <w:rPr>
          <w:rFonts w:ascii="Arial Narrow" w:eastAsia="MS Mincho" w:hAnsi="Arial Narrow" w:cs="Arial"/>
          <w:b/>
          <w:bCs/>
          <w:sz w:val="24"/>
          <w:szCs w:val="24"/>
          <w:lang w:val="es-DO"/>
        </w:rPr>
        <w:t>LAS PARTES</w:t>
      </w:r>
      <w:r w:rsidRPr="006D2E61">
        <w:rPr>
          <w:rFonts w:ascii="Arial Narrow" w:eastAsia="MS Mincho" w:hAnsi="Arial Narrow" w:cs="Arial"/>
          <w:bCs/>
          <w:sz w:val="24"/>
          <w:szCs w:val="24"/>
          <w:lang w:val="es-DO"/>
        </w:rPr>
        <w:t xml:space="preserve"> aceptan y reconocen que el presente Contrato no establece una relación de subordinación laboral entre ellas bajo el Código de Trabajo de la Republica Dominicana.</w:t>
      </w:r>
      <w:r w:rsidR="00147457">
        <w:rPr>
          <w:rFonts w:ascii="Arial Narrow" w:eastAsia="MS Mincho" w:hAnsi="Arial Narrow" w:cs="Arial"/>
          <w:bCs/>
          <w:sz w:val="24"/>
          <w:szCs w:val="24"/>
          <w:lang w:val="es-DO"/>
        </w:rPr>
        <w:t xml:space="preserve"> </w:t>
      </w:r>
      <w:r w:rsidR="00147457" w:rsidRPr="00147457">
        <w:rPr>
          <w:rFonts w:ascii="Arial Narrow" w:hAnsi="Arial Narrow" w:cs="Arial"/>
          <w:b/>
          <w:sz w:val="24"/>
          <w:lang w:val="es-ES_tradnl"/>
        </w:rPr>
        <w:t xml:space="preserve">EL/LA PRESTRADOR/A DE SERVICIO </w:t>
      </w:r>
      <w:r w:rsidRPr="006D2E61">
        <w:rPr>
          <w:rFonts w:ascii="Arial Narrow" w:eastAsia="MS Mincho" w:hAnsi="Arial Narrow" w:cs="Arial"/>
          <w:bCs/>
          <w:sz w:val="24"/>
          <w:szCs w:val="24"/>
          <w:lang w:val="es-DO"/>
        </w:rPr>
        <w:t xml:space="preserve">acuerda, por este medio, liberar a </w:t>
      </w:r>
      <w:r w:rsidRPr="00484A4E">
        <w:rPr>
          <w:rFonts w:ascii="Arial Narrow" w:eastAsia="MS Mincho" w:hAnsi="Arial Narrow" w:cs="Arial"/>
          <w:b/>
          <w:bCs/>
          <w:color w:val="800000"/>
          <w:sz w:val="24"/>
          <w:szCs w:val="24"/>
          <w:lang w:val="es-DO"/>
        </w:rPr>
        <w:t>[</w:t>
      </w:r>
      <w:r w:rsidRPr="006D2E61">
        <w:rPr>
          <w:rFonts w:ascii="Arial Narrow" w:eastAsia="MS Mincho" w:hAnsi="Arial Narrow" w:cs="Arial"/>
          <w:b/>
          <w:bCs/>
          <w:color w:val="800000"/>
          <w:sz w:val="24"/>
          <w:szCs w:val="24"/>
          <w:lang w:val="es-DO"/>
        </w:rPr>
        <w:t>Entidad Contratante]</w:t>
      </w:r>
      <w:r w:rsidRPr="006D2E61">
        <w:rPr>
          <w:rFonts w:ascii="Arial Narrow" w:eastAsia="MS Mincho" w:hAnsi="Arial Narrow" w:cs="Arial"/>
          <w:bCs/>
          <w:sz w:val="24"/>
          <w:szCs w:val="24"/>
          <w:lang w:val="es-DO"/>
        </w:rPr>
        <w:t xml:space="preserve"> de toda acción o demanda laboral </w:t>
      </w:r>
      <w:r w:rsidRPr="006D2E61">
        <w:rPr>
          <w:rFonts w:ascii="Arial Narrow" w:eastAsia="MS Mincho" w:hAnsi="Arial Narrow" w:cs="Arial"/>
          <w:bCs/>
          <w:sz w:val="24"/>
          <w:szCs w:val="24"/>
          <w:lang w:val="es-DO"/>
        </w:rPr>
        <w:lastRenderedPageBreak/>
        <w:t>que ella o su personal,  sus empleados y / o representantes intentaren en su contra, derivada del cumplimiento y ejecución del presente Contrato.</w:t>
      </w:r>
    </w:p>
    <w:p w14:paraId="6421846E" w14:textId="77777777" w:rsidR="003B0454" w:rsidRPr="006D2E61" w:rsidRDefault="003B0454" w:rsidP="007F391C">
      <w:pPr>
        <w:pStyle w:val="Textosinformato"/>
        <w:jc w:val="both"/>
        <w:rPr>
          <w:rFonts w:ascii="Arial Narrow" w:eastAsia="MS Mincho" w:hAnsi="Arial Narrow" w:cs="Arial"/>
          <w:bCs/>
          <w:sz w:val="24"/>
          <w:szCs w:val="24"/>
          <w:lang w:val="es-DO"/>
        </w:rPr>
      </w:pPr>
    </w:p>
    <w:p w14:paraId="74E25F00" w14:textId="77777777" w:rsidR="003B0454" w:rsidRPr="006D2E61" w:rsidRDefault="003B0454" w:rsidP="00A57291">
      <w:pPr>
        <w:pStyle w:val="Ttulo5"/>
        <w:spacing w:before="0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Artículo  </w:t>
      </w:r>
      <w:r w:rsidR="00A7733B">
        <w:rPr>
          <w:rFonts w:ascii="Arial Narrow" w:hAnsi="Arial Narrow" w:cs="Arial"/>
          <w:i w:val="0"/>
          <w:caps/>
          <w:sz w:val="24"/>
          <w:szCs w:val="24"/>
          <w:u w:val="single"/>
        </w:rPr>
        <w:t>9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.-  fuerza mayor Y CASO FORTUITO.</w:t>
      </w:r>
    </w:p>
    <w:p w14:paraId="2B638A8C" w14:textId="77777777" w:rsidR="003B0454" w:rsidRPr="00A57291" w:rsidRDefault="003B0454">
      <w:pPr>
        <w:rPr>
          <w:rFonts w:ascii="Arial Narrow" w:hAnsi="Arial Narrow"/>
          <w:sz w:val="12"/>
          <w:lang w:val="es-ES_tradnl"/>
        </w:rPr>
      </w:pPr>
    </w:p>
    <w:p w14:paraId="24C6E6F7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 xml:space="preserve">Ni </w:t>
      </w:r>
      <w:r w:rsidRPr="006D2E61">
        <w:rPr>
          <w:rFonts w:ascii="Arial Narrow" w:hAnsi="Arial Narrow"/>
          <w:b/>
          <w:sz w:val="24"/>
          <w:szCs w:val="24"/>
        </w:rPr>
        <w:t>la Entidad Contratante</w:t>
      </w:r>
      <w:r w:rsidRPr="006D2E61">
        <w:rPr>
          <w:rFonts w:ascii="Arial Narrow" w:hAnsi="Arial Narrow"/>
          <w:sz w:val="24"/>
          <w:szCs w:val="24"/>
        </w:rPr>
        <w:t xml:space="preserve"> ni</w:t>
      </w:r>
      <w:r w:rsidR="00147457">
        <w:rPr>
          <w:rFonts w:ascii="Arial Narrow" w:hAnsi="Arial Narrow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/>
          <w:sz w:val="24"/>
          <w:szCs w:val="24"/>
        </w:rPr>
        <w:t>serán responsables de cualquier incumplimiento de El Contrato si su ejecución ha sido demorada, impedida, obstaculizada o frustrada por causas de Fuerza Mayor o Caso Fortuito.</w:t>
      </w:r>
    </w:p>
    <w:p w14:paraId="7D975DDB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14:paraId="32F88961" w14:textId="77777777" w:rsidR="003B0454" w:rsidRPr="006D2E61" w:rsidRDefault="003B0454" w:rsidP="007D083A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 xml:space="preserve">Para los efectos del presente Contrato, </w:t>
      </w:r>
      <w:r w:rsidRPr="006D2E61">
        <w:rPr>
          <w:rFonts w:ascii="Arial Narrow" w:hAnsi="Arial Narrow" w:cs="Arial"/>
          <w:lang w:val="es-MX"/>
        </w:rPr>
        <w:t>Fuerza Mayor significa cualquier evento o situación</w:t>
      </w:r>
      <w:r w:rsidRPr="006D2E61">
        <w:rPr>
          <w:rFonts w:ascii="Arial Narrow" w:hAnsi="Arial Narrow" w:cs="Arial"/>
        </w:rPr>
        <w:t xml:space="preserve"> que escapen al control de una parte, imprevisible e inevitable,  y sin que esté envuelta su negligencia o falta, como son, a manera enunciativa pero no limitativa, actos de autoridades gubernamentales o militares, regulaciones o requerimientos gubernamentales, epidemias, guerras, actos de terroristas, huelgas, fuegos,  explosiones, temblores de tierra, accidentes, catástrofes, inundaciones y otras perturbaciones ambientales mayores, condiciones severas e inusuales del tiempo.</w:t>
      </w:r>
    </w:p>
    <w:p w14:paraId="03BB1A98" w14:textId="77777777" w:rsidR="003B0454" w:rsidRPr="006D2E61" w:rsidRDefault="003B0454" w:rsidP="007D083A">
      <w:pPr>
        <w:jc w:val="both"/>
        <w:rPr>
          <w:rFonts w:ascii="Arial Narrow" w:hAnsi="Arial Narrow" w:cs="Arial"/>
        </w:rPr>
      </w:pPr>
    </w:p>
    <w:p w14:paraId="3BF7F037" w14:textId="77777777" w:rsidR="003B0454" w:rsidRPr="006D2E61" w:rsidRDefault="003B0454" w:rsidP="007D083A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>Caso Fortuito significa aquel acontecimiento que no ha podido preverse, o que previsto no ha podido evitarse, por ser extraño a  la voluntad de  las personas.</w:t>
      </w:r>
    </w:p>
    <w:p w14:paraId="31C75442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14:paraId="46F83F7E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Las causas de Fuerza Mayor o Caso Fortuito especificadas anteriormente no incluyen:</w:t>
      </w:r>
    </w:p>
    <w:p w14:paraId="3CA8A49B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14:paraId="2CBFB45D" w14:textId="77777777" w:rsidR="003B0454" w:rsidRPr="006D2E61" w:rsidRDefault="003B0454">
      <w:pPr>
        <w:pStyle w:val="Textoindependiente"/>
        <w:numPr>
          <w:ilvl w:val="0"/>
          <w:numId w:val="36"/>
        </w:numPr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Cualquier evento causado por negligencia o acción intencional de una parte.</w:t>
      </w:r>
    </w:p>
    <w:p w14:paraId="51771665" w14:textId="77777777" w:rsidR="003B0454" w:rsidRPr="006D2E61" w:rsidRDefault="003B0454">
      <w:pPr>
        <w:pStyle w:val="Textoindependiente"/>
        <w:numPr>
          <w:ilvl w:val="0"/>
          <w:numId w:val="36"/>
        </w:numPr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Cualquier evento que una de las partes pudo haber tomado en cuenta al momento de la firma o de la ejecución de este Contrato para evitar incumplimiento de sus obligaciones.</w:t>
      </w:r>
    </w:p>
    <w:p w14:paraId="60A30CE3" w14:textId="77777777" w:rsidR="003B0454" w:rsidRPr="006D2E61" w:rsidRDefault="003B0454">
      <w:pPr>
        <w:pStyle w:val="Textoindependiente"/>
        <w:numPr>
          <w:ilvl w:val="0"/>
          <w:numId w:val="36"/>
        </w:numPr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Insuficiencia de recursos o fallas en el cumplimiento de cualquier pago bajo este Contrato.</w:t>
      </w:r>
    </w:p>
    <w:p w14:paraId="6A324564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14:paraId="259D00DF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La falla de una parte involucrada en el presente Contrato, que le impida cumplir cualquiera de sus obligaciones, no será considerada como incumplimiento, siempre y cuando éste surja de un evento de Fuerza Mayor o Caso Fortuito y la parte afectada haya tomado todas las precauciones razonables, con el debido esmero y cuidado, siempre con el objetivo de cumplir con los términos y condiciones establecidos en este Contrato.</w:t>
      </w:r>
    </w:p>
    <w:p w14:paraId="133721F0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14:paraId="451DAD22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Si por una causa de Fuerza Mayor o Caso Fortuito,</w:t>
      </w:r>
      <w:r w:rsidR="00147457">
        <w:rPr>
          <w:rFonts w:ascii="Arial Narrow" w:hAnsi="Arial Narrow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/>
          <w:sz w:val="24"/>
          <w:szCs w:val="24"/>
        </w:rPr>
        <w:t xml:space="preserve">no concluye sus labores en el plazo establecido, </w:t>
      </w:r>
      <w:r w:rsidRPr="006D2E61">
        <w:rPr>
          <w:rFonts w:ascii="Arial Narrow" w:hAnsi="Arial Narrow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/>
          <w:sz w:val="24"/>
          <w:szCs w:val="24"/>
        </w:rPr>
        <w:t xml:space="preserve"> extenderá el Contrato por un tiempo igual al período en el cual</w:t>
      </w:r>
      <w:r w:rsidR="00147457">
        <w:rPr>
          <w:rFonts w:ascii="Arial Narrow" w:hAnsi="Arial Narrow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no pudo cumplir, debido únicamente a esta causa.</w:t>
      </w:r>
    </w:p>
    <w:p w14:paraId="1E87CCFE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14:paraId="5ACFE55E" w14:textId="77777777" w:rsidR="003B0454" w:rsidRPr="006D2E61" w:rsidRDefault="00147457">
      <w:pPr>
        <w:pStyle w:val="Textoindependiente"/>
        <w:rPr>
          <w:rFonts w:ascii="Arial Narrow" w:hAnsi="Arial Narrow"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>
        <w:rPr>
          <w:rFonts w:ascii="Arial Narrow" w:hAnsi="Arial Narrow"/>
          <w:sz w:val="24"/>
          <w:szCs w:val="24"/>
        </w:rPr>
        <w:t>t</w:t>
      </w:r>
      <w:r w:rsidR="003B0454" w:rsidRPr="006D2E61">
        <w:rPr>
          <w:rFonts w:ascii="Arial Narrow" w:hAnsi="Arial Narrow"/>
          <w:sz w:val="24"/>
          <w:szCs w:val="24"/>
        </w:rPr>
        <w:t>endrá derecho al pago o los pagos establecidos en el presente Contrato durante el período de incumplimiento como resultado de una causa de Fuerza Mayor o Caso Fortuito.  Igualmente tendrá derecho al reembolso de cualquier gasto adicional directamente relacionado con las obligaciones resultantes del Contrato en el que incurra durante el período de Fuerza Mayor o Caso Fortuito.</w:t>
      </w:r>
    </w:p>
    <w:p w14:paraId="749F30B8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14:paraId="1A1D006D" w14:textId="77777777" w:rsidR="003B0454" w:rsidRPr="006D2E61" w:rsidRDefault="003B0454" w:rsidP="00566D9D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 xml:space="preserve">Si </w:t>
      </w:r>
      <w:r w:rsidR="00147457" w:rsidRPr="00147457">
        <w:rPr>
          <w:rFonts w:ascii="Arial Narrow" w:hAnsi="Arial Narrow" w:cs="Arial"/>
          <w:b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>dejara de presentar tal reclamación o de dar el aviso requerido dentro del período especificado, se considerará como que ha renunciado a su derecho en relación a la ocurrencia de la Fuerza Mayor o Caso Fortuito.</w:t>
      </w:r>
    </w:p>
    <w:p w14:paraId="65A6198E" w14:textId="77777777" w:rsidR="003B0454" w:rsidRDefault="003B0454">
      <w:pPr>
        <w:pStyle w:val="Textoindependiente"/>
        <w:rPr>
          <w:rFonts w:ascii="Arial Narrow" w:hAnsi="Arial Narrow"/>
          <w:sz w:val="24"/>
          <w:szCs w:val="24"/>
          <w:lang w:val="es-ES"/>
        </w:rPr>
      </w:pPr>
    </w:p>
    <w:p w14:paraId="302F5320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Artículo </w:t>
      </w:r>
      <w:r w:rsidR="00A7733B">
        <w:rPr>
          <w:rFonts w:ascii="Arial Narrow" w:hAnsi="Arial Narrow" w:cs="Arial"/>
          <w:b/>
          <w:caps/>
          <w:sz w:val="24"/>
          <w:szCs w:val="24"/>
          <w:u w:val="single"/>
        </w:rPr>
        <w:t>10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MEDIDAS A TOMAR</w:t>
      </w:r>
    </w:p>
    <w:p w14:paraId="2294B3BD" w14:textId="77777777" w:rsidR="003B0454" w:rsidRPr="00A57291" w:rsidRDefault="003B0454">
      <w:pPr>
        <w:pStyle w:val="Textoindependiente"/>
        <w:rPr>
          <w:rFonts w:ascii="Arial Narrow" w:hAnsi="Arial Narrow" w:cs="Arial"/>
          <w:b/>
          <w:sz w:val="16"/>
          <w:szCs w:val="24"/>
          <w:u w:val="single"/>
        </w:rPr>
      </w:pPr>
    </w:p>
    <w:p w14:paraId="3DC02D95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 acuerdan que:</w:t>
      </w:r>
    </w:p>
    <w:p w14:paraId="10A17164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</w:p>
    <w:p w14:paraId="1C87CF04" w14:textId="77777777" w:rsidR="003B0454" w:rsidRPr="006D2E61" w:rsidRDefault="003B0454">
      <w:pPr>
        <w:pStyle w:val="Textoindependiente"/>
        <w:numPr>
          <w:ilvl w:val="0"/>
          <w:numId w:val="1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 parte afectada por un evento de Fuerza Mayor o Caso Fortuito deberá tomar las medidas razonables para suprimir la inhabilidad de la otra Parte en cumplir con sus obligaciones.</w:t>
      </w:r>
    </w:p>
    <w:p w14:paraId="211D7D15" w14:textId="77777777" w:rsidR="003B0454" w:rsidRPr="006D2E61" w:rsidRDefault="003B0454">
      <w:pPr>
        <w:pStyle w:val="Textoindependiente"/>
        <w:ind w:left="720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 </w:t>
      </w:r>
    </w:p>
    <w:p w14:paraId="0354640D" w14:textId="77777777" w:rsidR="003B0454" w:rsidRPr="006D2E61" w:rsidRDefault="003B0454">
      <w:pPr>
        <w:pStyle w:val="Textoindependiente"/>
        <w:numPr>
          <w:ilvl w:val="0"/>
          <w:numId w:val="1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La parte afectada por un evento de Fuerza Mayor o Caso Fortuito deberá notificar, en un plazo no mayor de veinticuatro (24) horas y  por escrito a la otra parte la ocurrencia del evento, indicando su naturaleza y causa; de igual manera deberá notificar por escrito a la otra parte la restauración de las condiciones normales tan pronto se resuelva la situación de Fuerza Mayor o Caso Fortuito. </w:t>
      </w:r>
    </w:p>
    <w:p w14:paraId="578EFCE5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2388C38C" w14:textId="77777777" w:rsidR="003B0454" w:rsidRPr="006D2E61" w:rsidRDefault="003B0454">
      <w:pPr>
        <w:pStyle w:val="Textoindependiente"/>
        <w:numPr>
          <w:ilvl w:val="0"/>
          <w:numId w:val="1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Las partes adoptarán todas las medidas posibles para reducir las consecuencias adversas de un evento de Fuerza Mayor o Caso Fortuito.</w:t>
      </w:r>
    </w:p>
    <w:p w14:paraId="50C2A0FC" w14:textId="77777777" w:rsidR="003B0454" w:rsidRDefault="003B0454">
      <w:pPr>
        <w:jc w:val="both"/>
        <w:rPr>
          <w:rFonts w:ascii="Arial Narrow" w:hAnsi="Arial Narrow" w:cs="Arial"/>
          <w:b/>
          <w:caps/>
          <w:u w:val="single"/>
        </w:rPr>
      </w:pPr>
    </w:p>
    <w:p w14:paraId="55A6B631" w14:textId="77777777" w:rsidR="003B0454" w:rsidRPr="006D2E61" w:rsidRDefault="003B0454">
      <w:pPr>
        <w:jc w:val="both"/>
        <w:rPr>
          <w:rFonts w:ascii="Arial Narrow" w:hAnsi="Arial Narrow" w:cs="Arial"/>
          <w:b/>
          <w:caps/>
          <w:u w:val="single"/>
        </w:rPr>
      </w:pPr>
      <w:r w:rsidRPr="006D2E61">
        <w:rPr>
          <w:rFonts w:ascii="Arial Narrow" w:hAnsi="Arial Narrow" w:cs="Arial"/>
          <w:b/>
          <w:caps/>
          <w:u w:val="single"/>
        </w:rPr>
        <w:t>Artículo 1</w:t>
      </w:r>
      <w:r w:rsidR="00A7733B">
        <w:rPr>
          <w:rFonts w:ascii="Arial Narrow" w:hAnsi="Arial Narrow" w:cs="Arial"/>
          <w:b/>
          <w:caps/>
          <w:u w:val="single"/>
        </w:rPr>
        <w:t>1</w:t>
      </w:r>
      <w:r w:rsidRPr="006D2E61">
        <w:rPr>
          <w:rFonts w:ascii="Arial Narrow" w:hAnsi="Arial Narrow" w:cs="Arial"/>
          <w:b/>
          <w:caps/>
          <w:u w:val="single"/>
        </w:rPr>
        <w:t xml:space="preserve">.- </w:t>
      </w:r>
      <w:r w:rsidRPr="00147457">
        <w:rPr>
          <w:rFonts w:ascii="Arial Narrow" w:hAnsi="Arial Narrow" w:cs="Arial"/>
          <w:b/>
          <w:caps/>
          <w:u w:val="single"/>
        </w:rPr>
        <w:t xml:space="preserve">obligaciones de </w:t>
      </w:r>
      <w:r w:rsidR="00147457" w:rsidRPr="00147457">
        <w:rPr>
          <w:rFonts w:ascii="Arial Narrow" w:hAnsi="Arial Narrow" w:cs="Arial"/>
          <w:b/>
          <w:u w:val="single"/>
        </w:rPr>
        <w:t>EL/LA PRESTRADOR/A DE SERVICIO</w:t>
      </w:r>
    </w:p>
    <w:p w14:paraId="77A85D0D" w14:textId="77777777" w:rsidR="003B0454" w:rsidRPr="00A57291" w:rsidRDefault="003B0454">
      <w:pPr>
        <w:jc w:val="both"/>
        <w:rPr>
          <w:rFonts w:ascii="Arial Narrow" w:hAnsi="Arial Narrow" w:cs="Arial"/>
          <w:b/>
          <w:caps/>
          <w:sz w:val="14"/>
          <w:u w:val="single"/>
          <w:lang w:val="es-ES_tradnl"/>
        </w:rPr>
      </w:pPr>
    </w:p>
    <w:p w14:paraId="1106A11B" w14:textId="77777777" w:rsidR="003B0454" w:rsidRPr="006D2E61" w:rsidRDefault="00147457">
      <w:pPr>
        <w:jc w:val="both"/>
        <w:rPr>
          <w:rFonts w:ascii="Arial Narrow" w:hAnsi="Arial Narrow" w:cs="Arial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lang w:val="es-DO"/>
        </w:rPr>
        <w:t>prestará los servicios previstos en el presente  Contrato como se describen en el Pliego de Condiciones Específicas.</w:t>
      </w:r>
    </w:p>
    <w:p w14:paraId="465F3325" w14:textId="77777777" w:rsidR="003B0454" w:rsidRPr="006D2E61" w:rsidRDefault="003B0454">
      <w:pPr>
        <w:ind w:left="1440" w:hanging="1440"/>
        <w:jc w:val="both"/>
        <w:rPr>
          <w:rFonts w:ascii="Arial Narrow" w:hAnsi="Arial Narrow" w:cs="Arial"/>
          <w:lang w:val="es-DO"/>
        </w:rPr>
      </w:pPr>
    </w:p>
    <w:p w14:paraId="4D39DDF8" w14:textId="77777777" w:rsidR="003B0454" w:rsidRPr="006D2E61" w:rsidRDefault="00147457" w:rsidP="006E7CD1">
      <w:pPr>
        <w:jc w:val="both"/>
        <w:rPr>
          <w:rFonts w:ascii="Arial Narrow" w:hAnsi="Arial Narrow" w:cs="Arial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lang w:val="es-DO"/>
        </w:rPr>
        <w:t xml:space="preserve">presentará a </w:t>
      </w:r>
      <w:r w:rsidR="003B0454" w:rsidRPr="006D2E61">
        <w:rPr>
          <w:rFonts w:ascii="Arial Narrow" w:hAnsi="Arial Narrow" w:cs="Arial"/>
          <w:b/>
          <w:color w:val="800000"/>
          <w:lang w:val="es-DO"/>
        </w:rPr>
        <w:t>[Entidad Contratante]</w:t>
      </w:r>
      <w:r w:rsidR="003B0454" w:rsidRPr="006D2E61">
        <w:rPr>
          <w:rFonts w:ascii="Arial Narrow" w:hAnsi="Arial Narrow" w:cs="Arial"/>
          <w:color w:val="800000"/>
          <w:lang w:val="es-DO"/>
        </w:rPr>
        <w:t>,</w:t>
      </w:r>
      <w:r w:rsidR="003B0454" w:rsidRPr="006D2E61">
        <w:rPr>
          <w:rFonts w:ascii="Arial Narrow" w:hAnsi="Arial Narrow" w:cs="Arial"/>
          <w:lang w:val="es-DO"/>
        </w:rPr>
        <w:t xml:space="preserve"> de su propia iniciativa o a solicitud de aquella, todas las informaciones y aclaraciones relacionadas con la ejecución del Contrato.</w:t>
      </w:r>
    </w:p>
    <w:p w14:paraId="40055088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26EF384A" w14:textId="77777777" w:rsidR="003B0454" w:rsidRPr="006D2E61" w:rsidRDefault="00147457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realizará los servicios y cumplirá sus obligaciones establecidas bajo este Contrato con diligencia, eficiencia y economía, conforme a las normas y prácticas generalmente aceptadas y a las normas para el ejercicio del servicio contratado, reconocidas por los organismos internacionales y nacionales.  Asimismo empleará métodos ortodoxos de administración  y utilizará la  tecnología avanzada más adecuada, así como los equipos, maquinarias y materiales más seguros y eficaces durante el desempeño de su gestión. 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actuará en todo momento como </w:t>
      </w:r>
      <w:r w:rsidRPr="00147457">
        <w:rPr>
          <w:rFonts w:ascii="Arial Narrow" w:hAnsi="Arial Narrow" w:cs="Arial"/>
          <w:b/>
          <w:sz w:val="24"/>
        </w:rPr>
        <w:t>PRESTRADOR/A DE SERVICIO</w:t>
      </w:r>
      <w:r w:rsidR="003B0454" w:rsidRPr="00147457">
        <w:rPr>
          <w:rFonts w:ascii="Arial Narrow" w:hAnsi="Arial Narrow" w:cs="Arial"/>
          <w:sz w:val="32"/>
          <w:szCs w:val="24"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fiel con relación a cualquier asunto relacionado con sus servicios o con este Contrato y apoyará y resguardará los intereses de </w:t>
      </w:r>
      <w:r w:rsidR="003B0454" w:rsidRPr="00A57291">
        <w:rPr>
          <w:rFonts w:ascii="Arial Narrow" w:hAnsi="Arial Narrow" w:cs="Arial"/>
          <w:b/>
          <w:color w:val="800000"/>
          <w:sz w:val="24"/>
          <w:szCs w:val="24"/>
        </w:rPr>
        <w:t>[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la Entidad Contratante]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>cuando esté tratando con otros contratistas o terceras personas, dentro de las limitaciones del personal de alcance de los servicios y los recursos de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Pr="00147457">
        <w:rPr>
          <w:rFonts w:ascii="Arial Narrow" w:hAnsi="Arial Narrow" w:cs="Arial"/>
          <w:b/>
          <w:sz w:val="24"/>
        </w:rPr>
        <w:t>EL/LA PRESTRADOR/A DE SERVICIO</w:t>
      </w:r>
      <w:r>
        <w:rPr>
          <w:rFonts w:ascii="Arial Narrow" w:hAnsi="Arial Narrow" w:cs="Arial"/>
          <w:b/>
        </w:rPr>
        <w:t>.</w:t>
      </w:r>
    </w:p>
    <w:p w14:paraId="424F4247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75AE7DFF" w14:textId="77777777" w:rsidR="003B0454" w:rsidRPr="006D2E61" w:rsidRDefault="00147457" w:rsidP="0000073F">
      <w:pPr>
        <w:jc w:val="both"/>
        <w:rPr>
          <w:rFonts w:ascii="Arial Narrow" w:hAnsi="Arial Narrow" w:cs="Arial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</w:rPr>
        <w:t xml:space="preserve">ejecutará y concluirá sus servicios y subsanará cualquier deficiencia en los mismos identificadas por  </w:t>
      </w:r>
      <w:r w:rsidR="003B0454" w:rsidRPr="006D2E61">
        <w:rPr>
          <w:rFonts w:ascii="Arial Narrow" w:hAnsi="Arial Narrow" w:cs="Arial"/>
          <w:b/>
          <w:color w:val="800000"/>
        </w:rPr>
        <w:t>[la Entidad Contratante]</w:t>
      </w:r>
      <w:r w:rsidR="003B0454" w:rsidRPr="006D2E61">
        <w:rPr>
          <w:rFonts w:ascii="Arial Narrow" w:hAnsi="Arial Narrow" w:cs="Arial"/>
          <w:color w:val="800000"/>
        </w:rPr>
        <w:t xml:space="preserve"> </w:t>
      </w:r>
      <w:r w:rsidR="003B0454" w:rsidRPr="006D2E61">
        <w:rPr>
          <w:rFonts w:ascii="Arial Narrow" w:hAnsi="Arial Narrow" w:cs="Arial"/>
        </w:rPr>
        <w:t>con el cuidado y la diligencia debidos y en riguroso cumplimiento de las disposiciones del Contrato.</w:t>
      </w:r>
    </w:p>
    <w:p w14:paraId="4224A888" w14:textId="77777777" w:rsidR="003B0454" w:rsidRPr="006D2E61" w:rsidRDefault="003B0454" w:rsidP="0000073F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 xml:space="preserve"> </w:t>
      </w:r>
    </w:p>
    <w:p w14:paraId="13623DDA" w14:textId="77777777" w:rsidR="003B0454" w:rsidRPr="006D2E61" w:rsidRDefault="00147457" w:rsidP="0000073F">
      <w:pPr>
        <w:jc w:val="both"/>
        <w:rPr>
          <w:rFonts w:ascii="Arial Narrow" w:hAnsi="Arial Narrow" w:cs="Arial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</w:rPr>
        <w:t xml:space="preserve">se atendrá a las órdenes administrativas impartidas por </w:t>
      </w:r>
      <w:r w:rsidR="003B0454" w:rsidRPr="006D2E61">
        <w:rPr>
          <w:rFonts w:ascii="Arial Narrow" w:hAnsi="Arial Narrow" w:cs="Arial"/>
          <w:b/>
          <w:color w:val="800000"/>
        </w:rPr>
        <w:t>[la Entidad Contratante]</w:t>
      </w:r>
      <w:r w:rsidR="003B0454" w:rsidRPr="006D2E61">
        <w:rPr>
          <w:rFonts w:ascii="Arial Narrow" w:hAnsi="Arial Narrow" w:cs="Arial"/>
        </w:rPr>
        <w:t xml:space="preserve"> vía  </w:t>
      </w:r>
      <w:r w:rsidR="003B0454" w:rsidRPr="006D2E61">
        <w:rPr>
          <w:rFonts w:ascii="Arial Narrow" w:hAnsi="Arial Narrow" w:cs="Arial"/>
          <w:b/>
        </w:rPr>
        <w:t>El Coordinador</w:t>
      </w:r>
      <w:r w:rsidR="003B0454" w:rsidRPr="006D2E61">
        <w:rPr>
          <w:rFonts w:ascii="Arial Narrow" w:hAnsi="Arial Narrow" w:cs="Arial"/>
        </w:rPr>
        <w:t>. Cuando</w:t>
      </w:r>
      <w:r>
        <w:rPr>
          <w:rFonts w:ascii="Arial Narrow" w:hAnsi="Arial Narrow" w:cs="Arial"/>
        </w:rPr>
        <w:t xml:space="preserve"> </w:t>
      </w: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</w:rPr>
        <w:t xml:space="preserve">considere que las exigencias de una orden administrativa sobrepasan El Contrato, deberá notificarlo a </w:t>
      </w:r>
      <w:r w:rsidR="003B0454" w:rsidRPr="006D2E61">
        <w:rPr>
          <w:rFonts w:ascii="Arial Narrow" w:hAnsi="Arial Narrow" w:cs="Arial"/>
          <w:b/>
          <w:color w:val="800000"/>
        </w:rPr>
        <w:t>[la Entidad Contratante]</w:t>
      </w:r>
      <w:r w:rsidR="003B0454" w:rsidRPr="006D2E61">
        <w:rPr>
          <w:rFonts w:ascii="Arial Narrow" w:hAnsi="Arial Narrow" w:cs="Arial"/>
          <w:b/>
        </w:rPr>
        <w:t xml:space="preserve">  vía El Coordinador</w:t>
      </w:r>
      <w:r w:rsidR="003B0454" w:rsidRPr="006D2E61">
        <w:rPr>
          <w:rFonts w:ascii="Arial Narrow" w:hAnsi="Arial Narrow" w:cs="Arial"/>
        </w:rPr>
        <w:t xml:space="preserve"> en un plazo de quince (15) días a partir del recibo de la orden administrativa. La ejecución de la orden administrativa no se suspenderá como consecuencia de dicha notificación.</w:t>
      </w:r>
    </w:p>
    <w:p w14:paraId="3AEBA2DF" w14:textId="77777777" w:rsidR="003B0454" w:rsidRPr="006D2E61" w:rsidRDefault="003B0454" w:rsidP="0000073F">
      <w:pPr>
        <w:jc w:val="both"/>
        <w:rPr>
          <w:rFonts w:ascii="Arial Narrow" w:hAnsi="Arial Narrow" w:cs="Arial"/>
        </w:rPr>
      </w:pPr>
    </w:p>
    <w:p w14:paraId="7CD41435" w14:textId="77777777" w:rsidR="003B0454" w:rsidRPr="006D2E61" w:rsidRDefault="00147457">
      <w:pPr>
        <w:spacing w:after="120"/>
        <w:jc w:val="both"/>
        <w:rPr>
          <w:rFonts w:ascii="Arial Narrow" w:hAnsi="Arial Narrow" w:cs="Arial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</w:rPr>
        <w:t>respetará y cumplirá toda la legislación y normativa vigente en el Estado Dominicano.</w:t>
      </w:r>
    </w:p>
    <w:p w14:paraId="6F18353B" w14:textId="77777777" w:rsidR="003B0454" w:rsidRPr="006D2E61" w:rsidRDefault="003B0454">
      <w:pPr>
        <w:pStyle w:val="Ttulo5"/>
        <w:spacing w:before="360"/>
        <w:rPr>
          <w:rFonts w:ascii="Arial Narrow" w:hAnsi="Arial Narrow" w:cs="Arial"/>
          <w:i w:val="0"/>
          <w:caps/>
          <w:sz w:val="24"/>
          <w:szCs w:val="24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Artículo 1</w:t>
      </w:r>
      <w:r w:rsidR="00A7733B">
        <w:rPr>
          <w:rFonts w:ascii="Arial Narrow" w:hAnsi="Arial Narrow" w:cs="Arial"/>
          <w:i w:val="0"/>
          <w:caps/>
          <w:sz w:val="24"/>
          <w:szCs w:val="24"/>
          <w:u w:val="single"/>
        </w:rPr>
        <w:t>2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i w:val="0"/>
          <w:sz w:val="24"/>
          <w:szCs w:val="24"/>
          <w:u w:val="single"/>
        </w:rPr>
        <w:t>DEL PERSONAL</w:t>
      </w:r>
      <w:r w:rsidRPr="006D2E61">
        <w:rPr>
          <w:rFonts w:ascii="Arial Narrow" w:hAnsi="Arial Narrow" w:cs="Arial"/>
          <w:i w:val="0"/>
          <w:sz w:val="24"/>
          <w:szCs w:val="24"/>
        </w:rPr>
        <w:t>.</w:t>
      </w:r>
    </w:p>
    <w:p w14:paraId="0EBEFB91" w14:textId="77777777" w:rsidR="003B0454" w:rsidRPr="00A57291" w:rsidRDefault="003B0454">
      <w:pPr>
        <w:pStyle w:val="Textoindependiente"/>
        <w:rPr>
          <w:rFonts w:ascii="Arial Narrow" w:hAnsi="Arial Narrow" w:cs="Arial"/>
          <w:b/>
          <w:sz w:val="14"/>
          <w:szCs w:val="24"/>
        </w:rPr>
      </w:pPr>
    </w:p>
    <w:p w14:paraId="4FC5A924" w14:textId="77777777" w:rsidR="003B0454" w:rsidRPr="006D2E61" w:rsidRDefault="00147457">
      <w:pPr>
        <w:pStyle w:val="Textoindependiente"/>
        <w:rPr>
          <w:rFonts w:ascii="Arial Narrow" w:hAnsi="Arial Narrow" w:cs="Arial"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>empleará y proveerá el personal técnico, capacitado y de experiencia que demanden los servicios contratados.</w:t>
      </w:r>
    </w:p>
    <w:p w14:paraId="6CF69E25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4C1DEA00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Los títulos, la descripción del trabajo acordado, las calificaciones mínimas y los períodos de tiempo estimados en que laborará  el personal técnico de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para la realización de sus servicios, se especifican en los Pliegos de Condiciones Específicas.</w:t>
      </w:r>
    </w:p>
    <w:p w14:paraId="32A6E5E1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47CDC773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  <w:u w:val="single"/>
        </w:rPr>
        <w:t>ARTÍCULO 1</w:t>
      </w:r>
      <w:r w:rsidR="00C42D1E">
        <w:rPr>
          <w:rFonts w:ascii="Arial Narrow" w:hAnsi="Arial Narrow" w:cs="Arial"/>
          <w:b/>
          <w:sz w:val="24"/>
          <w:szCs w:val="24"/>
          <w:u w:val="single"/>
        </w:rPr>
        <w:t>3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i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APROBACIÓN DEL PERSONAL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14:paraId="3C695108" w14:textId="77777777"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2F5679F9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  <w:lang w:val="es-DO"/>
        </w:rPr>
        <w:t xml:space="preserve">La aceptación de la Oferta por parte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personal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deberá someter una copia del curriculum vitae de cada persona incluida, a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 xml:space="preserve">, </w:t>
      </w:r>
      <w:r w:rsidRPr="006D2E61">
        <w:rPr>
          <w:rFonts w:ascii="Arial Narrow" w:hAnsi="Arial Narrow" w:cs="Arial"/>
          <w:sz w:val="24"/>
          <w:szCs w:val="24"/>
        </w:rPr>
        <w:t xml:space="preserve">para su revisión y aprobación.  Si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no lo objeta dentro de los primeros diez (10) días de recibida la copia, se entiende que el personal en cuestión ha sido aprobado.</w:t>
      </w:r>
    </w:p>
    <w:p w14:paraId="239205AC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33F06483" w14:textId="77777777" w:rsidR="003B0454" w:rsidRPr="006D2E61" w:rsidRDefault="003B0454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14:paraId="284CC4F1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1</w:t>
      </w:r>
      <w:r w:rsidR="0014316A">
        <w:rPr>
          <w:rFonts w:ascii="Arial Narrow" w:hAnsi="Arial Narrow" w:cs="Arial"/>
          <w:b/>
          <w:caps/>
          <w:sz w:val="24"/>
          <w:szCs w:val="24"/>
          <w:u w:val="single"/>
        </w:rPr>
        <w:t>4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i/>
          <w:caps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REMOCIÓN O REEMPLAZO DE PERSONAL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14:paraId="242C12BE" w14:textId="77777777"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49D7B78C" w14:textId="77777777" w:rsidR="003B0454" w:rsidRPr="006D2E61" w:rsidRDefault="00147457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no podrá realizar cambios de personal sin previa autorización de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,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la cual no será negada sin motivo justificado.  En caso de que por razones ajenas a la voluntad de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sea necesario el reemplazo de cualquier personal,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>se compromete a reemplazarlo por una persona con semejantes aptitudes y experiencia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. 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 se reserva el derecho de objetar cualquier personal, en cualquier momento, siempre y cuando existan causas justificadas para hacerlo.</w:t>
      </w:r>
    </w:p>
    <w:p w14:paraId="73A95C5C" w14:textId="77777777" w:rsidR="003B0454" w:rsidRPr="006D2E61" w:rsidRDefault="003B0454">
      <w:pPr>
        <w:spacing w:after="120"/>
        <w:jc w:val="both"/>
        <w:rPr>
          <w:rFonts w:ascii="Arial Narrow" w:hAnsi="Arial Narrow" w:cs="Arial"/>
        </w:rPr>
      </w:pPr>
    </w:p>
    <w:p w14:paraId="434921D8" w14:textId="77777777" w:rsidR="003B0454" w:rsidRPr="006D2E61" w:rsidRDefault="003B0454">
      <w:pPr>
        <w:jc w:val="both"/>
        <w:rPr>
          <w:rFonts w:ascii="Arial Narrow" w:hAnsi="Arial Narrow" w:cs="Arial"/>
          <w:b/>
          <w:u w:val="single"/>
          <w:lang w:val="es-DO"/>
        </w:rPr>
      </w:pPr>
      <w:r w:rsidRPr="006D2E61">
        <w:rPr>
          <w:rFonts w:ascii="Arial Narrow" w:hAnsi="Arial Narrow" w:cs="Arial"/>
          <w:b/>
          <w:caps/>
          <w:u w:val="single"/>
        </w:rPr>
        <w:t>Artículo 1</w:t>
      </w:r>
      <w:r w:rsidR="009C2D5F">
        <w:rPr>
          <w:rFonts w:ascii="Arial Narrow" w:hAnsi="Arial Narrow" w:cs="Arial"/>
          <w:b/>
          <w:caps/>
          <w:u w:val="single"/>
        </w:rPr>
        <w:t>5</w:t>
      </w:r>
      <w:r w:rsidRPr="006D2E61">
        <w:rPr>
          <w:rFonts w:ascii="Arial Narrow" w:hAnsi="Arial Narrow" w:cs="Arial"/>
          <w:b/>
          <w:caps/>
          <w:u w:val="single"/>
        </w:rPr>
        <w:t>.-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u w:val="single"/>
        </w:rPr>
        <w:t>CONFLICTO DE INTERESES</w:t>
      </w:r>
    </w:p>
    <w:p w14:paraId="67A42F03" w14:textId="77777777"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20AC743D" w14:textId="77777777" w:rsidR="003B0454" w:rsidRPr="006D2E61" w:rsidRDefault="00147457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no se Beneficiará de Otros Pagos. 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El pago a ser recibido por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>previsto en el Artículo 5 del presente Contrato, constituye la única remuneración con relación al alcance del mismo.  Por tanto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no podrá exigir ningún pago adicional por ningún concepto en relación con las actividades establecidas en este Contrato o en cumplimiento de sus obligaciones.  </w:t>
      </w:r>
      <w:r w:rsidR="003B0454" w:rsidRPr="00147457">
        <w:rPr>
          <w:rFonts w:ascii="Arial Narrow" w:hAnsi="Arial Narrow" w:cs="Arial"/>
          <w:sz w:val="24"/>
          <w:szCs w:val="24"/>
        </w:rPr>
        <w:t>Además,</w:t>
      </w:r>
      <w:r w:rsidRPr="00147457">
        <w:rPr>
          <w:rFonts w:ascii="Arial Narrow" w:hAnsi="Arial Narrow" w:cs="Arial"/>
          <w:b/>
        </w:rPr>
        <w:t xml:space="preserve"> </w:t>
      </w:r>
      <w:r w:rsidRPr="00147457">
        <w:rPr>
          <w:rFonts w:ascii="Arial Narrow" w:hAnsi="Arial Narrow" w:cs="Arial"/>
          <w:b/>
          <w:sz w:val="24"/>
        </w:rPr>
        <w:t>EL/LA PRESTRADOR/A DE SERVICIO</w:t>
      </w:r>
      <w:r w:rsidR="003B0454" w:rsidRPr="00147457">
        <w:rPr>
          <w:rFonts w:ascii="Arial Narrow" w:hAnsi="Arial Narrow" w:cs="Arial"/>
          <w:sz w:val="32"/>
          <w:szCs w:val="24"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>utilizará sus mejores esfuerzos para asegurar que su personal técnico tampoco reciba remuneración adicional a la prevista en este Contrato.</w:t>
      </w:r>
    </w:p>
    <w:p w14:paraId="12F3FC17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351AAD1D" w14:textId="77777777" w:rsidR="003B0454" w:rsidRPr="006D2E61" w:rsidRDefault="003B0454">
      <w:pPr>
        <w:jc w:val="both"/>
        <w:rPr>
          <w:rFonts w:ascii="Arial Narrow" w:hAnsi="Arial Narrow" w:cs="Arial"/>
          <w:b/>
          <w:u w:val="single"/>
          <w:lang w:val="es-DO"/>
        </w:rPr>
      </w:pPr>
      <w:r w:rsidRPr="006D2E61">
        <w:rPr>
          <w:rFonts w:ascii="Arial Narrow" w:hAnsi="Arial Narrow" w:cs="Arial"/>
          <w:b/>
          <w:u w:val="single"/>
        </w:rPr>
        <w:t>ARTÍCULO 1</w:t>
      </w:r>
      <w:r w:rsidR="00466E8D">
        <w:rPr>
          <w:rFonts w:ascii="Arial Narrow" w:hAnsi="Arial Narrow" w:cs="Arial"/>
          <w:b/>
          <w:u w:val="single"/>
        </w:rPr>
        <w:t>6</w:t>
      </w:r>
      <w:r w:rsidRPr="006D2E61">
        <w:rPr>
          <w:rFonts w:ascii="Arial Narrow" w:hAnsi="Arial Narrow" w:cs="Arial"/>
          <w:b/>
          <w:u w:val="single"/>
        </w:rPr>
        <w:t>.-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u w:val="single"/>
        </w:rPr>
        <w:t>PROHIBICIÓN DE ACTIVIDADES CONFLICTIVAS</w:t>
      </w:r>
    </w:p>
    <w:p w14:paraId="5B6FF232" w14:textId="77777777"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70AB5EFF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Ni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 xml:space="preserve">ni su personal técnico acreditado tendrán derecho a comprometerse, directa o indirectamente, en cualquier negocio o actividad profesional que pueda producir un conflicto de intereses con las responsabilidades puestas a su cargo en virtud de este Contrato. </w:t>
      </w:r>
    </w:p>
    <w:p w14:paraId="79685FFC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3437306C" w14:textId="77777777" w:rsidR="003B0454" w:rsidRPr="006D2E61" w:rsidRDefault="003B0454">
      <w:pPr>
        <w:jc w:val="both"/>
        <w:rPr>
          <w:rFonts w:ascii="Arial Narrow" w:hAnsi="Arial Narrow" w:cs="Arial"/>
          <w:u w:val="single"/>
          <w:lang w:val="es-DO"/>
        </w:rPr>
      </w:pPr>
      <w:r w:rsidRPr="006D2E61">
        <w:rPr>
          <w:rFonts w:ascii="Arial Narrow" w:hAnsi="Arial Narrow" w:cs="Arial"/>
          <w:b/>
          <w:u w:val="single"/>
        </w:rPr>
        <w:t>ARTÍCULO 1</w:t>
      </w:r>
      <w:r w:rsidR="00BB0883">
        <w:rPr>
          <w:rFonts w:ascii="Arial Narrow" w:hAnsi="Arial Narrow" w:cs="Arial"/>
          <w:b/>
          <w:u w:val="single"/>
        </w:rPr>
        <w:t>7</w:t>
      </w:r>
      <w:r w:rsidRPr="006D2E61">
        <w:rPr>
          <w:rFonts w:ascii="Arial Narrow" w:hAnsi="Arial Narrow" w:cs="Arial"/>
          <w:b/>
          <w:u w:val="single"/>
        </w:rPr>
        <w:t>.-</w:t>
      </w:r>
      <w:r w:rsidRPr="006D2E61">
        <w:rPr>
          <w:rFonts w:ascii="Arial Narrow" w:hAnsi="Arial Narrow" w:cs="Arial"/>
          <w:i/>
          <w:u w:val="single"/>
        </w:rPr>
        <w:t xml:space="preserve"> </w:t>
      </w:r>
      <w:r>
        <w:rPr>
          <w:rFonts w:ascii="Arial Narrow" w:hAnsi="Arial Narrow" w:cs="Arial"/>
          <w:b/>
          <w:u w:val="single"/>
          <w:lang w:val="es-DO"/>
        </w:rPr>
        <w:t>PRESENTACIÓ</w:t>
      </w:r>
      <w:r w:rsidRPr="006D2E61">
        <w:rPr>
          <w:rFonts w:ascii="Arial Narrow" w:hAnsi="Arial Narrow" w:cs="Arial"/>
          <w:b/>
          <w:u w:val="single"/>
          <w:lang w:val="es-DO"/>
        </w:rPr>
        <w:t>N DE INFORMES</w:t>
      </w:r>
    </w:p>
    <w:p w14:paraId="44496C09" w14:textId="77777777" w:rsidR="003B0454" w:rsidRPr="00A57291" w:rsidRDefault="003B0454">
      <w:pPr>
        <w:jc w:val="both"/>
        <w:rPr>
          <w:rFonts w:ascii="Arial Narrow" w:hAnsi="Arial Narrow" w:cs="Arial"/>
          <w:b/>
          <w:sz w:val="12"/>
          <w:lang w:val="es-DO"/>
        </w:rPr>
      </w:pPr>
    </w:p>
    <w:p w14:paraId="4FC27614" w14:textId="77777777" w:rsidR="003B0454" w:rsidRPr="006D2E61" w:rsidRDefault="00147457">
      <w:pPr>
        <w:jc w:val="both"/>
        <w:rPr>
          <w:rFonts w:ascii="Arial Narrow" w:hAnsi="Arial Narrow" w:cs="Arial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lang w:val="es-DO"/>
        </w:rPr>
        <w:t>presentará sus informes en conformidad con el Pliego de Condiciones Específicas.</w:t>
      </w:r>
    </w:p>
    <w:p w14:paraId="7238AAD0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02FDEDB2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Toda la documentación e informes preparados por</w:t>
      </w:r>
      <w:r w:rsidR="00147457">
        <w:rPr>
          <w:rFonts w:ascii="Arial Narrow" w:hAnsi="Arial Narrow" w:cs="Arial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Pr="006D2E61">
        <w:rPr>
          <w:rFonts w:ascii="Arial Narrow" w:hAnsi="Arial Narrow" w:cs="Arial"/>
          <w:b/>
          <w:sz w:val="24"/>
          <w:szCs w:val="24"/>
        </w:rPr>
        <w:t>,</w:t>
      </w:r>
      <w:r w:rsidRPr="006D2E61">
        <w:rPr>
          <w:rFonts w:ascii="Arial Narrow" w:hAnsi="Arial Narrow" w:cs="Arial"/>
          <w:sz w:val="24"/>
          <w:szCs w:val="24"/>
        </w:rPr>
        <w:t xml:space="preserve"> exclusivamente para el  desarrollo del objeto de este Contrato, y que se detallan en los Pliegos de Condiciones Específicas, serán de uso exclusivo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 xml:space="preserve">. 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deberá entregar a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todos los documentos antes mencionados junto a un inventario, a más tardar en la fecha de rescisión o terminación contractual, pudiendo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retener una copia de los mismos, comprometiéndose a no utilizarlos para fines no relacionados con el Contrato, sin el consentimiento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 xml:space="preserve">.  </w:t>
      </w:r>
      <w:r w:rsidRPr="006D2E61">
        <w:rPr>
          <w:rFonts w:ascii="Arial Narrow" w:hAnsi="Arial Narrow" w:cs="Arial"/>
          <w:sz w:val="24"/>
          <w:szCs w:val="24"/>
        </w:rPr>
        <w:t>Entendiéndose que cualquier uso ajeno a los servicios prestados especificados en este Contrato, compromete la responsabilidad de</w:t>
      </w:r>
      <w:r w:rsidR="00147457">
        <w:rPr>
          <w:rFonts w:ascii="Arial Narrow" w:hAnsi="Arial Narrow" w:cs="Arial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14:paraId="62946A27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72B9459D" w14:textId="77777777" w:rsidR="003B0454" w:rsidRPr="006D2E61" w:rsidRDefault="003B0454">
      <w:pPr>
        <w:jc w:val="both"/>
        <w:rPr>
          <w:rFonts w:ascii="Arial Narrow" w:hAnsi="Arial Narrow" w:cs="Arial"/>
          <w:b/>
          <w:u w:val="single"/>
        </w:rPr>
      </w:pPr>
    </w:p>
    <w:p w14:paraId="48B09B02" w14:textId="77777777" w:rsidR="003B0454" w:rsidRPr="006D2E61" w:rsidRDefault="003B0454">
      <w:p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b/>
          <w:u w:val="single"/>
        </w:rPr>
        <w:t>ARTÍCULO 1</w:t>
      </w:r>
      <w:r w:rsidR="00F81767">
        <w:rPr>
          <w:rFonts w:ascii="Arial Narrow" w:hAnsi="Arial Narrow" w:cs="Arial"/>
          <w:b/>
          <w:u w:val="single"/>
        </w:rPr>
        <w:t>8</w:t>
      </w:r>
      <w:r w:rsidRPr="006D2E61">
        <w:rPr>
          <w:rFonts w:ascii="Arial Narrow" w:hAnsi="Arial Narrow" w:cs="Arial"/>
          <w:b/>
          <w:u w:val="single"/>
        </w:rPr>
        <w:t>.- A</w:t>
      </w:r>
      <w:r w:rsidRPr="006D2E61">
        <w:rPr>
          <w:rFonts w:ascii="Arial Narrow" w:hAnsi="Arial Narrow" w:cs="Arial"/>
          <w:b/>
          <w:u w:val="single"/>
          <w:lang w:val="es-DO"/>
        </w:rPr>
        <w:t>PROBACI</w:t>
      </w:r>
      <w:r>
        <w:rPr>
          <w:rFonts w:ascii="Arial Narrow" w:hAnsi="Arial Narrow" w:cs="Arial"/>
          <w:b/>
          <w:u w:val="single"/>
          <w:lang w:val="es-DO"/>
        </w:rPr>
        <w:t>Ó</w:t>
      </w:r>
      <w:r w:rsidRPr="006D2E61">
        <w:rPr>
          <w:rFonts w:ascii="Arial Narrow" w:hAnsi="Arial Narrow" w:cs="Arial"/>
          <w:b/>
          <w:u w:val="single"/>
          <w:lang w:val="es-DO"/>
        </w:rPr>
        <w:t>N DE INFORMES Y DOCUMENTOS</w:t>
      </w:r>
    </w:p>
    <w:p w14:paraId="3A37890C" w14:textId="77777777" w:rsidR="003B0454" w:rsidRPr="00A57291" w:rsidRDefault="003B0454">
      <w:pPr>
        <w:ind w:left="1440" w:hanging="1440"/>
        <w:jc w:val="both"/>
        <w:rPr>
          <w:rFonts w:ascii="Arial Narrow" w:hAnsi="Arial Narrow" w:cs="Arial"/>
          <w:b/>
          <w:sz w:val="12"/>
          <w:lang w:val="es-DO"/>
        </w:rPr>
      </w:pPr>
    </w:p>
    <w:p w14:paraId="7F916BB8" w14:textId="77777777" w:rsidR="003B0454" w:rsidRPr="006D2E61" w:rsidRDefault="003B0454">
      <w:pPr>
        <w:jc w:val="both"/>
        <w:rPr>
          <w:rFonts w:ascii="Arial Narrow" w:hAnsi="Arial Narrow" w:cs="Arial"/>
          <w:lang w:val="es-DO"/>
        </w:rPr>
      </w:pPr>
      <w:r w:rsidRPr="006D2E61">
        <w:rPr>
          <w:rFonts w:ascii="Arial Narrow" w:hAnsi="Arial Narrow" w:cs="Arial"/>
          <w:b/>
          <w:color w:val="800000"/>
        </w:rPr>
        <w:t>[La Entidad Contratante]</w:t>
      </w:r>
      <w:r w:rsidRPr="006D2E61">
        <w:rPr>
          <w:rFonts w:ascii="Arial Narrow" w:hAnsi="Arial Narrow" w:cs="Arial"/>
        </w:rPr>
        <w:t xml:space="preserve"> </w:t>
      </w:r>
      <w:r w:rsidRPr="006D2E61">
        <w:rPr>
          <w:rFonts w:ascii="Arial Narrow" w:hAnsi="Arial Narrow" w:cs="Arial"/>
          <w:lang w:val="es-DO"/>
        </w:rPr>
        <w:t xml:space="preserve"> aprobará, comentará o rechazará los informes y documentos previstos en el artículo precedente. Si no hay una respuesta por escrito en un plazo de sesenta (60) días, los informes  y documentos se considerarán aprobados.   </w:t>
      </w:r>
    </w:p>
    <w:p w14:paraId="08DE744C" w14:textId="77777777" w:rsidR="003B0454" w:rsidRPr="006D2E61" w:rsidRDefault="003B0454">
      <w:pPr>
        <w:jc w:val="both"/>
        <w:rPr>
          <w:rFonts w:ascii="Arial Narrow" w:hAnsi="Arial Narrow" w:cs="Arial"/>
          <w:lang w:val="es-DO"/>
        </w:rPr>
      </w:pPr>
    </w:p>
    <w:p w14:paraId="5920443A" w14:textId="77777777" w:rsidR="003B0454" w:rsidRPr="006D2E61" w:rsidRDefault="003B0454">
      <w:pPr>
        <w:jc w:val="both"/>
        <w:rPr>
          <w:rFonts w:ascii="Arial Narrow" w:hAnsi="Arial Narrow" w:cs="Arial"/>
          <w:b/>
          <w:u w:val="single"/>
          <w:lang w:val="es-DO"/>
        </w:rPr>
      </w:pPr>
      <w:r w:rsidRPr="006D2E61">
        <w:rPr>
          <w:rFonts w:ascii="Arial Narrow" w:hAnsi="Arial Narrow" w:cs="Arial"/>
          <w:b/>
          <w:caps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u w:val="single"/>
        </w:rPr>
        <w:t>19</w:t>
      </w:r>
      <w:r w:rsidRPr="006D2E61">
        <w:rPr>
          <w:rFonts w:ascii="Arial Narrow" w:hAnsi="Arial Narrow" w:cs="Arial"/>
          <w:b/>
          <w:caps/>
          <w:u w:val="single"/>
        </w:rPr>
        <w:t xml:space="preserve">- 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u w:val="single"/>
        </w:rPr>
        <w:t>CONFIDENCIALIDAD.</w:t>
      </w:r>
    </w:p>
    <w:p w14:paraId="45E63CE3" w14:textId="77777777" w:rsidR="003B0454" w:rsidRPr="00A57291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2CBAA5CF" w14:textId="77777777" w:rsidR="003B0454" w:rsidRPr="006D2E61" w:rsidRDefault="003B0454">
      <w:pPr>
        <w:pStyle w:val="Textoindependiente"/>
        <w:rPr>
          <w:rFonts w:ascii="Arial Narrow" w:hAnsi="Arial Narrow" w:cs="Arial"/>
          <w:b/>
          <w:color w:val="800000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Todos  los informes y documentos que se produzcan como consecuencia del presente Contrato no podrán ser divulgados a terceras personas o instituciones, durante ni después de la expiración del presente Contrato, sin la autorización escrita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Contratante].</w:t>
      </w:r>
    </w:p>
    <w:p w14:paraId="0F77CBC5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01D108AE" w14:textId="77777777" w:rsidR="003B0454" w:rsidRPr="006D2E61" w:rsidRDefault="003B0454">
      <w:pPr>
        <w:jc w:val="both"/>
        <w:rPr>
          <w:rFonts w:ascii="Arial Narrow" w:hAnsi="Arial Narrow" w:cs="Arial"/>
          <w:b/>
          <w:u w:val="single"/>
          <w:lang w:val="es-DO"/>
        </w:rPr>
      </w:pPr>
      <w:r w:rsidRPr="006D2E61">
        <w:rPr>
          <w:rFonts w:ascii="Arial Narrow" w:hAnsi="Arial Narrow" w:cs="Arial"/>
          <w:b/>
          <w:u w:val="single"/>
        </w:rPr>
        <w:t>ARTÍCULO 2</w:t>
      </w:r>
      <w:r w:rsidR="004F586F">
        <w:rPr>
          <w:rFonts w:ascii="Arial Narrow" w:hAnsi="Arial Narrow" w:cs="Arial"/>
          <w:b/>
          <w:u w:val="single"/>
        </w:rPr>
        <w:t>0</w:t>
      </w:r>
      <w:r w:rsidRPr="006D2E61">
        <w:rPr>
          <w:rFonts w:ascii="Arial Narrow" w:hAnsi="Arial Narrow" w:cs="Arial"/>
          <w:b/>
          <w:u w:val="single"/>
        </w:rPr>
        <w:t>.-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u w:val="single"/>
        </w:rPr>
        <w:t>GARANTÍA DE  FIEL CUMPLIMIENTO DE CONTRATO</w:t>
      </w:r>
    </w:p>
    <w:p w14:paraId="4B46B2F5" w14:textId="77777777" w:rsidR="003B0454" w:rsidRPr="00A57291" w:rsidRDefault="003B0454">
      <w:pPr>
        <w:rPr>
          <w:rFonts w:ascii="Arial Narrow" w:hAnsi="Arial Narrow" w:cs="Arial"/>
          <w:b/>
          <w:sz w:val="12"/>
          <w:u w:val="single"/>
          <w:lang w:val="es-ES_tradnl"/>
        </w:rPr>
      </w:pPr>
    </w:p>
    <w:p w14:paraId="724C403D" w14:textId="77777777" w:rsidR="003B0454" w:rsidRPr="006D2E61" w:rsidRDefault="003B0454" w:rsidP="00DF10D4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 xml:space="preserve">Para garantizar el fiel cumplimiento del presente Contrato </w:t>
      </w:r>
      <w:r w:rsidR="00147457" w:rsidRPr="00147457">
        <w:rPr>
          <w:rFonts w:ascii="Arial Narrow" w:hAnsi="Arial Narrow" w:cs="Arial"/>
          <w:b/>
        </w:rPr>
        <w:t>EL/LA PRESTRADOR/A DE SERVICIO</w:t>
      </w:r>
      <w:r w:rsidR="00147457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</w:rPr>
        <w:t>hace formal entrega de una</w:t>
      </w:r>
      <w:r w:rsidRPr="006D2E61">
        <w:rPr>
          <w:rFonts w:ascii="Arial Narrow" w:eastAsia="SimSun" w:hAnsi="Arial Narrow" w:cs="Arial"/>
          <w:lang w:val="es-MX"/>
        </w:rPr>
        <w:t xml:space="preserve"> garantía bancaria o una póliza de seguros </w:t>
      </w:r>
      <w:r w:rsidRPr="006D2E61">
        <w:rPr>
          <w:rFonts w:ascii="Arial Narrow" w:hAnsi="Arial Narrow" w:cs="Arial"/>
        </w:rPr>
        <w:t xml:space="preserve">a favor de </w:t>
      </w:r>
      <w:r w:rsidRPr="006D2E61">
        <w:rPr>
          <w:rFonts w:ascii="Arial Narrow" w:hAnsi="Arial Narrow" w:cs="Arial"/>
          <w:b/>
          <w:color w:val="800000"/>
        </w:rPr>
        <w:t>[la Entidad Contratante]</w:t>
      </w:r>
      <w:r w:rsidRPr="006D2E61">
        <w:rPr>
          <w:rFonts w:ascii="Arial Narrow" w:hAnsi="Arial Narrow" w:cs="Arial"/>
        </w:rPr>
        <w:t xml:space="preserve">  en cumplimiento a lo establecido en los artículos </w:t>
      </w:r>
      <w:r w:rsidR="004F586F">
        <w:rPr>
          <w:rFonts w:ascii="Arial Narrow" w:hAnsi="Arial Narrow" w:cs="Arial"/>
        </w:rPr>
        <w:t>112</w:t>
      </w:r>
      <w:r w:rsidRPr="006D2E61">
        <w:rPr>
          <w:rFonts w:ascii="Arial Narrow" w:hAnsi="Arial Narrow" w:cs="Arial"/>
        </w:rPr>
        <w:t xml:space="preserve"> del Reglamento de Aplicación de la Ley, emitido mediante el Decreto </w:t>
      </w:r>
      <w:r w:rsidR="004F586F">
        <w:rPr>
          <w:rFonts w:ascii="Arial Narrow" w:hAnsi="Arial Narrow" w:cs="Arial"/>
        </w:rPr>
        <w:t>543</w:t>
      </w:r>
      <w:r w:rsidRPr="006D2E61">
        <w:rPr>
          <w:rFonts w:ascii="Arial Narrow" w:hAnsi="Arial Narrow" w:cs="Arial"/>
        </w:rPr>
        <w:t>-</w:t>
      </w:r>
      <w:r w:rsidR="004F586F">
        <w:rPr>
          <w:rFonts w:ascii="Arial Narrow" w:hAnsi="Arial Narrow" w:cs="Arial"/>
        </w:rPr>
        <w:t>12</w:t>
      </w:r>
      <w:r w:rsidRPr="006D2E61">
        <w:rPr>
          <w:rFonts w:ascii="Arial Narrow" w:hAnsi="Arial Narrow" w:cs="Arial"/>
        </w:rPr>
        <w:t xml:space="preserve">, de fecha </w:t>
      </w:r>
      <w:r w:rsidR="004F586F">
        <w:rPr>
          <w:rFonts w:ascii="Arial Narrow" w:hAnsi="Arial Narrow" w:cs="Arial"/>
        </w:rPr>
        <w:t>seis</w:t>
      </w:r>
      <w:r w:rsidRPr="006D2E61">
        <w:rPr>
          <w:rFonts w:ascii="Arial Narrow" w:hAnsi="Arial Narrow" w:cs="Arial"/>
        </w:rPr>
        <w:t xml:space="preserve"> (</w:t>
      </w:r>
      <w:r w:rsidR="004F586F">
        <w:rPr>
          <w:rFonts w:ascii="Arial Narrow" w:hAnsi="Arial Narrow" w:cs="Arial"/>
        </w:rPr>
        <w:t>6</w:t>
      </w:r>
      <w:r w:rsidRPr="006D2E61">
        <w:rPr>
          <w:rFonts w:ascii="Arial Narrow" w:hAnsi="Arial Narrow" w:cs="Arial"/>
        </w:rPr>
        <w:t xml:space="preserve">) de </w:t>
      </w:r>
      <w:r w:rsidR="004F586F">
        <w:rPr>
          <w:rFonts w:ascii="Arial Narrow" w:hAnsi="Arial Narrow" w:cs="Arial"/>
        </w:rPr>
        <w:t>septiembre</w:t>
      </w:r>
      <w:r w:rsidRPr="006D2E61">
        <w:rPr>
          <w:rFonts w:ascii="Arial Narrow" w:hAnsi="Arial Narrow" w:cs="Arial"/>
        </w:rPr>
        <w:t xml:space="preserve"> del dos mil </w:t>
      </w:r>
      <w:r w:rsidR="004F586F">
        <w:rPr>
          <w:rFonts w:ascii="Arial Narrow" w:hAnsi="Arial Narrow" w:cs="Arial"/>
        </w:rPr>
        <w:t>doce</w:t>
      </w:r>
      <w:r w:rsidRPr="006D2E61">
        <w:rPr>
          <w:rFonts w:ascii="Arial Narrow" w:hAnsi="Arial Narrow" w:cs="Arial"/>
        </w:rPr>
        <w:t xml:space="preserve"> (20</w:t>
      </w:r>
      <w:r w:rsidR="004F586F">
        <w:rPr>
          <w:rFonts w:ascii="Arial Narrow" w:hAnsi="Arial Narrow" w:cs="Arial"/>
        </w:rPr>
        <w:t>12</w:t>
      </w:r>
      <w:r w:rsidRPr="006D2E61">
        <w:rPr>
          <w:rFonts w:ascii="Arial Narrow" w:hAnsi="Arial Narrow" w:cs="Arial"/>
        </w:rPr>
        <w:t xml:space="preserve">), por un valor equivalente al Cuatro por </w:t>
      </w:r>
      <w:r w:rsidR="004F586F">
        <w:rPr>
          <w:rFonts w:ascii="Arial Narrow" w:hAnsi="Arial Narrow" w:cs="Arial"/>
        </w:rPr>
        <w:t>Cuatro</w:t>
      </w:r>
      <w:r w:rsidRPr="006D2E61">
        <w:rPr>
          <w:rFonts w:ascii="Arial Narrow" w:hAnsi="Arial Narrow" w:cs="Arial"/>
        </w:rPr>
        <w:t xml:space="preserve"> (</w:t>
      </w:r>
      <w:r w:rsidR="004F586F">
        <w:rPr>
          <w:rFonts w:ascii="Arial Narrow" w:hAnsi="Arial Narrow" w:cs="Arial"/>
        </w:rPr>
        <w:t>4</w:t>
      </w:r>
      <w:r w:rsidRPr="006D2E61">
        <w:rPr>
          <w:rFonts w:ascii="Arial Narrow" w:hAnsi="Arial Narrow" w:cs="Arial"/>
        </w:rPr>
        <w:t>%) del monto del Contrato.</w:t>
      </w:r>
    </w:p>
    <w:p w14:paraId="72494FD4" w14:textId="77777777" w:rsidR="003B0454" w:rsidRPr="006D2E61" w:rsidRDefault="003B0454" w:rsidP="00DF10D4">
      <w:pPr>
        <w:jc w:val="both"/>
        <w:rPr>
          <w:rFonts w:ascii="Arial Narrow" w:hAnsi="Arial Narrow" w:cs="Arial"/>
          <w:b/>
        </w:rPr>
      </w:pPr>
    </w:p>
    <w:p w14:paraId="018878F9" w14:textId="77777777" w:rsidR="003B0454" w:rsidRPr="006D2E61" w:rsidRDefault="003B0454" w:rsidP="00DF10D4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  <w:b/>
        </w:rPr>
        <w:t>PARRAFO I</w:t>
      </w:r>
      <w:r w:rsidRPr="006D2E61">
        <w:rPr>
          <w:rFonts w:ascii="Arial Narrow" w:hAnsi="Arial Narrow" w:cs="Arial"/>
        </w:rPr>
        <w:t xml:space="preserve">. Dicha garantía responderá de los daños y perjuicios que se produzcan a </w:t>
      </w:r>
      <w:r w:rsidRPr="006D2E61">
        <w:rPr>
          <w:rFonts w:ascii="Arial Narrow" w:hAnsi="Arial Narrow" w:cs="Arial"/>
          <w:b/>
          <w:color w:val="800000"/>
        </w:rPr>
        <w:t>[la Entidad Contratante]</w:t>
      </w:r>
      <w:r w:rsidRPr="006D2E61">
        <w:rPr>
          <w:rFonts w:ascii="Arial Narrow" w:hAnsi="Arial Narrow" w:cs="Arial"/>
        </w:rPr>
        <w:t xml:space="preserve"> en caso de incumplimiento, que determinará en todo caso la realización de la garantía, independientemente del resto de acciones que legalmente procedan.</w:t>
      </w:r>
    </w:p>
    <w:p w14:paraId="6B958CCC" w14:textId="77777777" w:rsidR="003B0454" w:rsidRPr="006D2E61" w:rsidRDefault="003B0454" w:rsidP="00DF10D4">
      <w:pPr>
        <w:jc w:val="both"/>
        <w:rPr>
          <w:rFonts w:ascii="Arial Narrow" w:hAnsi="Arial Narrow" w:cs="Arial"/>
        </w:rPr>
      </w:pPr>
    </w:p>
    <w:p w14:paraId="63474B9F" w14:textId="77777777" w:rsidR="003B0454" w:rsidRPr="006D2E61" w:rsidRDefault="003B0454">
      <w:pPr>
        <w:jc w:val="both"/>
        <w:rPr>
          <w:rFonts w:ascii="Arial Narrow" w:hAnsi="Arial Narrow" w:cs="Arial"/>
          <w:b/>
          <w:bCs/>
          <w:lang w:val="es-DO"/>
        </w:rPr>
      </w:pPr>
      <w:r w:rsidRPr="006D2E61">
        <w:rPr>
          <w:rFonts w:ascii="Arial Narrow" w:hAnsi="Arial Narrow" w:cs="Arial"/>
          <w:b/>
          <w:caps/>
          <w:u w:val="single"/>
        </w:rPr>
        <w:t>Artículo 2</w:t>
      </w:r>
      <w:r w:rsidR="004F586F">
        <w:rPr>
          <w:rFonts w:ascii="Arial Narrow" w:hAnsi="Arial Narrow" w:cs="Arial"/>
          <w:b/>
          <w:caps/>
          <w:u w:val="single"/>
        </w:rPr>
        <w:t>1</w:t>
      </w:r>
      <w:r w:rsidRPr="006D2E61">
        <w:rPr>
          <w:rFonts w:ascii="Arial Narrow" w:hAnsi="Arial Narrow" w:cs="Arial"/>
          <w:b/>
          <w:caps/>
          <w:u w:val="single"/>
        </w:rPr>
        <w:t>.-</w:t>
      </w:r>
      <w:r w:rsidRPr="006D2E61">
        <w:rPr>
          <w:rFonts w:ascii="Arial Narrow" w:hAnsi="Arial Narrow" w:cs="Arial"/>
          <w:b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bCs/>
          <w:u w:val="single"/>
          <w:lang w:val="es-DO"/>
        </w:rPr>
        <w:t>RESPONSABILIDAD DE  SEGUROS</w:t>
      </w:r>
      <w:r w:rsidRPr="006D2E61">
        <w:rPr>
          <w:rFonts w:ascii="Arial Narrow" w:hAnsi="Arial Narrow" w:cs="Arial"/>
          <w:b/>
          <w:bCs/>
          <w:lang w:val="es-DO"/>
        </w:rPr>
        <w:t xml:space="preserve">.-  </w:t>
      </w:r>
    </w:p>
    <w:p w14:paraId="412CEC27" w14:textId="77777777" w:rsidR="003B0454" w:rsidRPr="006D2E61" w:rsidRDefault="003B0454">
      <w:pPr>
        <w:jc w:val="both"/>
        <w:rPr>
          <w:rFonts w:ascii="Arial Narrow" w:hAnsi="Arial Narrow" w:cs="Arial"/>
          <w:b/>
          <w:bCs/>
          <w:lang w:val="es-DO"/>
        </w:rPr>
      </w:pPr>
    </w:p>
    <w:p w14:paraId="736C6264" w14:textId="77777777" w:rsidR="003B0454" w:rsidRPr="006D2E61" w:rsidRDefault="00147457">
      <w:pPr>
        <w:jc w:val="both"/>
        <w:rPr>
          <w:rFonts w:ascii="Arial Narrow" w:hAnsi="Arial Narrow" w:cs="Arial"/>
          <w:lang w:val="es-DO"/>
        </w:rPr>
      </w:pPr>
      <w:r w:rsidRPr="00147457">
        <w:rPr>
          <w:rFonts w:ascii="Arial Narrow" w:hAnsi="Arial Narrow" w:cs="Arial"/>
          <w:b/>
        </w:rPr>
        <w:t>EL/LA PRESTRADOR/A DE SERVICIO</w:t>
      </w:r>
      <w:r w:rsidR="003B0454" w:rsidRPr="006D2E61">
        <w:rPr>
          <w:rFonts w:ascii="Arial Narrow" w:hAnsi="Arial Narrow" w:cs="Arial"/>
          <w:lang w:val="es-DO"/>
        </w:rPr>
        <w:t xml:space="preserve">,  será en todo momento la única responsable y protegerá a </w:t>
      </w:r>
      <w:r w:rsidR="003B0454" w:rsidRPr="006D2E61">
        <w:rPr>
          <w:rFonts w:ascii="Arial Narrow" w:hAnsi="Arial Narrow" w:cs="Arial"/>
          <w:b/>
          <w:color w:val="800000"/>
        </w:rPr>
        <w:t>[la Entidad Contratante]</w:t>
      </w:r>
      <w:r w:rsidR="003B0454" w:rsidRPr="006D2E61">
        <w:rPr>
          <w:rFonts w:ascii="Arial Narrow" w:hAnsi="Arial Narrow" w:cs="Arial"/>
        </w:rPr>
        <w:t xml:space="preserve"> </w:t>
      </w:r>
      <w:r w:rsidR="003B0454" w:rsidRPr="006D2E61">
        <w:rPr>
          <w:rFonts w:ascii="Arial Narrow" w:hAnsi="Arial Narrow" w:cs="Arial"/>
          <w:lang w:val="es-DO"/>
        </w:rPr>
        <w:t>y a su representante frente a cualquier reclamación  de  terceros por concepto de indemnización por daños de cualquier naturaleza o lesiones corporales producidas como consecuencia de la ejecución del presente Contrato por</w:t>
      </w:r>
      <w:r w:rsidRPr="00147457">
        <w:rPr>
          <w:rFonts w:ascii="Arial Narrow" w:hAnsi="Arial Narrow" w:cs="Arial"/>
          <w:b/>
        </w:rPr>
        <w:t xml:space="preserve"> EL/LA PRESTRADOR/A DE SERVICIO</w:t>
      </w:r>
      <w:r w:rsidR="003B0454" w:rsidRPr="006D2E61">
        <w:rPr>
          <w:rFonts w:ascii="Arial Narrow" w:hAnsi="Arial Narrow" w:cs="Arial"/>
          <w:lang w:val="es-DO"/>
        </w:rPr>
        <w:t>, y su respectivo personal.  A tales efectos deberá presentar para la  suscripción  del presente  Contrato la póliza de responsabilidad civil general correspondiente.</w:t>
      </w:r>
    </w:p>
    <w:p w14:paraId="20078872" w14:textId="77777777" w:rsidR="003B0454" w:rsidRDefault="003B0454">
      <w:pPr>
        <w:jc w:val="both"/>
        <w:rPr>
          <w:rFonts w:ascii="Arial Narrow" w:hAnsi="Arial Narrow" w:cs="Arial"/>
          <w:lang w:val="es-DO"/>
        </w:rPr>
      </w:pPr>
    </w:p>
    <w:p w14:paraId="5C0A4977" w14:textId="77777777" w:rsidR="004F586F" w:rsidRDefault="004F586F">
      <w:pPr>
        <w:jc w:val="both"/>
        <w:rPr>
          <w:rFonts w:ascii="Arial Narrow" w:hAnsi="Arial Narrow" w:cs="Arial"/>
          <w:lang w:val="es-DO"/>
        </w:rPr>
      </w:pPr>
    </w:p>
    <w:p w14:paraId="11B14216" w14:textId="77777777" w:rsidR="004F586F" w:rsidRDefault="004F586F">
      <w:pPr>
        <w:jc w:val="both"/>
        <w:rPr>
          <w:rFonts w:ascii="Arial Narrow" w:hAnsi="Arial Narrow" w:cs="Arial"/>
          <w:lang w:val="es-DO"/>
        </w:rPr>
      </w:pPr>
    </w:p>
    <w:p w14:paraId="5840F007" w14:textId="77777777" w:rsidR="004F586F" w:rsidRDefault="004F586F">
      <w:pPr>
        <w:jc w:val="both"/>
        <w:rPr>
          <w:rFonts w:ascii="Arial Narrow" w:hAnsi="Arial Narrow" w:cs="Arial"/>
          <w:lang w:val="es-DO"/>
        </w:rPr>
      </w:pPr>
    </w:p>
    <w:p w14:paraId="4E45128F" w14:textId="77777777" w:rsidR="004F586F" w:rsidRPr="006D2E61" w:rsidRDefault="004F586F">
      <w:pPr>
        <w:jc w:val="both"/>
        <w:rPr>
          <w:rFonts w:ascii="Arial Narrow" w:hAnsi="Arial Narrow" w:cs="Arial"/>
          <w:lang w:val="es-DO"/>
        </w:rPr>
      </w:pPr>
    </w:p>
    <w:p w14:paraId="4AE5E5DE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2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  <w:lang w:val="es-DO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INDEMNIZACIÓN </w:t>
      </w:r>
      <w:r w:rsidRPr="00147457">
        <w:rPr>
          <w:rFonts w:ascii="Arial Narrow" w:hAnsi="Arial Narrow" w:cs="Arial"/>
          <w:b/>
          <w:sz w:val="24"/>
          <w:szCs w:val="24"/>
          <w:u w:val="single"/>
        </w:rPr>
        <w:t xml:space="preserve">POR PARTE DE </w:t>
      </w:r>
      <w:r w:rsidR="00147457" w:rsidRPr="00147457">
        <w:rPr>
          <w:rFonts w:ascii="Arial Narrow" w:hAnsi="Arial Narrow" w:cs="Arial"/>
          <w:b/>
          <w:sz w:val="24"/>
          <w:szCs w:val="24"/>
          <w:u w:val="single"/>
        </w:rPr>
        <w:t>EL/LA PRESTRADOR/A DE SERVICIO</w:t>
      </w:r>
    </w:p>
    <w:p w14:paraId="70B06165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</w:p>
    <w:p w14:paraId="3995412D" w14:textId="77777777" w:rsidR="003B0454" w:rsidRPr="006D2E61" w:rsidRDefault="00147457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será responsable dentro de los límites de su seguro de responsabilidad civil general, de indemnizar a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 total y efectivamente contra toda pérdida, daños, perjuicios, muertes, gastos, acción, procedimiento, demanda, costos y reclamaciones de una tercera persona, ocurrida durante la ejecución del presente Contrato o dos (2) años siguientes a su terminación, incluyendo, pero sin limitar, a honorarios y gastos legales incurridos por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b/>
          <w:sz w:val="24"/>
          <w:szCs w:val="24"/>
        </w:rPr>
        <w:t xml:space="preserve">,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pero solamente en la medida en que tales pérdidas, daños, o perjuicios  sean  resultado de actos ilícitos o negligencia de  </w:t>
      </w:r>
      <w:r w:rsidRPr="00147457">
        <w:rPr>
          <w:rFonts w:ascii="Arial Narrow" w:hAnsi="Arial Narrow" w:cs="Arial"/>
          <w:b/>
          <w:sz w:val="24"/>
        </w:rPr>
        <w:t>EL/LA PRESTRADOR/A DE SERVICIO</w:t>
      </w:r>
      <w:r w:rsidR="003B0454" w:rsidRPr="006D2E61">
        <w:rPr>
          <w:rFonts w:ascii="Arial Narrow" w:hAnsi="Arial Narrow" w:cs="Arial"/>
          <w:b/>
          <w:sz w:val="24"/>
          <w:szCs w:val="24"/>
        </w:rPr>
        <w:t>,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 así como del  uso o violación de cualquier patente de invención o propiedad intelectual o de cualquier hecho o acontecimiento que resulte como consecuencia de su falta</w:t>
      </w:r>
    </w:p>
    <w:p w14:paraId="2DF21AF7" w14:textId="77777777" w:rsidR="00147457" w:rsidRDefault="00147457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14:paraId="3C013160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3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 OBLIGACIONES DE LA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</w:p>
    <w:p w14:paraId="14CFF9D5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09B01E93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</w:rPr>
        <w:t xml:space="preserve">  </w:t>
      </w:r>
      <w:r w:rsidRPr="006D2E61">
        <w:rPr>
          <w:rFonts w:ascii="Arial Narrow" w:hAnsi="Arial Narrow" w:cs="Arial"/>
          <w:sz w:val="24"/>
          <w:szCs w:val="24"/>
        </w:rPr>
        <w:t>hará sus mejores esfuerzos para asegurar que el Gobierno:</w:t>
      </w:r>
    </w:p>
    <w:p w14:paraId="449197BD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2076F931" w14:textId="77777777" w:rsidR="003B0454" w:rsidRPr="006D2E61" w:rsidRDefault="003B0454">
      <w:pPr>
        <w:pStyle w:val="Textoindependiente"/>
        <w:numPr>
          <w:ilvl w:val="0"/>
          <w:numId w:val="2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Provea a </w:t>
      </w:r>
      <w:r w:rsidR="00147457" w:rsidRPr="00147457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y a su</w:t>
      </w:r>
      <w:r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 personal técnico acreditado de cualquier documento gubernamental necesario para la realización de los servicios establecidos en este Contrato;</w:t>
      </w:r>
    </w:p>
    <w:p w14:paraId="0F4283E0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05C9EF43" w14:textId="77777777" w:rsidR="003B0454" w:rsidRPr="006D2E61" w:rsidRDefault="003B0454">
      <w:pPr>
        <w:pStyle w:val="Textoindependiente"/>
        <w:numPr>
          <w:ilvl w:val="0"/>
          <w:numId w:val="21"/>
        </w:numPr>
        <w:rPr>
          <w:rFonts w:ascii="Arial Narrow" w:hAnsi="Arial Narrow" w:cs="Arial"/>
          <w:color w:val="800000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Facilite para el personal técnico acreditado con rapidez las visas de entrada y salida, permisos de residencia, cédula y cualquier otro documento necesario para su permanencia en el país </w:t>
      </w:r>
      <w:r w:rsidRPr="00C36E4E">
        <w:rPr>
          <w:rFonts w:ascii="Arial Narrow" w:hAnsi="Arial Narrow" w:cs="Arial"/>
          <w:b/>
          <w:color w:val="800000"/>
          <w:sz w:val="24"/>
          <w:szCs w:val="24"/>
        </w:rPr>
        <w:t>[si procede]</w:t>
      </w:r>
      <w:r w:rsidRPr="006D2E61">
        <w:rPr>
          <w:rFonts w:ascii="Arial Narrow" w:hAnsi="Arial Narrow" w:cs="Arial"/>
          <w:color w:val="800000"/>
          <w:sz w:val="24"/>
          <w:szCs w:val="24"/>
        </w:rPr>
        <w:t>;</w:t>
      </w:r>
    </w:p>
    <w:p w14:paraId="2EEC8A60" w14:textId="77777777" w:rsidR="003B0454" w:rsidRPr="006D2E61" w:rsidRDefault="003B0454">
      <w:pPr>
        <w:pStyle w:val="Textoindependiente"/>
        <w:rPr>
          <w:rFonts w:ascii="Arial Narrow" w:hAnsi="Arial Narrow" w:cs="Arial"/>
          <w:color w:val="800000"/>
          <w:sz w:val="24"/>
          <w:szCs w:val="24"/>
        </w:rPr>
      </w:pPr>
    </w:p>
    <w:p w14:paraId="43853EB8" w14:textId="77777777" w:rsidR="003B0454" w:rsidRPr="006D2E61" w:rsidRDefault="003B0454">
      <w:pPr>
        <w:pStyle w:val="Textoindependiente"/>
        <w:numPr>
          <w:ilvl w:val="0"/>
          <w:numId w:val="2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Facilite la entrada de cualquier material y/o equipo necesario para la realización de los servicios, así como de las pertenencias del personal extranjero y</w:t>
      </w:r>
      <w:r w:rsidR="00147457">
        <w:rPr>
          <w:rFonts w:ascii="Arial Narrow" w:hAnsi="Arial Narrow" w:cs="Arial"/>
          <w:sz w:val="24"/>
          <w:szCs w:val="24"/>
        </w:rPr>
        <w:t xml:space="preserve">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Pr="00C36E4E">
        <w:rPr>
          <w:rFonts w:ascii="Arial Narrow" w:hAnsi="Arial Narrow" w:cs="Arial"/>
          <w:b/>
          <w:color w:val="800000"/>
          <w:sz w:val="24"/>
          <w:szCs w:val="24"/>
        </w:rPr>
        <w:t>[si procede]</w:t>
      </w:r>
      <w:r w:rsidRPr="00C36E4E">
        <w:rPr>
          <w:rFonts w:ascii="Arial Narrow" w:hAnsi="Arial Narrow" w:cs="Arial"/>
          <w:b/>
          <w:sz w:val="24"/>
          <w:szCs w:val="24"/>
        </w:rPr>
        <w:t>;</w:t>
      </w:r>
    </w:p>
    <w:p w14:paraId="69C3FB5F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1E8F663F" w14:textId="77777777" w:rsidR="003B0454" w:rsidRPr="006D2E61" w:rsidRDefault="003B0454">
      <w:pPr>
        <w:pStyle w:val="Textoindependiente"/>
        <w:numPr>
          <w:ilvl w:val="0"/>
          <w:numId w:val="2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Emita las instrucciones necesarias a los agentes, funcionarios y representantes del Estado para la rápida y efectiva ejecución de los servicios;</w:t>
      </w:r>
    </w:p>
    <w:p w14:paraId="7E524697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356B088A" w14:textId="77777777" w:rsidR="003B0454" w:rsidRPr="006D2E61" w:rsidRDefault="003B0454" w:rsidP="00336668">
      <w:pPr>
        <w:pStyle w:val="Textoindependiente"/>
        <w:numPr>
          <w:ilvl w:val="0"/>
          <w:numId w:val="21"/>
        </w:numPr>
        <w:rPr>
          <w:rFonts w:ascii="Arial Narrow" w:hAnsi="Arial Narrow" w:cs="Arial"/>
          <w:color w:val="FF0000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Gestione en favor de </w:t>
      </w:r>
      <w:r w:rsidR="00147457" w:rsidRPr="00147457">
        <w:rPr>
          <w:rFonts w:ascii="Arial Narrow" w:hAnsi="Arial Narrow" w:cs="Arial"/>
          <w:b/>
          <w:sz w:val="24"/>
        </w:rPr>
        <w:t>EL/LA PRESTRADOR/A DE SERVICIO</w:t>
      </w:r>
      <w:r w:rsidRPr="006D2E61">
        <w:rPr>
          <w:rFonts w:ascii="Arial Narrow" w:hAnsi="Arial Narrow" w:cs="Arial"/>
          <w:sz w:val="24"/>
          <w:szCs w:val="24"/>
        </w:rPr>
        <w:t xml:space="preserve"> y su personal complementario para la realización de los servicios a ser prestados, el cumplimiento de cualquier requisito para registrar u obtener permiso para ejercer la profesión </w:t>
      </w:r>
      <w:r w:rsidRPr="00C36E4E">
        <w:rPr>
          <w:rFonts w:ascii="Arial Narrow" w:hAnsi="Arial Narrow" w:cs="Arial"/>
          <w:b/>
          <w:color w:val="800000"/>
          <w:sz w:val="24"/>
          <w:szCs w:val="24"/>
        </w:rPr>
        <w:t>[si procede]</w:t>
      </w:r>
      <w:r w:rsidRPr="006D2E61">
        <w:rPr>
          <w:rFonts w:ascii="Arial Narrow" w:hAnsi="Arial Narrow" w:cs="Arial"/>
          <w:color w:val="800000"/>
          <w:sz w:val="24"/>
          <w:szCs w:val="24"/>
        </w:rPr>
        <w:t>;</w:t>
      </w:r>
    </w:p>
    <w:p w14:paraId="66336F5F" w14:textId="77777777" w:rsidR="003B0454" w:rsidRPr="006D2E61" w:rsidRDefault="003B0454" w:rsidP="00336668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5E447629" w14:textId="77777777" w:rsidR="003B0454" w:rsidRPr="006D2E61" w:rsidRDefault="003B0454" w:rsidP="00336668">
      <w:pPr>
        <w:pStyle w:val="Textoindependiente"/>
        <w:numPr>
          <w:ilvl w:val="0"/>
          <w:numId w:val="21"/>
        </w:numPr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Conceda a </w:t>
      </w:r>
      <w:r w:rsidR="00147457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 xml:space="preserve">y su personal complementario el privilegio, al amparo de las leyes nacionales, de traer al país cantidades razonables de divisas para los fines de cumplir con sus obligaciones y de repatriar las sumas que hayan sido ganadas por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 xml:space="preserve">y el personal, en la ejecución de sus servicios </w:t>
      </w:r>
      <w:r w:rsidRPr="00C36E4E">
        <w:rPr>
          <w:rFonts w:ascii="Arial Narrow" w:hAnsi="Arial Narrow" w:cs="Arial"/>
          <w:b/>
          <w:color w:val="800000"/>
          <w:sz w:val="24"/>
          <w:szCs w:val="24"/>
        </w:rPr>
        <w:t>[si procede]</w:t>
      </w:r>
      <w:r w:rsidRPr="00C36E4E">
        <w:rPr>
          <w:rFonts w:ascii="Arial Narrow" w:hAnsi="Arial Narrow" w:cs="Arial"/>
          <w:sz w:val="24"/>
          <w:szCs w:val="24"/>
        </w:rPr>
        <w:t>.</w:t>
      </w:r>
    </w:p>
    <w:p w14:paraId="0375FD42" w14:textId="77777777" w:rsidR="003B0454" w:rsidRDefault="003B0454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14:paraId="608171D7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4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EQUILIBRIO ECONÓMICO.</w:t>
      </w:r>
    </w:p>
    <w:p w14:paraId="60F92D08" w14:textId="77777777"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52416346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Si en fecha posterior a la entrada en vigencia del presente Contrato se producen cambios en las leyes nacionales, relativos y/o relacionados con la moneda nacional, que impliquen  aumentos en el costo o en los gastos a incurrir por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 xml:space="preserve">para la realización de sus servicios, los pagos y los gastos reembolsables pagables a </w:t>
      </w:r>
      <w:r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en virtud de este Contrato aumentarán en la proporción correspondiente a las modificaciones que haya sufrido la legislación con relación a la devaluación de la moneda nacional.</w:t>
      </w:r>
    </w:p>
    <w:p w14:paraId="318A4654" w14:textId="77777777" w:rsidR="004F586F" w:rsidRDefault="004F586F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14:paraId="20B8CC73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5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MODIFICACIONES AL CONTRATO.</w:t>
      </w:r>
    </w:p>
    <w:p w14:paraId="6C8819A3" w14:textId="77777777" w:rsidR="003B0454" w:rsidRPr="006D2E61" w:rsidRDefault="003B0454" w:rsidP="00C36E4E">
      <w:pPr>
        <w:pStyle w:val="Textoindependiente"/>
        <w:spacing w:before="240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Cualquier modificación a los términos y condiciones del presente Contrato deberá hacerse por acuerdo mutuo entre </w:t>
      </w: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, por escrito, mediante enmiendas numeradas cronológicamente y la fecha de vigencia de cada una se contará a partir de la fecha de aprobación realizada por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14:paraId="3C4C7575" w14:textId="77777777" w:rsidR="003B0454" w:rsidRDefault="003B0454" w:rsidP="006B5CCA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14:paraId="5C42CB11" w14:textId="77777777" w:rsidR="003B0454" w:rsidRDefault="003B0454" w:rsidP="006B5CCA">
      <w:pPr>
        <w:pStyle w:val="Textoindependiente"/>
        <w:rPr>
          <w:rFonts w:ascii="Arial Narrow" w:hAnsi="Arial Narrow" w:cs="Arial"/>
          <w:b/>
          <w:caps/>
          <w:sz w:val="24"/>
          <w:szCs w:val="24"/>
          <w:u w:val="single"/>
        </w:rPr>
      </w:pPr>
    </w:p>
    <w:p w14:paraId="0975228C" w14:textId="77777777" w:rsidR="003B0454" w:rsidRPr="006D2E61" w:rsidRDefault="003B0454" w:rsidP="006B5CCA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6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  SUSPENSIÓN.</w:t>
      </w:r>
    </w:p>
    <w:p w14:paraId="6DBB0064" w14:textId="77777777" w:rsidR="003B0454" w:rsidRPr="006D2E61" w:rsidRDefault="003B0454" w:rsidP="00C36E4E">
      <w:pPr>
        <w:pStyle w:val="Textoindependiente"/>
        <w:spacing w:before="240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 xml:space="preserve">Por Parte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</w:p>
    <w:p w14:paraId="3A0AEAA0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4FD7BDFD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tendrá derecho a suspender los pagos e inclusive sus servicios a</w:t>
      </w:r>
      <w:r w:rsidR="00EC3140">
        <w:rPr>
          <w:rFonts w:ascii="Arial Narrow" w:hAnsi="Arial Narrow" w:cs="Arial"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EC3140">
        <w:rPr>
          <w:rFonts w:ascii="Arial Narrow" w:hAnsi="Arial Narrow" w:cs="Arial"/>
          <w:sz w:val="24"/>
          <w:szCs w:val="24"/>
        </w:rPr>
        <w:t>mediante</w:t>
      </w:r>
      <w:r w:rsidRPr="006D2E61">
        <w:rPr>
          <w:rFonts w:ascii="Arial Narrow" w:hAnsi="Arial Narrow" w:cs="Arial"/>
          <w:sz w:val="24"/>
          <w:szCs w:val="24"/>
        </w:rPr>
        <w:t xml:space="preserve"> notificación escrita (excepto por trabajos  que hayan sido efectuados y aprobados por la misma) si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incumple sus obligaciones establecidas bajo este Contrato, siempre y cuando la notificación de la suspensión:</w:t>
      </w:r>
    </w:p>
    <w:p w14:paraId="22A05FCA" w14:textId="77777777" w:rsidR="003B0454" w:rsidRPr="006D2E61" w:rsidRDefault="003B0454">
      <w:pPr>
        <w:pStyle w:val="Textoindependiente"/>
        <w:ind w:left="720"/>
        <w:rPr>
          <w:rFonts w:ascii="Arial Narrow" w:hAnsi="Arial Narrow" w:cs="Arial"/>
          <w:sz w:val="24"/>
          <w:szCs w:val="24"/>
        </w:rPr>
      </w:pPr>
    </w:p>
    <w:p w14:paraId="7D8789CB" w14:textId="77777777" w:rsidR="003B0454" w:rsidRPr="006D2E61" w:rsidRDefault="003B0454" w:rsidP="00C36E4E">
      <w:pPr>
        <w:pStyle w:val="Textoindependiente"/>
        <w:numPr>
          <w:ilvl w:val="0"/>
          <w:numId w:val="12"/>
        </w:numPr>
        <w:tabs>
          <w:tab w:val="clear" w:pos="2880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Especifique la naturaleza del incumplimiento, y</w:t>
      </w:r>
    </w:p>
    <w:p w14:paraId="53BE208A" w14:textId="77777777" w:rsidR="003B0454" w:rsidRPr="006D2E61" w:rsidRDefault="003B0454" w:rsidP="00C36E4E">
      <w:pPr>
        <w:pStyle w:val="Textoindependiente"/>
        <w:numPr>
          <w:ilvl w:val="0"/>
          <w:numId w:val="12"/>
        </w:numPr>
        <w:tabs>
          <w:tab w:val="clear" w:pos="2880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Requiera que</w:t>
      </w:r>
      <w:r w:rsidRPr="00EC3140">
        <w:rPr>
          <w:rFonts w:ascii="Arial Narrow" w:hAnsi="Arial Narrow" w:cs="Arial"/>
          <w:sz w:val="32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 w:cs="Arial"/>
          <w:sz w:val="24"/>
          <w:szCs w:val="24"/>
        </w:rPr>
        <w:t>resuelva el incumplimiento dentro de un período no mayor de diez (10) días a partir del recibo de la notificación de suspensión.</w:t>
      </w:r>
    </w:p>
    <w:p w14:paraId="3FF32846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6E5CCC9C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 xml:space="preserve">Por </w:t>
      </w:r>
      <w:r w:rsidRPr="00EC3140">
        <w:rPr>
          <w:rFonts w:ascii="Arial Narrow" w:hAnsi="Arial Narrow" w:cs="Arial"/>
          <w:b/>
          <w:sz w:val="24"/>
          <w:szCs w:val="24"/>
        </w:rPr>
        <w:t xml:space="preserve">Parte de </w:t>
      </w:r>
      <w:r w:rsidR="00EC3140" w:rsidRPr="00EC3140">
        <w:rPr>
          <w:rFonts w:ascii="Arial Narrow" w:hAnsi="Arial Narrow" w:cs="Arial"/>
          <w:b/>
          <w:sz w:val="24"/>
          <w:szCs w:val="24"/>
        </w:rPr>
        <w:t>EL/LA PRESTRADOR/A DE SERVICIO</w:t>
      </w:r>
      <w:r w:rsidRPr="00EC3140">
        <w:rPr>
          <w:rFonts w:ascii="Arial Narrow" w:hAnsi="Arial Narrow" w:cs="Arial"/>
          <w:b/>
          <w:sz w:val="24"/>
          <w:szCs w:val="24"/>
        </w:rPr>
        <w:t>:</w:t>
      </w:r>
    </w:p>
    <w:p w14:paraId="79226BF0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3893CC5A" w14:textId="77777777" w:rsidR="003B0454" w:rsidRPr="006D2E61" w:rsidRDefault="00EC3140">
      <w:pPr>
        <w:pStyle w:val="Textoindependiente"/>
        <w:rPr>
          <w:rFonts w:ascii="Arial Narrow" w:hAnsi="Arial Narrow" w:cs="Arial"/>
          <w:sz w:val="24"/>
          <w:szCs w:val="24"/>
        </w:rPr>
      </w:pPr>
      <w:r w:rsidRPr="00147457">
        <w:rPr>
          <w:rFonts w:ascii="Arial Narrow" w:hAnsi="Arial Narrow" w:cs="Arial"/>
          <w:b/>
        </w:rPr>
        <w:t>EL/LA PRESTRADOR/A DE SERVICIO</w:t>
      </w:r>
      <w:r>
        <w:rPr>
          <w:rFonts w:ascii="Arial Narrow" w:hAnsi="Arial Narrow" w:cs="Arial"/>
          <w:b/>
        </w:rPr>
        <w:t xml:space="preserve"> 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tendrá derecho a suspender la prestación de sus servicios mediante notificación por escrito a </w:t>
      </w:r>
      <w:r w:rsidR="003B0454"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="003B0454" w:rsidRPr="006D2E61">
        <w:rPr>
          <w:rFonts w:ascii="Arial Narrow" w:hAnsi="Arial Narrow" w:cs="Arial"/>
          <w:b/>
          <w:sz w:val="24"/>
          <w:szCs w:val="24"/>
        </w:rPr>
        <w:t>,</w:t>
      </w:r>
      <w:r w:rsidR="003B0454" w:rsidRPr="006D2E61">
        <w:rPr>
          <w:rFonts w:ascii="Arial Narrow" w:hAnsi="Arial Narrow" w:cs="Arial"/>
          <w:sz w:val="24"/>
          <w:szCs w:val="24"/>
        </w:rPr>
        <w:t xml:space="preserve"> si ésta incumple sus obligaciones establecidas en virtud de este Contrato, siempre y cuando la notificación de la suspensión:</w:t>
      </w:r>
    </w:p>
    <w:p w14:paraId="19135D68" w14:textId="77777777" w:rsidR="003B0454" w:rsidRPr="006D2E61" w:rsidRDefault="003B0454" w:rsidP="00C36E4E">
      <w:pPr>
        <w:pStyle w:val="Textoindependiente"/>
        <w:ind w:left="993" w:hanging="426"/>
        <w:rPr>
          <w:rFonts w:ascii="Arial Narrow" w:hAnsi="Arial Narrow" w:cs="Arial"/>
          <w:b/>
          <w:sz w:val="24"/>
          <w:szCs w:val="24"/>
        </w:rPr>
      </w:pPr>
    </w:p>
    <w:p w14:paraId="16F327EA" w14:textId="77777777" w:rsidR="003B0454" w:rsidRPr="006D2E61" w:rsidRDefault="003B0454" w:rsidP="00C36E4E">
      <w:pPr>
        <w:pStyle w:val="Textoindependiente"/>
        <w:numPr>
          <w:ilvl w:val="0"/>
          <w:numId w:val="13"/>
        </w:numPr>
        <w:tabs>
          <w:tab w:val="clear" w:pos="2880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Especifique la naturaleza del incumplimiento; y</w:t>
      </w:r>
    </w:p>
    <w:p w14:paraId="094EFA47" w14:textId="77777777" w:rsidR="003B0454" w:rsidRPr="006D2E61" w:rsidRDefault="003B0454" w:rsidP="00C36E4E">
      <w:pPr>
        <w:pStyle w:val="Textoindependiente"/>
        <w:numPr>
          <w:ilvl w:val="0"/>
          <w:numId w:val="13"/>
        </w:numPr>
        <w:tabs>
          <w:tab w:val="clear" w:pos="2880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Requiera que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resuelva el incumplimiento dentro de un período no mayor de diez (10) días a partir del recibo por parte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de la notificación de suspensión.</w:t>
      </w:r>
    </w:p>
    <w:p w14:paraId="35E42719" w14:textId="77777777" w:rsidR="003B0454" w:rsidRPr="006D2E61" w:rsidRDefault="003B0454">
      <w:pPr>
        <w:pStyle w:val="Textoindependiente"/>
        <w:ind w:left="2160"/>
        <w:rPr>
          <w:rFonts w:ascii="Arial Narrow" w:hAnsi="Arial Narrow" w:cs="Arial"/>
          <w:sz w:val="24"/>
          <w:szCs w:val="24"/>
        </w:rPr>
      </w:pPr>
    </w:p>
    <w:p w14:paraId="0CBCB17E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 suspensión se aplicará a partir de la fecha de vencimiento del plazo indicado en la notificación.</w:t>
      </w:r>
    </w:p>
    <w:p w14:paraId="3DF1E639" w14:textId="77777777" w:rsidR="003B0454" w:rsidRPr="006D2E61" w:rsidRDefault="003B0454">
      <w:pPr>
        <w:pStyle w:val="Textoindependiente"/>
        <w:ind w:left="720"/>
        <w:rPr>
          <w:rFonts w:ascii="Arial Narrow" w:hAnsi="Arial Narrow" w:cs="Arial"/>
          <w:sz w:val="24"/>
          <w:szCs w:val="24"/>
        </w:rPr>
      </w:pPr>
    </w:p>
    <w:p w14:paraId="0419DC12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7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>
        <w:rPr>
          <w:rFonts w:ascii="Arial Narrow" w:hAnsi="Arial Narrow" w:cs="Arial"/>
          <w:b/>
          <w:sz w:val="24"/>
          <w:szCs w:val="24"/>
          <w:u w:val="single"/>
        </w:rPr>
        <w:t xml:space="preserve">  RESCISIÓ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N DEL CONTRATO.</w:t>
      </w:r>
    </w:p>
    <w:p w14:paraId="6F1C5D54" w14:textId="77777777"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2E354199" w14:textId="77777777" w:rsidR="003B0454" w:rsidRPr="006D2E61" w:rsidRDefault="003B0454">
      <w:pPr>
        <w:pStyle w:val="Textoindependiente"/>
        <w:rPr>
          <w:rFonts w:ascii="Arial Narrow" w:hAnsi="Arial Narrow"/>
          <w:b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 xml:space="preserve">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sólo podrá rescindir el presente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Contrato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unilateralmente en el caso de falta grave de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  <w:szCs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y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 xml:space="preserve">siempre que la misma no  sea originada por acontecimientos de Fuerza Mayor o Caso Fortuito. En este caso,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no compensará por ningún motivo a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  <w:szCs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por las sumas adeudadas.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</w:p>
    <w:p w14:paraId="4C225B94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14:paraId="5D20242A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podrá rescindir, sin responsabilidad ninguna, el presente Contrato, así como ejecutar la Fianza de Fiel Cumplimiento de Contrato, si </w:t>
      </w:r>
      <w:r w:rsidR="00EC3140" w:rsidRPr="00EC3140">
        <w:rPr>
          <w:rFonts w:ascii="Arial Narrow" w:hAnsi="Arial Narrow" w:cs="Arial"/>
          <w:b/>
          <w:sz w:val="24"/>
          <w:szCs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>fuese a la quiebra, o si se extendiese contra él una orden de administración judicial, o si se presentase una petición de declaración en quiebra, o si hiciese algún convenio con sus acreedores o una cesión a favor de ellos.</w:t>
      </w:r>
    </w:p>
    <w:p w14:paraId="35185293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012499CA" w14:textId="77777777" w:rsidR="003B0454" w:rsidRPr="006D2E61" w:rsidRDefault="003B0454" w:rsidP="00534053">
      <w:pPr>
        <w:pStyle w:val="Textoindependiente"/>
        <w:rPr>
          <w:rFonts w:ascii="Arial Narrow" w:hAnsi="Arial Narrow"/>
          <w:sz w:val="24"/>
          <w:szCs w:val="24"/>
        </w:rPr>
      </w:pPr>
      <w:r w:rsidRPr="006D2E61">
        <w:rPr>
          <w:rFonts w:ascii="Arial Narrow" w:hAnsi="Arial Narrow"/>
          <w:sz w:val="24"/>
          <w:szCs w:val="24"/>
        </w:rPr>
        <w:t>En el caso en que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Pr="006D2E61">
        <w:rPr>
          <w:rFonts w:ascii="Arial Narrow" w:hAnsi="Arial Narrow"/>
          <w:sz w:val="24"/>
          <w:szCs w:val="24"/>
        </w:rPr>
        <w:t xml:space="preserve">desee renunciar o que ambas partes deseen rescindir el  Contrato por acuerdo mutuo,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compensará a</w:t>
      </w:r>
      <w:r w:rsidRPr="006D2E61">
        <w:rPr>
          <w:rFonts w:ascii="Arial Narrow" w:hAnsi="Arial Narrow"/>
          <w:b/>
          <w:sz w:val="24"/>
          <w:szCs w:val="24"/>
        </w:rPr>
        <w:t xml:space="preserve"> </w:t>
      </w:r>
      <w:r w:rsidR="00EC3140" w:rsidRPr="00EC3140">
        <w:rPr>
          <w:rFonts w:ascii="Arial Narrow" w:hAnsi="Arial Narrow" w:cs="Arial"/>
          <w:b/>
          <w:sz w:val="24"/>
        </w:rPr>
        <w:t>EL/LA PRESTRADOR/A DE SERVICIO</w:t>
      </w:r>
      <w:r w:rsidRPr="00EC3140">
        <w:rPr>
          <w:rFonts w:ascii="Arial Narrow" w:hAnsi="Arial Narrow"/>
          <w:b/>
          <w:sz w:val="32"/>
          <w:szCs w:val="24"/>
        </w:rPr>
        <w:t xml:space="preserve"> </w:t>
      </w:r>
      <w:r w:rsidRPr="006D2E61">
        <w:rPr>
          <w:rFonts w:ascii="Arial Narrow" w:hAnsi="Arial Narrow"/>
          <w:sz w:val="24"/>
          <w:szCs w:val="24"/>
        </w:rPr>
        <w:t>de acuerdo al tiempo y al trabajo porcentual ejecutado a la fecha.</w:t>
      </w:r>
    </w:p>
    <w:p w14:paraId="742C7953" w14:textId="77777777" w:rsidR="003B0454" w:rsidRPr="006D2E61" w:rsidRDefault="003B0454">
      <w:pPr>
        <w:pStyle w:val="Textoindependiente"/>
        <w:rPr>
          <w:rFonts w:ascii="Arial Narrow" w:hAnsi="Arial Narrow"/>
          <w:sz w:val="24"/>
          <w:szCs w:val="24"/>
        </w:rPr>
      </w:pPr>
    </w:p>
    <w:p w14:paraId="69376607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2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8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CESE DE DERECHOS.</w:t>
      </w:r>
    </w:p>
    <w:p w14:paraId="0D52101C" w14:textId="77777777" w:rsidR="003B0454" w:rsidRPr="00C36E4E" w:rsidRDefault="003B0454">
      <w:pPr>
        <w:pStyle w:val="Textoindependiente"/>
        <w:rPr>
          <w:rFonts w:ascii="Arial Narrow" w:hAnsi="Arial Narrow" w:cs="Arial"/>
          <w:sz w:val="12"/>
          <w:szCs w:val="24"/>
        </w:rPr>
      </w:pPr>
    </w:p>
    <w:p w14:paraId="2040B56D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Con la rescisión del presente Contrato, conforme lo establecido en el Artículo que antecede,  cesan todos los derechos y obligaciones a excepción de:</w:t>
      </w:r>
    </w:p>
    <w:p w14:paraId="6D7CD35D" w14:textId="77777777" w:rsidR="003B0454" w:rsidRPr="006D2E61" w:rsidRDefault="003B0454">
      <w:pPr>
        <w:pStyle w:val="Textoindependiente"/>
        <w:ind w:left="1440"/>
        <w:rPr>
          <w:rFonts w:ascii="Arial Narrow" w:hAnsi="Arial Narrow" w:cs="Arial"/>
          <w:sz w:val="24"/>
          <w:szCs w:val="24"/>
        </w:rPr>
      </w:pPr>
    </w:p>
    <w:p w14:paraId="68C57C89" w14:textId="77777777" w:rsidR="003B0454" w:rsidRPr="006D2E61" w:rsidRDefault="003B0454" w:rsidP="00C36E4E">
      <w:pPr>
        <w:pStyle w:val="Textoindependiente"/>
        <w:numPr>
          <w:ilvl w:val="0"/>
          <w:numId w:val="23"/>
        </w:numPr>
        <w:tabs>
          <w:tab w:val="clear" w:pos="2844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Aquellos derechos y obligaciones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 xml:space="preserve"> que estén pendientes a la fecha de rescisión o terminación; y</w:t>
      </w:r>
    </w:p>
    <w:p w14:paraId="7B478761" w14:textId="77777777" w:rsidR="003B0454" w:rsidRPr="006D2E61" w:rsidRDefault="003B0454" w:rsidP="00C36E4E">
      <w:pPr>
        <w:pStyle w:val="Textoindependiente"/>
        <w:numPr>
          <w:ilvl w:val="0"/>
          <w:numId w:val="23"/>
        </w:numPr>
        <w:tabs>
          <w:tab w:val="clear" w:pos="2844"/>
          <w:tab w:val="num" w:pos="993"/>
        </w:tabs>
        <w:ind w:left="993" w:hanging="426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 obligación de confidencialidad a que se refiere el Artículo 21.</w:t>
      </w:r>
    </w:p>
    <w:p w14:paraId="02219EDC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5ED812E5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29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CESIÓN DE CONTRATO.</w:t>
      </w:r>
    </w:p>
    <w:p w14:paraId="2259C525" w14:textId="77777777"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68ECE0C6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La capacidad técnica de </w:t>
      </w:r>
      <w:r w:rsidR="00EC3140" w:rsidRPr="00EC3140">
        <w:rPr>
          <w:rFonts w:ascii="Arial Narrow" w:hAnsi="Arial Narrow" w:cs="Arial"/>
          <w:b/>
          <w:sz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es el objetivo esencial de la utilización de sus servicios, por tanto éste Contrato no podrá ser cedido, ni en todo ni en parte, sin la autorización previa por escrito de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 xml:space="preserve">.  </w:t>
      </w:r>
      <w:r w:rsidRPr="006D2E61">
        <w:rPr>
          <w:rFonts w:ascii="Arial Narrow" w:hAnsi="Arial Narrow" w:cs="Arial"/>
          <w:sz w:val="24"/>
          <w:szCs w:val="24"/>
        </w:rPr>
        <w:t xml:space="preserve">No obstante </w:t>
      </w:r>
      <w:r w:rsidR="00EC3140" w:rsidRPr="00EC3140">
        <w:rPr>
          <w:rFonts w:ascii="Arial Narrow" w:hAnsi="Arial Narrow" w:cs="Arial"/>
          <w:b/>
          <w:sz w:val="24"/>
        </w:rPr>
        <w:t>EL/LA PRESTRADOR/A DE SERVICIO</w:t>
      </w:r>
      <w:r w:rsidR="00EC3140">
        <w:rPr>
          <w:rFonts w:ascii="Arial Narrow" w:hAnsi="Arial Narrow" w:cs="Arial"/>
          <w:b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podrá utilizar los servicios de otra firma asociada para el cumplimiento del mismo sin costo adicional para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b/>
          <w:sz w:val="24"/>
          <w:szCs w:val="24"/>
        </w:rPr>
        <w:t>.</w:t>
      </w:r>
    </w:p>
    <w:p w14:paraId="6277FEF1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</w:rPr>
      </w:pPr>
    </w:p>
    <w:p w14:paraId="307C5CC9" w14:textId="77777777" w:rsidR="003B0454" w:rsidRPr="006D2E61" w:rsidRDefault="003B0454" w:rsidP="008A1BBE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30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NULIDADES DEL CONTRATO.</w:t>
      </w:r>
    </w:p>
    <w:p w14:paraId="2E0060D0" w14:textId="77777777" w:rsidR="003B0454" w:rsidRPr="00C36E4E" w:rsidRDefault="003B0454" w:rsidP="008A1BBE">
      <w:pPr>
        <w:pStyle w:val="Textoindependiente"/>
        <w:rPr>
          <w:rFonts w:ascii="Arial Narrow" w:hAnsi="Arial Narrow" w:cs="Arial"/>
          <w:b/>
          <w:sz w:val="12"/>
          <w:szCs w:val="24"/>
          <w:u w:val="single"/>
        </w:rPr>
      </w:pPr>
    </w:p>
    <w:p w14:paraId="5F8EE493" w14:textId="77777777"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La violación del régimen de prohibiciones establecido en el Artículo 14 de la Ley 340-06, sobre Compras y Contrataciones Públicas de Bienes, Servicios, Obras y Concesiones, su modificatoria,  originará la nulidad absoluta del Contrato, sin perjuicio de otra acción que decida interponer </w:t>
      </w:r>
      <w:r w:rsidRPr="006D2E61">
        <w:rPr>
          <w:rFonts w:ascii="Arial Narrow" w:hAnsi="Arial Narrow" w:cs="Arial"/>
          <w:b/>
          <w:color w:val="800000"/>
          <w:sz w:val="24"/>
          <w:szCs w:val="24"/>
        </w:rPr>
        <w:t>[la Entidad Contratante]</w:t>
      </w:r>
      <w:r w:rsidRPr="006D2E61">
        <w:rPr>
          <w:rFonts w:ascii="Arial Narrow" w:hAnsi="Arial Narrow" w:cs="Arial"/>
          <w:sz w:val="24"/>
          <w:szCs w:val="24"/>
        </w:rPr>
        <w:t>.</w:t>
      </w:r>
    </w:p>
    <w:p w14:paraId="07E3D384" w14:textId="77777777"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4A3628F3" w14:textId="77777777"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La división del presente Contrato, con el fin de evadir  las obligaciones de la Ley 340-06 y de las normas complementarias que se dicten en el marco del mismo, será causa de nulidad del mismo</w:t>
      </w:r>
    </w:p>
    <w:p w14:paraId="1ACDBC62" w14:textId="77777777" w:rsidR="003B0454" w:rsidRPr="006D2E61" w:rsidRDefault="003B0454" w:rsidP="008A1BBE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61C0C7BA" w14:textId="77777777" w:rsidR="003B0454" w:rsidRPr="006D2E61" w:rsidRDefault="003B0454" w:rsidP="007A2589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31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ARREGLO DE CONFLICTOS.</w:t>
      </w:r>
    </w:p>
    <w:p w14:paraId="3BBB1964" w14:textId="77777777" w:rsidR="003B0454" w:rsidRPr="00C36E4E" w:rsidRDefault="003B0454" w:rsidP="007A2589">
      <w:pPr>
        <w:pStyle w:val="Textoindependiente"/>
        <w:rPr>
          <w:rFonts w:ascii="Arial Narrow" w:hAnsi="Arial Narrow" w:cs="Arial"/>
          <w:b/>
          <w:sz w:val="12"/>
          <w:szCs w:val="24"/>
          <w:u w:val="single"/>
        </w:rPr>
      </w:pPr>
    </w:p>
    <w:p w14:paraId="13C9DD9C" w14:textId="77777777"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  se comprometen a realizar sus mejores esfuerzos para resolver en forma amigable los conflictos o desacuerdos que pudieran surgir con relación al desarrollo del presente Contrato y su interpretación.</w:t>
      </w:r>
      <w:r w:rsidRPr="006D2E61">
        <w:rPr>
          <w:rFonts w:ascii="Arial Narrow" w:hAnsi="Arial Narrow" w:cs="Arial"/>
          <w:sz w:val="24"/>
          <w:szCs w:val="24"/>
        </w:rPr>
        <w:tab/>
      </w:r>
    </w:p>
    <w:p w14:paraId="424759B3" w14:textId="77777777"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4649126D" w14:textId="77777777" w:rsidR="003B0454" w:rsidRPr="006D2E61" w:rsidRDefault="003B0454" w:rsidP="007A2589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Artículo 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32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 xml:space="preserve">.- </w:t>
      </w:r>
      <w:r>
        <w:rPr>
          <w:rFonts w:ascii="Arial Narrow" w:hAnsi="Arial Narrow" w:cs="Arial"/>
          <w:b/>
          <w:sz w:val="24"/>
          <w:szCs w:val="24"/>
          <w:u w:val="single"/>
        </w:rPr>
        <w:t>SOLUCIÓ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N DE CONTROVERSIAS.</w:t>
      </w:r>
    </w:p>
    <w:p w14:paraId="7C54B6BC" w14:textId="77777777" w:rsidR="003B0454" w:rsidRPr="00C36E4E" w:rsidRDefault="003B0454" w:rsidP="007A2589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58F35404" w14:textId="77777777" w:rsidR="003B0454" w:rsidRPr="006D2E61" w:rsidRDefault="003B0454" w:rsidP="007A2589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  <w:lang w:val="es-DO"/>
        </w:rPr>
        <w:t>Todo litigio, controversia o reclamación resultante de este Contrato o relativo al mismo, su incumplimiento, su interpretación, su resolución o nulidad será sometido al Tribunal Contencioso, Tributario,  Administrativo, instituido mediante la Ley 13-07, de fecha cinco (05) de febrero del dos mil siete (2007).</w:t>
      </w:r>
    </w:p>
    <w:p w14:paraId="09EAF1E7" w14:textId="77777777" w:rsidR="003B0454" w:rsidRPr="006D2E61" w:rsidRDefault="003B0454">
      <w:pPr>
        <w:pStyle w:val="Ttulo2"/>
        <w:rPr>
          <w:rFonts w:ascii="Arial Narrow" w:hAnsi="Arial Narrow"/>
          <w:i w:val="0"/>
          <w:sz w:val="24"/>
          <w:szCs w:val="24"/>
          <w:u w:val="single"/>
        </w:rPr>
      </w:pPr>
      <w:r w:rsidRPr="006D2E61">
        <w:rPr>
          <w:rFonts w:ascii="Arial Narrow" w:hAnsi="Arial Narrow"/>
          <w:i w:val="0"/>
          <w:sz w:val="24"/>
          <w:szCs w:val="24"/>
          <w:u w:val="single"/>
        </w:rPr>
        <w:t>ARTÍCULO 3</w:t>
      </w:r>
      <w:r w:rsidR="004F586F">
        <w:rPr>
          <w:rFonts w:ascii="Arial Narrow" w:hAnsi="Arial Narrow"/>
          <w:i w:val="0"/>
          <w:sz w:val="24"/>
          <w:szCs w:val="24"/>
          <w:u w:val="single"/>
        </w:rPr>
        <w:t>3</w:t>
      </w:r>
      <w:r w:rsidRPr="006D2E61">
        <w:rPr>
          <w:rFonts w:ascii="Arial Narrow" w:hAnsi="Arial Narrow"/>
          <w:i w:val="0"/>
          <w:sz w:val="24"/>
          <w:szCs w:val="24"/>
          <w:u w:val="single"/>
        </w:rPr>
        <w:t>.-</w:t>
      </w:r>
      <w:r>
        <w:rPr>
          <w:rFonts w:ascii="Arial Narrow" w:hAnsi="Arial Narrow"/>
          <w:i w:val="0"/>
          <w:sz w:val="24"/>
          <w:szCs w:val="24"/>
          <w:u w:val="single"/>
        </w:rPr>
        <w:t xml:space="preserve">  INTERPRETACIÓ</w:t>
      </w:r>
      <w:r w:rsidRPr="006D2E61">
        <w:rPr>
          <w:rFonts w:ascii="Arial Narrow" w:hAnsi="Arial Narrow"/>
          <w:i w:val="0"/>
          <w:sz w:val="24"/>
          <w:szCs w:val="24"/>
          <w:u w:val="single"/>
        </w:rPr>
        <w:t>N DEL CONTRATO.</w:t>
      </w:r>
    </w:p>
    <w:p w14:paraId="154ED33B" w14:textId="77777777" w:rsidR="003B0454" w:rsidRPr="00C36E4E" w:rsidRDefault="003B0454">
      <w:pPr>
        <w:jc w:val="both"/>
        <w:rPr>
          <w:rFonts w:ascii="Arial Narrow" w:hAnsi="Arial Narrow" w:cs="Arial"/>
          <w:b/>
          <w:sz w:val="12"/>
        </w:rPr>
      </w:pPr>
    </w:p>
    <w:p w14:paraId="0C0A4DA3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El significado e interpretación de los términos y condiciones del presente Contrato se hará al amparo de las leyes de la República Dominicana.</w:t>
      </w:r>
    </w:p>
    <w:p w14:paraId="02511978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7C4ACD5B" w14:textId="77777777" w:rsidR="00EC3140" w:rsidRDefault="00EC3140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</w:p>
    <w:p w14:paraId="5CB5282D" w14:textId="77777777" w:rsidR="00EC3140" w:rsidRDefault="00EC3140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</w:p>
    <w:p w14:paraId="2CD32A87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b/>
          <w:sz w:val="24"/>
          <w:szCs w:val="24"/>
          <w:u w:val="single"/>
        </w:rPr>
        <w:t>4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.-  IDIOMA OFICIAL.</w:t>
      </w:r>
    </w:p>
    <w:p w14:paraId="3C135143" w14:textId="77777777"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4C215779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>El presente Contrato ha sido redactado en español, que será el idioma de control para todos los asuntos relacionados con el significado e interpretación de los términos y condiciones del presente documento.</w:t>
      </w:r>
    </w:p>
    <w:p w14:paraId="36259885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5B58FECE" w14:textId="77777777" w:rsidR="003B0454" w:rsidRPr="006D2E61" w:rsidRDefault="003B0454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b/>
          <w:sz w:val="24"/>
          <w:szCs w:val="24"/>
          <w:u w:val="single"/>
        </w:rPr>
        <w:t>5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>.-  TITULOS.</w:t>
      </w:r>
    </w:p>
    <w:p w14:paraId="00341289" w14:textId="77777777" w:rsidR="003B0454" w:rsidRPr="00C36E4E" w:rsidRDefault="003B0454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68B7C23F" w14:textId="77777777" w:rsidR="003B0454" w:rsidRPr="006D2E61" w:rsidRDefault="003B0454" w:rsidP="006B5CCA">
      <w:pPr>
        <w:jc w:val="both"/>
        <w:rPr>
          <w:rFonts w:ascii="Arial Narrow" w:hAnsi="Arial Narrow" w:cs="Arial"/>
        </w:rPr>
      </w:pPr>
      <w:r w:rsidRPr="006D2E61">
        <w:rPr>
          <w:rFonts w:ascii="Arial Narrow" w:hAnsi="Arial Narrow" w:cs="Arial"/>
        </w:rPr>
        <w:t>Los títulos no limitarán, alterarán o modificarán el significado de este Contrato.</w:t>
      </w:r>
    </w:p>
    <w:p w14:paraId="6CA3D8BB" w14:textId="77777777" w:rsidR="003B0454" w:rsidRDefault="003B0454" w:rsidP="006B5CCA">
      <w:pPr>
        <w:pStyle w:val="Ttulo5"/>
        <w:spacing w:before="0" w:after="0"/>
        <w:rPr>
          <w:rFonts w:ascii="Arial Narrow" w:hAnsi="Arial Narrow" w:cs="Arial"/>
          <w:i w:val="0"/>
          <w:caps/>
          <w:sz w:val="24"/>
          <w:szCs w:val="24"/>
          <w:u w:val="single"/>
        </w:rPr>
      </w:pPr>
    </w:p>
    <w:p w14:paraId="64BE7119" w14:textId="77777777" w:rsidR="003B0454" w:rsidRPr="006D2E61" w:rsidRDefault="003B0454" w:rsidP="0000073F">
      <w:pPr>
        <w:pStyle w:val="Ttulo5"/>
        <w:spacing w:before="0" w:after="0"/>
        <w:rPr>
          <w:rFonts w:ascii="Arial Narrow" w:hAnsi="Arial Narrow" w:cs="Arial"/>
          <w:i w:val="0"/>
          <w:caps/>
          <w:sz w:val="24"/>
          <w:szCs w:val="24"/>
          <w:u w:val="single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i w:val="0"/>
          <w:caps/>
          <w:sz w:val="24"/>
          <w:szCs w:val="24"/>
          <w:u w:val="single"/>
        </w:rPr>
        <w:t>6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.-  LEGISLACIÓN  APLICABLE. </w:t>
      </w:r>
    </w:p>
    <w:p w14:paraId="7905ACF6" w14:textId="77777777" w:rsidR="003B0454" w:rsidRPr="00C36E4E" w:rsidRDefault="003B0454" w:rsidP="0000073F">
      <w:pPr>
        <w:jc w:val="both"/>
        <w:rPr>
          <w:rFonts w:ascii="Arial Narrow" w:eastAsia="MS Mincho" w:hAnsi="Arial Narrow" w:cs="Arial"/>
          <w:bCs/>
          <w:sz w:val="12"/>
          <w:lang w:val="es-DO"/>
        </w:rPr>
      </w:pPr>
    </w:p>
    <w:p w14:paraId="69C9543F" w14:textId="77777777" w:rsidR="003B0454" w:rsidRPr="006D2E61" w:rsidRDefault="00EC3140" w:rsidP="0000073F">
      <w:pPr>
        <w:pStyle w:val="Textoindependiente"/>
        <w:rPr>
          <w:rFonts w:ascii="Arial Narrow" w:hAnsi="Arial Narrow" w:cs="Arial"/>
          <w:sz w:val="24"/>
          <w:szCs w:val="24"/>
        </w:rPr>
      </w:pPr>
      <w:r w:rsidRPr="00EC3140">
        <w:rPr>
          <w:rFonts w:ascii="Arial Narrow" w:hAnsi="Arial Narrow" w:cs="Arial"/>
          <w:b/>
          <w:sz w:val="24"/>
        </w:rPr>
        <w:t xml:space="preserve">EL/LA PRESTRADOR/A DE SERVICIO </w:t>
      </w:r>
      <w:r w:rsidR="003B0454" w:rsidRPr="006D2E61">
        <w:rPr>
          <w:rFonts w:ascii="Arial Narrow" w:hAnsi="Arial Narrow" w:cs="Arial"/>
          <w:sz w:val="24"/>
          <w:szCs w:val="24"/>
        </w:rPr>
        <w:t>realizará sus servicios de conformidad con las leyes nacionales y tomará todas las medidas necesarias para asegurar que su personal técnico cumpla con las leyes vigentes en la República Dominicana.</w:t>
      </w:r>
    </w:p>
    <w:p w14:paraId="6BB1F0E4" w14:textId="77777777" w:rsidR="003B0454" w:rsidRPr="006D2E61" w:rsidRDefault="003B0454" w:rsidP="0000073F">
      <w:pPr>
        <w:pStyle w:val="Ttulo5"/>
        <w:spacing w:before="0" w:after="0"/>
        <w:rPr>
          <w:rFonts w:ascii="Arial Narrow" w:hAnsi="Arial Narrow" w:cs="Arial"/>
          <w:i w:val="0"/>
          <w:caps/>
          <w:sz w:val="24"/>
          <w:szCs w:val="24"/>
          <w:u w:val="single"/>
        </w:rPr>
      </w:pPr>
    </w:p>
    <w:p w14:paraId="24734C46" w14:textId="77777777" w:rsidR="003B0454" w:rsidRPr="006D2E61" w:rsidRDefault="003B0454" w:rsidP="0000073F">
      <w:pPr>
        <w:pStyle w:val="Ttulo5"/>
        <w:spacing w:before="0" w:after="0"/>
        <w:rPr>
          <w:rFonts w:ascii="Arial Narrow" w:eastAsia="MS Mincho" w:hAnsi="Arial Narrow" w:cs="Arial"/>
          <w:i w:val="0"/>
          <w:sz w:val="24"/>
          <w:szCs w:val="24"/>
        </w:rPr>
      </w:pP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i w:val="0"/>
          <w:caps/>
          <w:sz w:val="24"/>
          <w:szCs w:val="24"/>
          <w:u w:val="single"/>
        </w:rPr>
        <w:t>7</w:t>
      </w:r>
      <w:r w:rsidRPr="006D2E61">
        <w:rPr>
          <w:rFonts w:ascii="Arial Narrow" w:hAnsi="Arial Narrow" w:cs="Arial"/>
          <w:i w:val="0"/>
          <w:caps/>
          <w:sz w:val="24"/>
          <w:szCs w:val="24"/>
          <w:u w:val="single"/>
        </w:rPr>
        <w:t xml:space="preserve">.-  </w:t>
      </w:r>
      <w:r w:rsidRPr="006D2E61">
        <w:rPr>
          <w:rFonts w:ascii="Arial Narrow" w:eastAsia="MS Mincho" w:hAnsi="Arial Narrow" w:cs="Arial"/>
          <w:i w:val="0"/>
          <w:sz w:val="24"/>
          <w:szCs w:val="24"/>
          <w:u w:val="single"/>
        </w:rPr>
        <w:t>ELECCIÓN DE DOMICILIO</w:t>
      </w:r>
      <w:r w:rsidRPr="006D2E61">
        <w:rPr>
          <w:rFonts w:ascii="Arial Narrow" w:eastAsia="MS Mincho" w:hAnsi="Arial Narrow" w:cs="Arial"/>
          <w:i w:val="0"/>
          <w:sz w:val="24"/>
          <w:szCs w:val="24"/>
        </w:rPr>
        <w:t xml:space="preserve">. </w:t>
      </w:r>
    </w:p>
    <w:p w14:paraId="7641CD34" w14:textId="77777777" w:rsidR="003B0454" w:rsidRPr="00E22968" w:rsidRDefault="003B0454" w:rsidP="0000073F">
      <w:pPr>
        <w:pStyle w:val="Textosinformato"/>
        <w:ind w:right="-540"/>
        <w:jc w:val="both"/>
        <w:rPr>
          <w:rFonts w:ascii="Arial Narrow" w:eastAsia="MS Mincho" w:hAnsi="Arial Narrow" w:cs="Arial"/>
          <w:sz w:val="12"/>
          <w:szCs w:val="24"/>
          <w:lang w:val="es-DO"/>
        </w:rPr>
      </w:pPr>
    </w:p>
    <w:p w14:paraId="556A316F" w14:textId="77777777" w:rsidR="003B0454" w:rsidRPr="006D2E61" w:rsidRDefault="003B0454" w:rsidP="0000073F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Para todos los fines y consecuencias del presente Contrato, </w:t>
      </w: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 eligen domicilio en las direcciones que figuran en la parte introductiva del presente Contrato, en el cual recibirán válidamente todo tipo de correspondencia o notificación relativa al presente Contrato, su ejecución y terminación.</w:t>
      </w:r>
    </w:p>
    <w:p w14:paraId="65F75EBE" w14:textId="77777777" w:rsidR="003B0454" w:rsidRPr="006D2E61" w:rsidRDefault="003B0454" w:rsidP="004B005F">
      <w:pPr>
        <w:pStyle w:val="Textoindependiente"/>
        <w:rPr>
          <w:rFonts w:ascii="Arial Narrow" w:hAnsi="Arial Narrow" w:cs="Arial"/>
          <w:sz w:val="24"/>
          <w:szCs w:val="24"/>
        </w:rPr>
      </w:pPr>
    </w:p>
    <w:p w14:paraId="5DFA7CAF" w14:textId="77777777" w:rsidR="003B0454" w:rsidRPr="006D2E61" w:rsidRDefault="003B0454" w:rsidP="004B005F">
      <w:pPr>
        <w:pStyle w:val="Textoindependiente"/>
        <w:rPr>
          <w:rFonts w:ascii="Arial Narrow" w:hAnsi="Arial Narrow" w:cs="Arial"/>
          <w:b/>
          <w:sz w:val="24"/>
          <w:szCs w:val="24"/>
          <w:u w:val="single"/>
        </w:rPr>
      </w:pP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Artículo 3</w:t>
      </w:r>
      <w:r w:rsidR="004F586F">
        <w:rPr>
          <w:rFonts w:ascii="Arial Narrow" w:hAnsi="Arial Narrow" w:cs="Arial"/>
          <w:b/>
          <w:caps/>
          <w:sz w:val="24"/>
          <w:szCs w:val="24"/>
          <w:u w:val="single"/>
        </w:rPr>
        <w:t>8</w:t>
      </w:r>
      <w:r w:rsidRPr="006D2E61">
        <w:rPr>
          <w:rFonts w:ascii="Arial Narrow" w:hAnsi="Arial Narrow" w:cs="Arial"/>
          <w:b/>
          <w:caps/>
          <w:sz w:val="24"/>
          <w:szCs w:val="24"/>
          <w:u w:val="single"/>
        </w:rPr>
        <w:t>.-</w:t>
      </w:r>
      <w:r w:rsidRPr="006D2E61">
        <w:rPr>
          <w:rFonts w:ascii="Arial Narrow" w:hAnsi="Arial Narrow" w:cs="Arial"/>
          <w:b/>
          <w:sz w:val="24"/>
          <w:szCs w:val="24"/>
          <w:u w:val="single"/>
        </w:rPr>
        <w:t xml:space="preserve"> ACUERDO INTEGRO.</w:t>
      </w:r>
    </w:p>
    <w:p w14:paraId="6D8E215C" w14:textId="77777777" w:rsidR="003B0454" w:rsidRPr="00E22968" w:rsidRDefault="003B0454" w:rsidP="004B005F">
      <w:pPr>
        <w:pStyle w:val="Textoindependiente"/>
        <w:rPr>
          <w:rFonts w:ascii="Arial Narrow" w:hAnsi="Arial Narrow" w:cs="Arial"/>
          <w:b/>
          <w:sz w:val="12"/>
          <w:szCs w:val="24"/>
        </w:rPr>
      </w:pPr>
    </w:p>
    <w:p w14:paraId="00A2B3D2" w14:textId="77777777" w:rsidR="003B0454" w:rsidRPr="006D2E61" w:rsidRDefault="003B0454" w:rsidP="004B005F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sz w:val="24"/>
          <w:szCs w:val="24"/>
        </w:rPr>
        <w:t xml:space="preserve">El presente Contrato y sus anexos contienen todas las estipulaciones y acuerdos convenidos entre </w:t>
      </w:r>
      <w:r w:rsidRPr="006D2E61">
        <w:rPr>
          <w:rFonts w:ascii="Arial Narrow" w:hAnsi="Arial Narrow" w:cs="Arial"/>
          <w:b/>
          <w:sz w:val="24"/>
          <w:szCs w:val="24"/>
        </w:rPr>
        <w:t>LAS PARTES</w:t>
      </w:r>
      <w:r w:rsidRPr="006D2E61">
        <w:rPr>
          <w:rFonts w:ascii="Arial Narrow" w:hAnsi="Arial Narrow" w:cs="Arial"/>
          <w:sz w:val="24"/>
          <w:szCs w:val="24"/>
        </w:rPr>
        <w:t xml:space="preserve">; en caso de ambigüedad, duda o desacuerdo sobre  la interpretación del mismo y sus documentos anexos, prevalecerá su redacción.  Asimismo se establece que si alguna de las disposiciones de este Contrato se declarara inválida, las demás no serán afectadas y permanecerán plenamente vigentes. </w:t>
      </w:r>
    </w:p>
    <w:p w14:paraId="7CD93A41" w14:textId="77777777" w:rsidR="003B0454" w:rsidRPr="006D2E61" w:rsidRDefault="003B0454">
      <w:pPr>
        <w:pStyle w:val="Textoindependiente"/>
        <w:spacing w:after="120"/>
        <w:rPr>
          <w:rFonts w:ascii="Arial Narrow" w:hAnsi="Arial Narrow" w:cs="Arial"/>
          <w:sz w:val="24"/>
          <w:szCs w:val="24"/>
        </w:rPr>
      </w:pPr>
    </w:p>
    <w:p w14:paraId="349CCDF2" w14:textId="77777777" w:rsidR="003B0454" w:rsidRPr="006D2E61" w:rsidRDefault="003B0454">
      <w:pPr>
        <w:pStyle w:val="Textoindependiente"/>
        <w:rPr>
          <w:rFonts w:ascii="Arial Narrow" w:hAnsi="Arial Narrow" w:cs="Arial"/>
          <w:sz w:val="24"/>
          <w:szCs w:val="24"/>
        </w:rPr>
      </w:pPr>
      <w:r w:rsidRPr="006D2E61">
        <w:rPr>
          <w:rFonts w:ascii="Arial Narrow" w:hAnsi="Arial Narrow" w:cs="Arial"/>
          <w:b/>
          <w:sz w:val="24"/>
          <w:szCs w:val="24"/>
        </w:rPr>
        <w:t xml:space="preserve">HECHO Y FIRMADO </w:t>
      </w:r>
      <w:r w:rsidRPr="00EC3140">
        <w:rPr>
          <w:rFonts w:ascii="Arial Narrow" w:hAnsi="Arial Narrow" w:cs="Arial"/>
          <w:sz w:val="24"/>
          <w:szCs w:val="24"/>
        </w:rPr>
        <w:t>en Tres (3)</w:t>
      </w:r>
      <w:r w:rsidRPr="006D2E61">
        <w:rPr>
          <w:rFonts w:ascii="Arial Narrow" w:hAnsi="Arial Narrow" w:cs="Arial"/>
          <w:sz w:val="24"/>
          <w:szCs w:val="24"/>
        </w:rPr>
        <w:t xml:space="preserve"> originales de un mismo tenor, uno para cada una  </w:t>
      </w:r>
      <w:r w:rsidRPr="006D2E61">
        <w:rPr>
          <w:rFonts w:ascii="Arial Narrow" w:hAnsi="Arial Narrow" w:cs="Arial"/>
          <w:b/>
          <w:sz w:val="24"/>
          <w:szCs w:val="24"/>
        </w:rPr>
        <w:t>de LAS PARTES</w:t>
      </w:r>
      <w:r w:rsidRPr="006D2E61">
        <w:rPr>
          <w:rFonts w:ascii="Arial Narrow" w:hAnsi="Arial Narrow" w:cs="Arial"/>
          <w:sz w:val="24"/>
          <w:szCs w:val="24"/>
        </w:rPr>
        <w:t xml:space="preserve">, y el otro para los fines correspondientes, </w:t>
      </w:r>
      <w:r w:rsidRPr="006D2E61">
        <w:rPr>
          <w:rFonts w:ascii="Arial Narrow" w:hAnsi="Arial Narrow" w:cs="Arial"/>
          <w:b/>
          <w:sz w:val="24"/>
          <w:szCs w:val="24"/>
        </w:rPr>
        <w:t xml:space="preserve"> </w:t>
      </w:r>
      <w:r w:rsidRPr="006D2E61">
        <w:rPr>
          <w:rFonts w:ascii="Arial Narrow" w:hAnsi="Arial Narrow" w:cs="Arial"/>
          <w:sz w:val="24"/>
          <w:szCs w:val="24"/>
        </w:rPr>
        <w:t xml:space="preserve">en la Ciudad de </w:t>
      </w:r>
      <w:r w:rsidRPr="00E22968">
        <w:rPr>
          <w:rFonts w:ascii="Arial Narrow" w:hAnsi="Arial Narrow" w:cs="Arial"/>
          <w:sz w:val="24"/>
          <w:szCs w:val="24"/>
        </w:rPr>
        <w:t xml:space="preserve">Santo Domingo, Distrito Nacional, Capital de la República Dominicana, a </w:t>
      </w:r>
      <w:r w:rsidRPr="00EC3140">
        <w:rPr>
          <w:rFonts w:ascii="Arial Narrow" w:hAnsi="Arial Narrow" w:cs="Arial"/>
          <w:sz w:val="24"/>
          <w:szCs w:val="24"/>
        </w:rPr>
        <w:t xml:space="preserve">los </w:t>
      </w:r>
      <w:r w:rsidRPr="00EC3140">
        <w:rPr>
          <w:rFonts w:ascii="Arial Narrow" w:hAnsi="Arial Narrow" w:cs="Arial"/>
          <w:b/>
          <w:color w:val="800000"/>
          <w:sz w:val="24"/>
          <w:szCs w:val="24"/>
        </w:rPr>
        <w:t>[escribir en letras y números]</w:t>
      </w:r>
      <w:r w:rsidRPr="00EC3140">
        <w:rPr>
          <w:rFonts w:ascii="Arial Narrow" w:hAnsi="Arial Narrow" w:cs="Arial"/>
          <w:sz w:val="24"/>
          <w:szCs w:val="24"/>
        </w:rPr>
        <w:t xml:space="preserve"> días del mes de</w:t>
      </w:r>
      <w:r w:rsidRPr="00EC3140">
        <w:rPr>
          <w:rFonts w:ascii="Arial Narrow" w:hAnsi="Arial Narrow" w:cs="Arial"/>
          <w:b/>
          <w:color w:val="800000"/>
          <w:sz w:val="24"/>
          <w:szCs w:val="24"/>
        </w:rPr>
        <w:t xml:space="preserve"> [-----]</w:t>
      </w:r>
      <w:r w:rsidRPr="00EC3140">
        <w:rPr>
          <w:rFonts w:ascii="Arial Narrow" w:hAnsi="Arial Narrow" w:cs="Arial"/>
          <w:sz w:val="24"/>
          <w:szCs w:val="24"/>
        </w:rPr>
        <w:t xml:space="preserve"> del año </w:t>
      </w:r>
      <w:r w:rsidRPr="00EC3140">
        <w:rPr>
          <w:rFonts w:ascii="Arial Narrow" w:hAnsi="Arial Narrow" w:cs="Arial"/>
          <w:b/>
          <w:color w:val="800000"/>
          <w:sz w:val="24"/>
          <w:szCs w:val="24"/>
        </w:rPr>
        <w:t>[escribir en letras y números].</w:t>
      </w:r>
    </w:p>
    <w:p w14:paraId="7E95855E" w14:textId="77777777" w:rsidR="003B0454" w:rsidRPr="00E22968" w:rsidRDefault="003B0454">
      <w:pPr>
        <w:jc w:val="both"/>
        <w:rPr>
          <w:rFonts w:ascii="Arial Narrow" w:hAnsi="Arial Narrow" w:cs="Arial"/>
          <w:snapToGrid w:val="0"/>
        </w:rPr>
      </w:pPr>
    </w:p>
    <w:p w14:paraId="492A59CA" w14:textId="77777777" w:rsidR="003B0454" w:rsidRPr="006D2E61" w:rsidRDefault="003B0454">
      <w:pPr>
        <w:jc w:val="both"/>
        <w:rPr>
          <w:rFonts w:ascii="Arial Narrow" w:hAnsi="Arial Narrow" w:cs="Arial"/>
          <w:snapToGrid w:val="0"/>
          <w:lang w:val="es-ES_tradnl"/>
        </w:rPr>
      </w:pPr>
    </w:p>
    <w:p w14:paraId="78C370EC" w14:textId="77777777" w:rsidR="003B0454" w:rsidRPr="00227803" w:rsidRDefault="003B0454" w:rsidP="00E22968">
      <w:pPr>
        <w:tabs>
          <w:tab w:val="left" w:pos="5200"/>
        </w:tabs>
        <w:jc w:val="both"/>
        <w:rPr>
          <w:rFonts w:ascii="Arial Narrow" w:hAnsi="Arial Narrow" w:cs="Arial"/>
        </w:rPr>
      </w:pPr>
    </w:p>
    <w:p w14:paraId="7CD00611" w14:textId="77777777" w:rsidR="003B0454" w:rsidRDefault="003B0454" w:rsidP="00E22968">
      <w:pPr>
        <w:ind w:left="5040"/>
        <w:rPr>
          <w:rFonts w:ascii="Arial Narrow" w:hAnsi="Arial Narrow" w:cs="Arial"/>
        </w:rPr>
      </w:pPr>
    </w:p>
    <w:p w14:paraId="5385AF96" w14:textId="77777777" w:rsidR="003B0454" w:rsidRPr="00227803" w:rsidRDefault="003B0454" w:rsidP="00E22968">
      <w:pPr>
        <w:rPr>
          <w:rFonts w:ascii="Arial Narrow" w:hAnsi="Arial Narrow" w:cs="Arial"/>
        </w:rPr>
      </w:pPr>
      <w:r w:rsidRPr="00227803">
        <w:rPr>
          <w:rFonts w:ascii="Arial Narrow" w:hAnsi="Arial Narrow" w:cs="Arial"/>
        </w:rPr>
        <w:t>__________________</w:t>
      </w:r>
      <w:r>
        <w:rPr>
          <w:rFonts w:ascii="Arial Narrow" w:hAnsi="Arial Narrow" w:cs="Arial"/>
        </w:rPr>
        <w:t>___</w:t>
      </w:r>
      <w:r w:rsidRPr="00227803">
        <w:rPr>
          <w:rFonts w:ascii="Arial Narrow" w:hAnsi="Arial Narrow" w:cs="Arial"/>
        </w:rPr>
        <w:t>____</w:t>
      </w:r>
      <w:r>
        <w:rPr>
          <w:rFonts w:ascii="Arial Narrow" w:hAnsi="Arial Narrow" w:cs="Arial"/>
        </w:rPr>
        <w:t>__</w:t>
      </w:r>
      <w:r w:rsidRPr="00227803">
        <w:rPr>
          <w:rFonts w:ascii="Arial Narrow" w:hAnsi="Arial Narrow" w:cs="Arial"/>
        </w:rPr>
        <w:t>________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____________________________________ </w:t>
      </w:r>
      <w:r w:rsidRPr="00227803">
        <w:rPr>
          <w:rFonts w:ascii="Arial Narrow" w:hAnsi="Arial Narrow" w:cs="Arial"/>
        </w:rPr>
        <w:t>Actuando en nombre y representación</w:t>
      </w:r>
      <w:r>
        <w:rPr>
          <w:rFonts w:ascii="Arial Narrow" w:hAnsi="Arial Narrow" w:cs="Arial"/>
        </w:rPr>
        <w:t xml:space="preserve"> de</w:t>
      </w:r>
      <w:r w:rsidRPr="00227803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227803">
        <w:rPr>
          <w:rFonts w:ascii="Arial Narrow" w:hAnsi="Arial Narrow" w:cs="Arial"/>
        </w:rPr>
        <w:t>Actuando en nombre y representación</w:t>
      </w:r>
      <w:r>
        <w:rPr>
          <w:rFonts w:ascii="Arial Narrow" w:hAnsi="Arial Narrow" w:cs="Arial"/>
        </w:rPr>
        <w:t xml:space="preserve"> de</w:t>
      </w:r>
    </w:p>
    <w:p w14:paraId="4AADFF9C" w14:textId="77777777" w:rsidR="003B0454" w:rsidRPr="00227803" w:rsidRDefault="003B0454" w:rsidP="00E22968">
      <w:pPr>
        <w:rPr>
          <w:rFonts w:ascii="Arial Narrow" w:hAnsi="Arial Narrow" w:cs="Arial"/>
        </w:rPr>
      </w:pPr>
      <w:r>
        <w:rPr>
          <w:rFonts w:ascii="Arial Narrow" w:hAnsi="Arial Narrow" w:cs="Arial"/>
          <w:b/>
          <w:color w:val="800000"/>
        </w:rPr>
        <w:t>(</w:t>
      </w:r>
      <w:r w:rsidRPr="00227803">
        <w:rPr>
          <w:rFonts w:ascii="Arial Narrow" w:hAnsi="Arial Narrow" w:cs="Arial"/>
          <w:b/>
          <w:color w:val="800000"/>
        </w:rPr>
        <w:t>La Entidad Contratante</w:t>
      </w:r>
      <w:r>
        <w:rPr>
          <w:rFonts w:ascii="Arial Narrow" w:hAnsi="Arial Narrow" w:cs="Arial"/>
          <w:b/>
          <w:color w:val="800000"/>
        </w:rPr>
        <w:t>)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227803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ab/>
      </w:r>
      <w:r w:rsidRPr="009E7B53">
        <w:rPr>
          <w:rFonts w:ascii="Arial Narrow" w:hAnsi="Arial Narrow" w:cs="Arial"/>
          <w:b/>
          <w:color w:val="800000"/>
        </w:rPr>
        <w:t>(Poner aquí nombre de la compañía)</w:t>
      </w:r>
    </w:p>
    <w:p w14:paraId="1033CFA7" w14:textId="77777777" w:rsidR="003B0454" w:rsidRPr="00227803" w:rsidRDefault="003B0454" w:rsidP="00E22968">
      <w:pPr>
        <w:rPr>
          <w:rFonts w:ascii="Arial Narrow" w:hAnsi="Arial Narrow" w:cs="Arial"/>
        </w:rPr>
      </w:pPr>
    </w:p>
    <w:p w14:paraId="2EB1F430" w14:textId="77777777" w:rsidR="003B0454" w:rsidRDefault="003B0454" w:rsidP="00E2296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 xml:space="preserve">     </w:t>
      </w:r>
    </w:p>
    <w:p w14:paraId="7BF1A9F4" w14:textId="77777777" w:rsidR="003B0454" w:rsidRPr="006D2E61" w:rsidRDefault="003B0454" w:rsidP="00E22968">
      <w:pPr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227803">
        <w:rPr>
          <w:rFonts w:ascii="Arial Narrow" w:hAnsi="Arial Narrow" w:cs="Arial"/>
        </w:rPr>
        <w:t xml:space="preserve">                           </w:t>
      </w:r>
    </w:p>
    <w:p w14:paraId="0111F1A7" w14:textId="77777777" w:rsidR="003B0454" w:rsidRPr="006D2E61" w:rsidRDefault="003B0454" w:rsidP="007A2589">
      <w:pPr>
        <w:jc w:val="both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>(</w:t>
      </w:r>
      <w:r w:rsidRPr="006D2E61">
        <w:rPr>
          <w:rFonts w:ascii="Arial Narrow" w:hAnsi="Arial Narrow" w:cs="Arial"/>
          <w:b/>
          <w:color w:val="000000"/>
        </w:rPr>
        <w:t>Legalizar</w:t>
      </w:r>
      <w:r>
        <w:rPr>
          <w:rFonts w:ascii="Arial Narrow" w:hAnsi="Arial Narrow" w:cs="Arial"/>
          <w:b/>
          <w:color w:val="000000"/>
        </w:rPr>
        <w:t>)</w:t>
      </w:r>
    </w:p>
    <w:p w14:paraId="28703876" w14:textId="77777777" w:rsidR="003B0454" w:rsidRDefault="003B0454" w:rsidP="007A2589">
      <w:pPr>
        <w:jc w:val="both"/>
        <w:rPr>
          <w:rFonts w:ascii="Arial Narrow" w:hAnsi="Arial Narrow"/>
        </w:rPr>
      </w:pPr>
    </w:p>
    <w:p w14:paraId="7432C176" w14:textId="77777777" w:rsidR="003B0454" w:rsidRDefault="003B0454" w:rsidP="007A2589">
      <w:pPr>
        <w:jc w:val="both"/>
        <w:rPr>
          <w:rFonts w:ascii="Arial Narrow" w:hAnsi="Arial Narrow"/>
        </w:rPr>
      </w:pPr>
    </w:p>
    <w:p w14:paraId="5A34B2DB" w14:textId="77777777" w:rsidR="00EC3140" w:rsidRDefault="00EC3140" w:rsidP="007A2589">
      <w:pPr>
        <w:jc w:val="both"/>
        <w:rPr>
          <w:rFonts w:ascii="Arial Narrow" w:hAnsi="Arial Narrow"/>
        </w:rPr>
      </w:pPr>
    </w:p>
    <w:p w14:paraId="32BE5BD8" w14:textId="77777777" w:rsidR="00EC3140" w:rsidRDefault="00EC3140" w:rsidP="007A2589">
      <w:pPr>
        <w:jc w:val="both"/>
        <w:rPr>
          <w:rFonts w:ascii="Arial Narrow" w:hAnsi="Arial Narrow"/>
        </w:rPr>
      </w:pPr>
    </w:p>
    <w:p w14:paraId="4BD6309B" w14:textId="77777777" w:rsidR="00EC3140" w:rsidRDefault="00EC3140" w:rsidP="007A2589">
      <w:pPr>
        <w:jc w:val="both"/>
        <w:rPr>
          <w:rFonts w:ascii="Arial Narrow" w:hAnsi="Arial Narrow"/>
        </w:rPr>
      </w:pPr>
    </w:p>
    <w:p w14:paraId="73137A8E" w14:textId="77777777" w:rsidR="00EC3140" w:rsidRDefault="00EC3140" w:rsidP="007A2589">
      <w:pPr>
        <w:jc w:val="both"/>
        <w:rPr>
          <w:rFonts w:ascii="Arial Narrow" w:hAnsi="Arial Narrow"/>
        </w:rPr>
      </w:pPr>
    </w:p>
    <w:p w14:paraId="4D518808" w14:textId="77777777" w:rsidR="003B0454" w:rsidRPr="006D2E61" w:rsidRDefault="003B0454" w:rsidP="004208BF">
      <w:pPr>
        <w:numPr>
          <w:ilvl w:val="0"/>
          <w:numId w:val="40"/>
        </w:numPr>
        <w:tabs>
          <w:tab w:val="num" w:pos="180"/>
        </w:tabs>
        <w:ind w:left="180" w:firstLine="0"/>
        <w:rPr>
          <w:rFonts w:ascii="Arial Narrow" w:hAnsi="Arial Narrow"/>
          <w:b/>
          <w:caps/>
        </w:rPr>
      </w:pPr>
      <w:r w:rsidRPr="006D2E61">
        <w:rPr>
          <w:rFonts w:ascii="Arial Narrow" w:hAnsi="Arial Narrow"/>
          <w:b/>
          <w:caps/>
        </w:rPr>
        <w:t>Creación</w:t>
      </w:r>
      <w:r w:rsidR="00AA6A3F" w:rsidRPr="00AA6A3F">
        <w:rPr>
          <w:rStyle w:val="Refdenotaalpie"/>
          <w:rFonts w:ascii="Arial Narrow" w:hAnsi="Arial Narrow"/>
          <w:b/>
          <w:caps/>
          <w:sz w:val="22"/>
        </w:rPr>
        <w:footnoteReference w:id="1"/>
      </w:r>
      <w:r w:rsidRPr="006D2E61">
        <w:rPr>
          <w:rFonts w:ascii="Arial Narrow" w:hAnsi="Arial Narrow"/>
          <w:b/>
          <w:caps/>
        </w:rPr>
        <w:t>:</w:t>
      </w:r>
    </w:p>
    <w:p w14:paraId="4BDC6ADB" w14:textId="77777777" w:rsidR="003B0454" w:rsidRPr="006D2E61" w:rsidRDefault="003B0454" w:rsidP="004208BF">
      <w:pPr>
        <w:ind w:left="180"/>
        <w:rPr>
          <w:rFonts w:ascii="Arial Narrow" w:hAnsi="Arial Narrow"/>
          <w:b/>
          <w:cap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600"/>
        <w:gridCol w:w="4860"/>
      </w:tblGrid>
      <w:tr w:rsidR="003B0454" w:rsidRPr="006D2E61" w14:paraId="36B96AED" w14:textId="77777777" w:rsidTr="00AA6A3F">
        <w:tc>
          <w:tcPr>
            <w:tcW w:w="1188" w:type="dxa"/>
            <w:shd w:val="clear" w:color="auto" w:fill="002060"/>
            <w:hideMark/>
          </w:tcPr>
          <w:p w14:paraId="61FC2621" w14:textId="77777777"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 xml:space="preserve">Fecha </w:t>
            </w:r>
          </w:p>
        </w:tc>
        <w:tc>
          <w:tcPr>
            <w:tcW w:w="3600" w:type="dxa"/>
            <w:shd w:val="clear" w:color="auto" w:fill="002060"/>
            <w:hideMark/>
          </w:tcPr>
          <w:p w14:paraId="214FA046" w14:textId="77777777"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Realizado por:</w:t>
            </w:r>
          </w:p>
        </w:tc>
        <w:tc>
          <w:tcPr>
            <w:tcW w:w="4860" w:type="dxa"/>
            <w:shd w:val="clear" w:color="auto" w:fill="002060"/>
            <w:hideMark/>
          </w:tcPr>
          <w:p w14:paraId="06C46092" w14:textId="77777777"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Aprobado Por:</w:t>
            </w:r>
          </w:p>
        </w:tc>
      </w:tr>
      <w:tr w:rsidR="003B0454" w:rsidRPr="006D2E61" w14:paraId="3EA6C77B" w14:textId="77777777" w:rsidTr="004208BF">
        <w:trPr>
          <w:trHeight w:val="774"/>
        </w:trPr>
        <w:tc>
          <w:tcPr>
            <w:tcW w:w="1188" w:type="dxa"/>
            <w:vMerge w:val="restart"/>
            <w:vAlign w:val="center"/>
            <w:hideMark/>
          </w:tcPr>
          <w:p w14:paraId="0247CE2F" w14:textId="77777777" w:rsidR="003B0454" w:rsidRPr="006D2E61" w:rsidRDefault="003B0454" w:rsidP="00E22968">
            <w:pPr>
              <w:jc w:val="both"/>
              <w:rPr>
                <w:rFonts w:ascii="Arial Narrow" w:hAnsi="Arial Narrow"/>
                <w:lang w:val="es-MX" w:eastAsia="es-MX"/>
              </w:rPr>
            </w:pPr>
            <w:r>
              <w:rPr>
                <w:rFonts w:ascii="Arial Narrow" w:hAnsi="Arial Narrow"/>
              </w:rPr>
              <w:t xml:space="preserve">Marzo </w:t>
            </w:r>
            <w:r w:rsidRPr="006D2E61">
              <w:rPr>
                <w:rFonts w:ascii="Arial Narrow" w:hAnsi="Arial Narrow"/>
              </w:rPr>
              <w:t>201</w:t>
            </w:r>
            <w:r>
              <w:rPr>
                <w:rFonts w:ascii="Arial Narrow" w:hAnsi="Arial Narrow"/>
              </w:rPr>
              <w:t>1</w:t>
            </w:r>
          </w:p>
        </w:tc>
        <w:tc>
          <w:tcPr>
            <w:tcW w:w="3600" w:type="dxa"/>
            <w:vMerge w:val="restart"/>
            <w:vAlign w:val="center"/>
            <w:hideMark/>
          </w:tcPr>
          <w:p w14:paraId="17BD8A83" w14:textId="77777777" w:rsidR="003B0454" w:rsidRPr="006D2E61" w:rsidRDefault="003B0454" w:rsidP="00E22968">
            <w:pPr>
              <w:jc w:val="both"/>
              <w:rPr>
                <w:rFonts w:ascii="Arial Narrow" w:hAnsi="Arial Narrow"/>
                <w:lang w:val="es-MX" w:eastAsia="es-MX"/>
              </w:rPr>
            </w:pPr>
            <w:r w:rsidRPr="006D2E61">
              <w:rPr>
                <w:rFonts w:ascii="Arial Narrow" w:hAnsi="Arial Narrow"/>
              </w:rPr>
              <w:t>Dpto. de Políticas, Normas y Procedimientos.</w:t>
            </w:r>
          </w:p>
        </w:tc>
        <w:tc>
          <w:tcPr>
            <w:tcW w:w="4860" w:type="dxa"/>
            <w:hideMark/>
          </w:tcPr>
          <w:p w14:paraId="5D77883A" w14:textId="77777777" w:rsidR="00AA6A3F" w:rsidRDefault="003B0454" w:rsidP="00AA6A3F">
            <w:pPr>
              <w:rPr>
                <w:rFonts w:ascii="Arial Narrow" w:hAnsi="Arial Narrow"/>
              </w:rPr>
            </w:pPr>
            <w:r w:rsidRPr="006D2E61">
              <w:rPr>
                <w:rFonts w:ascii="Arial Narrow" w:hAnsi="Arial Narrow"/>
              </w:rPr>
              <w:t>Firma</w:t>
            </w:r>
            <w:r w:rsidR="00AA6A3F">
              <w:rPr>
                <w:rFonts w:ascii="Arial Narrow" w:hAnsi="Arial Narrow"/>
                <w:b/>
              </w:rPr>
              <w:t xml:space="preserve">:                 </w:t>
            </w:r>
            <w:r w:rsidR="00AA6A3F" w:rsidRPr="00D97EF0">
              <w:rPr>
                <w:rFonts w:ascii="Arial Narrow" w:hAnsi="Arial Narrow"/>
                <w:b/>
              </w:rPr>
              <w:t>DR. ERIC HAZIM</w:t>
            </w:r>
          </w:p>
          <w:p w14:paraId="4DB1F23C" w14:textId="77777777" w:rsidR="003B0454" w:rsidRPr="006D2E61" w:rsidRDefault="00AA6A3F" w:rsidP="00AA6A3F">
            <w:pPr>
              <w:rPr>
                <w:rFonts w:ascii="Arial Narrow" w:hAnsi="Arial Narrow"/>
                <w:lang w:val="es-MX" w:eastAsia="es-MX"/>
              </w:rPr>
            </w:pPr>
            <w:r>
              <w:rPr>
                <w:rFonts w:ascii="Arial Narrow" w:hAnsi="Arial Narrow"/>
              </w:rPr>
              <w:t>Director General de Contrataciones Públicas</w:t>
            </w:r>
          </w:p>
        </w:tc>
      </w:tr>
      <w:tr w:rsidR="003B0454" w:rsidRPr="006D2E61" w14:paraId="62E34F9C" w14:textId="77777777" w:rsidTr="004208BF">
        <w:trPr>
          <w:trHeight w:val="416"/>
        </w:trPr>
        <w:tc>
          <w:tcPr>
            <w:tcW w:w="0" w:type="auto"/>
            <w:vMerge/>
            <w:vAlign w:val="center"/>
            <w:hideMark/>
          </w:tcPr>
          <w:p w14:paraId="1F3F91CD" w14:textId="77777777"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C93053" w14:textId="77777777"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4860" w:type="dxa"/>
            <w:vAlign w:val="center"/>
            <w:hideMark/>
          </w:tcPr>
          <w:p w14:paraId="154FCB9A" w14:textId="77777777" w:rsidR="003B0454" w:rsidRPr="006D2E61" w:rsidRDefault="003B0454">
            <w:pPr>
              <w:jc w:val="center"/>
              <w:rPr>
                <w:rFonts w:ascii="Arial Narrow" w:hAnsi="Arial Narrow"/>
                <w:b/>
                <w:lang w:val="es-MX" w:eastAsia="es-MX"/>
              </w:rPr>
            </w:pPr>
            <w:r w:rsidRPr="006D2E61">
              <w:rPr>
                <w:rFonts w:ascii="Arial Narrow" w:hAnsi="Arial Narrow"/>
                <w:b/>
              </w:rPr>
              <w:t>Nombre</w:t>
            </w:r>
          </w:p>
          <w:p w14:paraId="3142988E" w14:textId="77777777" w:rsidR="003B0454" w:rsidRPr="006D2E61" w:rsidRDefault="003B0454">
            <w:pPr>
              <w:jc w:val="center"/>
              <w:rPr>
                <w:rFonts w:ascii="Arial Narrow" w:hAnsi="Arial Narrow"/>
                <w:b/>
                <w:lang w:val="es-MX" w:eastAsia="es-MX"/>
              </w:rPr>
            </w:pPr>
            <w:r w:rsidRPr="006D2E61">
              <w:rPr>
                <w:rFonts w:ascii="Arial Narrow" w:hAnsi="Arial Narrow"/>
                <w:b/>
              </w:rPr>
              <w:t>Cargo</w:t>
            </w:r>
          </w:p>
        </w:tc>
      </w:tr>
      <w:tr w:rsidR="003B0454" w:rsidRPr="006D2E61" w14:paraId="3EA60CC8" w14:textId="77777777" w:rsidTr="00AA6A3F">
        <w:tc>
          <w:tcPr>
            <w:tcW w:w="9648" w:type="dxa"/>
            <w:gridSpan w:val="3"/>
            <w:shd w:val="clear" w:color="auto" w:fill="002060"/>
            <w:hideMark/>
          </w:tcPr>
          <w:p w14:paraId="4571ED36" w14:textId="77777777"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Referencia</w:t>
            </w:r>
            <w:r w:rsidR="00AA6A3F">
              <w:rPr>
                <w:rFonts w:ascii="Arial Narrow" w:hAnsi="Arial Narrow"/>
                <w:b/>
                <w:color w:val="FFFFFF"/>
              </w:rPr>
              <w:t>:</w:t>
            </w:r>
          </w:p>
        </w:tc>
      </w:tr>
      <w:tr w:rsidR="003B0454" w:rsidRPr="006D2E61" w14:paraId="0CBCF65A" w14:textId="77777777" w:rsidTr="004208BF">
        <w:trPr>
          <w:trHeight w:val="625"/>
        </w:trPr>
        <w:tc>
          <w:tcPr>
            <w:tcW w:w="9648" w:type="dxa"/>
            <w:gridSpan w:val="3"/>
            <w:vAlign w:val="center"/>
          </w:tcPr>
          <w:p w14:paraId="0345182C" w14:textId="77777777"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</w:tr>
    </w:tbl>
    <w:p w14:paraId="48438E2C" w14:textId="77777777" w:rsidR="003B0454" w:rsidRPr="006D2E61" w:rsidRDefault="003B0454" w:rsidP="004208BF">
      <w:pPr>
        <w:rPr>
          <w:rFonts w:ascii="Arial Narrow" w:hAnsi="Arial Narrow"/>
          <w:b/>
          <w:caps/>
          <w:lang w:val="es-MX" w:eastAsia="es-MX"/>
        </w:rPr>
      </w:pPr>
    </w:p>
    <w:p w14:paraId="62B216A6" w14:textId="77777777" w:rsidR="003B0454" w:rsidRPr="006D2E61" w:rsidRDefault="003B0454" w:rsidP="004208BF">
      <w:pPr>
        <w:numPr>
          <w:ilvl w:val="0"/>
          <w:numId w:val="40"/>
        </w:numPr>
        <w:tabs>
          <w:tab w:val="num" w:pos="180"/>
        </w:tabs>
        <w:ind w:left="180" w:firstLine="0"/>
        <w:rPr>
          <w:rFonts w:ascii="Arial Narrow" w:hAnsi="Arial Narrow"/>
          <w:b/>
          <w:caps/>
        </w:rPr>
      </w:pPr>
      <w:r w:rsidRPr="006D2E61">
        <w:rPr>
          <w:rFonts w:ascii="Arial Narrow" w:hAnsi="Arial Narrow"/>
          <w:b/>
          <w:caps/>
        </w:rPr>
        <w:t>CONTROL DE CAMBIOS:</w:t>
      </w:r>
    </w:p>
    <w:p w14:paraId="651BC5B4" w14:textId="77777777" w:rsidR="003B0454" w:rsidRPr="006D2E61" w:rsidRDefault="003B0454" w:rsidP="004208BF">
      <w:pPr>
        <w:ind w:left="180"/>
        <w:rPr>
          <w:rFonts w:ascii="Arial Narrow" w:hAnsi="Arial Narrow"/>
          <w:b/>
          <w:cap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3123"/>
        <w:gridCol w:w="4437"/>
      </w:tblGrid>
      <w:tr w:rsidR="003B0454" w:rsidRPr="006D2E61" w14:paraId="6E40BD1A" w14:textId="77777777" w:rsidTr="00AA6A3F">
        <w:tc>
          <w:tcPr>
            <w:tcW w:w="648" w:type="dxa"/>
            <w:shd w:val="clear" w:color="auto" w:fill="002060"/>
            <w:hideMark/>
          </w:tcPr>
          <w:p w14:paraId="757C7DB4" w14:textId="77777777"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No.</w:t>
            </w:r>
          </w:p>
        </w:tc>
        <w:tc>
          <w:tcPr>
            <w:tcW w:w="1440" w:type="dxa"/>
            <w:shd w:val="clear" w:color="auto" w:fill="002060"/>
            <w:hideMark/>
          </w:tcPr>
          <w:p w14:paraId="43EF5122" w14:textId="77777777"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 xml:space="preserve">Fecha </w:t>
            </w:r>
          </w:p>
        </w:tc>
        <w:tc>
          <w:tcPr>
            <w:tcW w:w="3123" w:type="dxa"/>
            <w:shd w:val="clear" w:color="auto" w:fill="002060"/>
            <w:hideMark/>
          </w:tcPr>
          <w:p w14:paraId="4F08712C" w14:textId="77777777"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Realizada /Aprobada por:</w:t>
            </w:r>
          </w:p>
        </w:tc>
        <w:tc>
          <w:tcPr>
            <w:tcW w:w="4437" w:type="dxa"/>
            <w:shd w:val="clear" w:color="auto" w:fill="002060"/>
            <w:hideMark/>
          </w:tcPr>
          <w:p w14:paraId="11EA8D70" w14:textId="77777777" w:rsidR="003B0454" w:rsidRPr="006D2E61" w:rsidRDefault="003B0454">
            <w:pPr>
              <w:rPr>
                <w:rFonts w:ascii="Arial Narrow" w:hAnsi="Arial Narrow"/>
                <w:b/>
                <w:color w:val="FFFFFF"/>
                <w:lang w:val="es-MX" w:eastAsia="es-MX"/>
              </w:rPr>
            </w:pPr>
            <w:r w:rsidRPr="006D2E61">
              <w:rPr>
                <w:rFonts w:ascii="Arial Narrow" w:hAnsi="Arial Narrow"/>
                <w:b/>
                <w:color w:val="FFFFFF"/>
              </w:rPr>
              <w:t>Descripción y Referencias.</w:t>
            </w:r>
          </w:p>
        </w:tc>
      </w:tr>
      <w:tr w:rsidR="003B0454" w:rsidRPr="006D2E61" w14:paraId="47634F01" w14:textId="77777777" w:rsidTr="004208BF">
        <w:trPr>
          <w:trHeight w:val="773"/>
        </w:trPr>
        <w:tc>
          <w:tcPr>
            <w:tcW w:w="648" w:type="dxa"/>
            <w:vMerge w:val="restart"/>
            <w:vAlign w:val="center"/>
          </w:tcPr>
          <w:p w14:paraId="44A39039" w14:textId="77777777" w:rsidR="003B0454" w:rsidRPr="006D2E61" w:rsidRDefault="004F586F">
            <w:pPr>
              <w:jc w:val="center"/>
              <w:rPr>
                <w:rFonts w:ascii="Arial Narrow" w:hAnsi="Arial Narrow"/>
                <w:b/>
                <w:lang w:val="es-MX" w:eastAsia="es-MX"/>
              </w:rPr>
            </w:pPr>
            <w:r>
              <w:rPr>
                <w:rFonts w:ascii="Arial Narrow" w:hAnsi="Arial Narrow"/>
                <w:b/>
                <w:lang w:val="es-MX" w:eastAsia="es-MX"/>
              </w:rPr>
              <w:t>1</w:t>
            </w:r>
          </w:p>
        </w:tc>
        <w:tc>
          <w:tcPr>
            <w:tcW w:w="1440" w:type="dxa"/>
            <w:vMerge w:val="restart"/>
          </w:tcPr>
          <w:p w14:paraId="51E0A543" w14:textId="77777777" w:rsidR="003B0454" w:rsidRDefault="003B0454">
            <w:pPr>
              <w:rPr>
                <w:rFonts w:ascii="Arial Narrow" w:hAnsi="Arial Narrow"/>
                <w:lang w:val="es-MX" w:eastAsia="es-MX"/>
              </w:rPr>
            </w:pPr>
          </w:p>
          <w:p w14:paraId="3230CAEA" w14:textId="77777777" w:rsidR="004F586F" w:rsidRDefault="004F586F">
            <w:pPr>
              <w:rPr>
                <w:rFonts w:ascii="Arial Narrow" w:hAnsi="Arial Narrow"/>
                <w:lang w:val="es-MX" w:eastAsia="es-MX"/>
              </w:rPr>
            </w:pPr>
          </w:p>
          <w:p w14:paraId="14E5491A" w14:textId="77777777" w:rsidR="004F586F" w:rsidRDefault="004F586F">
            <w:pPr>
              <w:rPr>
                <w:rFonts w:ascii="Arial Narrow" w:hAnsi="Arial Narrow"/>
                <w:lang w:val="es-MX" w:eastAsia="es-MX"/>
              </w:rPr>
            </w:pPr>
          </w:p>
          <w:p w14:paraId="3B3238F9" w14:textId="77777777" w:rsidR="004F586F" w:rsidRDefault="004F586F">
            <w:pPr>
              <w:rPr>
                <w:rFonts w:ascii="Arial Narrow" w:hAnsi="Arial Narrow"/>
                <w:lang w:val="es-MX" w:eastAsia="es-MX"/>
              </w:rPr>
            </w:pPr>
          </w:p>
          <w:p w14:paraId="10C069B9" w14:textId="77777777" w:rsidR="004F586F" w:rsidRDefault="004F586F">
            <w:pPr>
              <w:rPr>
                <w:rFonts w:ascii="Arial Narrow" w:hAnsi="Arial Narrow"/>
                <w:lang w:val="es-MX" w:eastAsia="es-MX"/>
              </w:rPr>
            </w:pPr>
            <w:r>
              <w:rPr>
                <w:rFonts w:ascii="Arial Narrow" w:hAnsi="Arial Narrow"/>
                <w:lang w:val="es-MX" w:eastAsia="es-MX"/>
              </w:rPr>
              <w:t>3/10/2012</w:t>
            </w:r>
          </w:p>
          <w:p w14:paraId="40A499B3" w14:textId="77777777" w:rsidR="004F586F" w:rsidRPr="006D2E61" w:rsidRDefault="004F586F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3123" w:type="dxa"/>
          </w:tcPr>
          <w:p w14:paraId="05A94A69" w14:textId="77777777" w:rsidR="003B0454" w:rsidRPr="006D2E61" w:rsidRDefault="003B0454">
            <w:pPr>
              <w:rPr>
                <w:rFonts w:ascii="Arial Narrow" w:hAnsi="Arial Narrow"/>
                <w:b/>
                <w:lang w:val="es-MX" w:eastAsia="es-MX"/>
              </w:rPr>
            </w:pPr>
            <w:r w:rsidRPr="006D2E61">
              <w:rPr>
                <w:rFonts w:ascii="Arial Narrow" w:hAnsi="Arial Narrow"/>
              </w:rPr>
              <w:t>Realizada por:</w:t>
            </w:r>
          </w:p>
          <w:p w14:paraId="4A986494" w14:textId="77777777" w:rsidR="003B0454" w:rsidRPr="006D2E61" w:rsidRDefault="003B0454">
            <w:pPr>
              <w:rPr>
                <w:rFonts w:ascii="Arial Narrow" w:hAnsi="Arial Narrow"/>
                <w:b/>
              </w:rPr>
            </w:pPr>
          </w:p>
          <w:p w14:paraId="535751B7" w14:textId="77777777" w:rsidR="003B0454" w:rsidRPr="006D2E61" w:rsidRDefault="004F586F">
            <w:pPr>
              <w:rPr>
                <w:rFonts w:ascii="Arial Narrow" w:hAnsi="Arial Narrow"/>
                <w:lang w:val="es-MX" w:eastAsia="es-MX"/>
              </w:rPr>
            </w:pPr>
            <w:r w:rsidRPr="006D2E61">
              <w:rPr>
                <w:rFonts w:ascii="Arial Narrow" w:hAnsi="Arial Narrow"/>
              </w:rPr>
              <w:t>Dpto. de Políticas, Normas y Procedimientos.</w:t>
            </w:r>
          </w:p>
        </w:tc>
        <w:tc>
          <w:tcPr>
            <w:tcW w:w="4437" w:type="dxa"/>
            <w:vMerge w:val="restart"/>
          </w:tcPr>
          <w:p w14:paraId="57E6AC0D" w14:textId="77777777" w:rsidR="003B0454" w:rsidRPr="006D2E61" w:rsidRDefault="004F586F" w:rsidP="004F586F">
            <w:pPr>
              <w:jc w:val="both"/>
              <w:rPr>
                <w:rFonts w:ascii="Arial Narrow" w:hAnsi="Arial Narrow"/>
                <w:lang w:val="es-MX" w:eastAsia="es-MX"/>
              </w:rPr>
            </w:pPr>
            <w:r>
              <w:rPr>
                <w:rFonts w:ascii="Arial Narrow" w:hAnsi="Arial Narrow"/>
                <w:lang w:val="es-MX" w:eastAsia="es-MX"/>
              </w:rPr>
              <w:t>Adaptado a las nuevas disposiciones contenidos en el Reglamento de aplicación aprobado mediante Decreto No. 543-12</w:t>
            </w:r>
          </w:p>
        </w:tc>
      </w:tr>
      <w:tr w:rsidR="003B0454" w:rsidRPr="006D2E61" w14:paraId="638CD3B1" w14:textId="77777777" w:rsidTr="004208BF">
        <w:trPr>
          <w:trHeight w:val="841"/>
        </w:trPr>
        <w:tc>
          <w:tcPr>
            <w:tcW w:w="0" w:type="auto"/>
            <w:vMerge/>
            <w:vAlign w:val="center"/>
            <w:hideMark/>
          </w:tcPr>
          <w:p w14:paraId="47DAC2DD" w14:textId="77777777" w:rsidR="003B0454" w:rsidRPr="006D2E61" w:rsidRDefault="003B0454">
            <w:pPr>
              <w:rPr>
                <w:rFonts w:ascii="Arial Narrow" w:hAnsi="Arial Narrow"/>
                <w:b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E726889" w14:textId="77777777"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3123" w:type="dxa"/>
          </w:tcPr>
          <w:p w14:paraId="762117D9" w14:textId="77777777" w:rsidR="003B0454" w:rsidRPr="006D2E61" w:rsidRDefault="003B0454">
            <w:pPr>
              <w:rPr>
                <w:rFonts w:ascii="Arial Narrow" w:hAnsi="Arial Narrow"/>
                <w:b/>
                <w:lang w:val="es-MX" w:eastAsia="es-MX"/>
              </w:rPr>
            </w:pPr>
            <w:r w:rsidRPr="006D2E61">
              <w:rPr>
                <w:rFonts w:ascii="Arial Narrow" w:hAnsi="Arial Narrow"/>
              </w:rPr>
              <w:t>Aprobada por:</w:t>
            </w:r>
          </w:p>
          <w:p w14:paraId="6E9CD5FE" w14:textId="77777777" w:rsidR="003B0454" w:rsidRDefault="004F586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Dra. Yokasta Guzmán S.</w:t>
            </w:r>
          </w:p>
          <w:p w14:paraId="11CA5C59" w14:textId="77777777" w:rsidR="004F586F" w:rsidRPr="004F586F" w:rsidRDefault="004F586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Directora de Contrataciones Públicas.</w:t>
            </w:r>
          </w:p>
          <w:p w14:paraId="1B458B8A" w14:textId="77777777"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606F25E" w14:textId="77777777" w:rsidR="003B0454" w:rsidRPr="006D2E61" w:rsidRDefault="003B0454">
            <w:pPr>
              <w:rPr>
                <w:rFonts w:ascii="Arial Narrow" w:hAnsi="Arial Narrow"/>
                <w:lang w:val="es-MX" w:eastAsia="es-MX"/>
              </w:rPr>
            </w:pPr>
          </w:p>
        </w:tc>
      </w:tr>
    </w:tbl>
    <w:p w14:paraId="2CA21B72" w14:textId="77777777" w:rsidR="003B0454" w:rsidRPr="006D2E61" w:rsidRDefault="003B0454" w:rsidP="004208BF">
      <w:pPr>
        <w:pBdr>
          <w:bottom w:val="single" w:sz="4" w:space="1" w:color="auto"/>
        </w:pBdr>
        <w:rPr>
          <w:rFonts w:ascii="Arial Narrow" w:hAnsi="Arial Narrow"/>
          <w:i/>
          <w:lang w:val="es-MX" w:eastAsia="es-MX"/>
        </w:rPr>
      </w:pPr>
      <w:r w:rsidRPr="006D2E61">
        <w:rPr>
          <w:rFonts w:ascii="Arial Narrow" w:hAnsi="Arial Narrow"/>
          <w:i/>
        </w:rPr>
        <w:t>No hay nada escrito después de esta línea</w:t>
      </w:r>
    </w:p>
    <w:p w14:paraId="6203BEB3" w14:textId="77777777" w:rsidR="003B0454" w:rsidRPr="006D2E61" w:rsidRDefault="003B0454" w:rsidP="004208BF">
      <w:pPr>
        <w:rPr>
          <w:rFonts w:ascii="Arial Narrow" w:hAnsi="Arial Narrow"/>
        </w:rPr>
      </w:pPr>
    </w:p>
    <w:p w14:paraId="44B7D482" w14:textId="77777777" w:rsidR="003B0454" w:rsidRPr="006D2E61" w:rsidRDefault="003B0454" w:rsidP="004208BF">
      <w:pPr>
        <w:jc w:val="both"/>
        <w:rPr>
          <w:rFonts w:ascii="Arial Narrow" w:hAnsi="Arial Narrow" w:cs="Arial"/>
          <w:b/>
          <w:color w:val="000000"/>
        </w:rPr>
      </w:pPr>
    </w:p>
    <w:p w14:paraId="5B606640" w14:textId="77777777" w:rsidR="003B0454" w:rsidRPr="006D2E61" w:rsidRDefault="003B0454" w:rsidP="004208BF">
      <w:pPr>
        <w:jc w:val="both"/>
        <w:rPr>
          <w:rFonts w:ascii="Arial Narrow" w:hAnsi="Arial Narrow" w:cs="Arial"/>
          <w:b/>
          <w:color w:val="000000"/>
        </w:rPr>
      </w:pPr>
    </w:p>
    <w:p w14:paraId="1C3F9C17" w14:textId="77777777" w:rsidR="003B0454" w:rsidRPr="006D2E61" w:rsidRDefault="003B0454" w:rsidP="004208BF">
      <w:pPr>
        <w:jc w:val="both"/>
        <w:rPr>
          <w:rFonts w:ascii="Arial Narrow" w:hAnsi="Arial Narrow" w:cs="Arial"/>
          <w:b/>
          <w:color w:val="000000"/>
        </w:rPr>
      </w:pPr>
    </w:p>
    <w:p w14:paraId="4F53D4FA" w14:textId="77777777" w:rsidR="003B0454" w:rsidRPr="006D2E61" w:rsidRDefault="003B0454" w:rsidP="004208BF">
      <w:pPr>
        <w:jc w:val="both"/>
        <w:rPr>
          <w:rFonts w:ascii="Arial Narrow" w:hAnsi="Arial Narrow" w:cs="Arial"/>
          <w:b/>
          <w:color w:val="000000"/>
        </w:rPr>
      </w:pPr>
    </w:p>
    <w:p w14:paraId="5E1E649E" w14:textId="77777777" w:rsidR="003B0454" w:rsidRPr="006D2E61" w:rsidRDefault="003B0454" w:rsidP="007A2589">
      <w:pPr>
        <w:jc w:val="both"/>
        <w:rPr>
          <w:rFonts w:ascii="Arial Narrow" w:hAnsi="Arial Narrow"/>
        </w:rPr>
      </w:pPr>
    </w:p>
    <w:sectPr w:rsidR="003B0454" w:rsidRPr="006D2E61" w:rsidSect="006D2E61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8ED07" w14:textId="77777777" w:rsidR="00166514" w:rsidRDefault="00166514">
      <w:r>
        <w:separator/>
      </w:r>
    </w:p>
  </w:endnote>
  <w:endnote w:type="continuationSeparator" w:id="0">
    <w:p w14:paraId="3D820045" w14:textId="77777777" w:rsidR="00166514" w:rsidRDefault="0016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A5B87" w14:textId="77777777" w:rsidR="003B0454" w:rsidRDefault="007645F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B045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1063D36" w14:textId="77777777" w:rsidR="003B0454" w:rsidRDefault="003B045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A625E" w14:textId="77777777" w:rsidR="003B0454" w:rsidRDefault="007645F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B0454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2636F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1D5C638D" w14:textId="77777777" w:rsidR="003B0454" w:rsidRDefault="003B045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94C47" w14:textId="77777777" w:rsidR="00166514" w:rsidRDefault="00166514">
      <w:r>
        <w:separator/>
      </w:r>
    </w:p>
  </w:footnote>
  <w:footnote w:type="continuationSeparator" w:id="0">
    <w:p w14:paraId="798E618D" w14:textId="77777777" w:rsidR="00166514" w:rsidRDefault="00166514">
      <w:r>
        <w:continuationSeparator/>
      </w:r>
    </w:p>
  </w:footnote>
  <w:footnote w:id="1">
    <w:p w14:paraId="73676D38" w14:textId="77777777" w:rsidR="00AA6A3F" w:rsidRPr="00AA6A3F" w:rsidRDefault="00AA6A3F">
      <w:pPr>
        <w:pStyle w:val="Textonotapie"/>
        <w:rPr>
          <w:lang w:val="es-ES_tradnl"/>
        </w:rPr>
      </w:pPr>
      <w:r>
        <w:rPr>
          <w:rStyle w:val="Refdenotaalpie"/>
          <w:b/>
        </w:rPr>
        <w:footnoteRef/>
      </w:r>
      <w:r>
        <w:rPr>
          <w:b/>
        </w:rPr>
        <w:t xml:space="preserve"> </w:t>
      </w:r>
      <w:r>
        <w:rPr>
          <w:b/>
          <w:lang w:val="es-ES_tradnl"/>
        </w:rPr>
        <w:t>Las secciones en azul son de uso exclusivo de la Dirección General de Contrataciones Públicas.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EA508" w14:textId="77777777" w:rsidR="003B0454" w:rsidRPr="007648AC" w:rsidRDefault="00562537" w:rsidP="006D2E61">
    <w:pPr>
      <w:pStyle w:val="Encabezado"/>
      <w:rPr>
        <w:rFonts w:ascii="Arial Narrow" w:hAnsi="Arial Narrow" w:cs="Arial"/>
        <w:b/>
        <w:sz w:val="20"/>
        <w:szCs w:val="20"/>
      </w:rPr>
    </w:pPr>
    <w:r>
      <w:rPr>
        <w:noProof/>
        <w:lang w:val="es-DO" w:eastAsia="es-DO"/>
      </w:rPr>
      <w:drawing>
        <wp:anchor distT="0" distB="0" distL="114300" distR="114300" simplePos="0" relativeHeight="251657728" behindDoc="0" locked="0" layoutInCell="1" allowOverlap="1" wp14:anchorId="3063DD86" wp14:editId="02362CF5">
          <wp:simplePos x="0" y="0"/>
          <wp:positionH relativeFrom="column">
            <wp:posOffset>4899660</wp:posOffset>
          </wp:positionH>
          <wp:positionV relativeFrom="paragraph">
            <wp:posOffset>-160020</wp:posOffset>
          </wp:positionV>
          <wp:extent cx="1366520" cy="462915"/>
          <wp:effectExtent l="19050" t="0" r="5080" b="0"/>
          <wp:wrapNone/>
          <wp:docPr id="1" name="Picture 1" descr="Logo DGCP FH azul obscu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GCP FH azul obscur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5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B0454" w:rsidRPr="00147457">
      <w:rPr>
        <w:rFonts w:ascii="Arial Narrow" w:hAnsi="Arial Narrow" w:cs="Arial"/>
        <w:b/>
        <w:color w:val="C00000"/>
        <w:sz w:val="20"/>
        <w:szCs w:val="20"/>
      </w:rPr>
      <w:t>SNCC.C.024</w:t>
    </w:r>
    <w:r w:rsidR="003B0454" w:rsidRPr="00147457">
      <w:rPr>
        <w:rFonts w:ascii="Arial Narrow" w:hAnsi="Arial Narrow" w:cs="Arial"/>
        <w:b/>
        <w:sz w:val="20"/>
        <w:szCs w:val="20"/>
      </w:rPr>
      <w:t xml:space="preserve"> – Modelo de Contrato de Ejecución de Servicios</w:t>
    </w:r>
    <w:r w:rsidR="003B0454">
      <w:rPr>
        <w:rFonts w:ascii="Arial Narrow" w:hAnsi="Arial Narrow" w:cs="Arial"/>
        <w:b/>
        <w:sz w:val="20"/>
        <w:szCs w:val="20"/>
      </w:rPr>
      <w:t xml:space="preserve"> </w:t>
    </w:r>
    <w:r w:rsidR="003B0454" w:rsidRPr="007648AC">
      <w:rPr>
        <w:rFonts w:ascii="Arial Narrow" w:hAnsi="Arial Narrow" w:cs="Arial"/>
        <w:b/>
        <w:sz w:val="20"/>
        <w:szCs w:val="20"/>
      </w:rPr>
      <w:t xml:space="preserve"> </w:t>
    </w:r>
  </w:p>
  <w:p w14:paraId="3BBE0DA1" w14:textId="77777777" w:rsidR="003B0454" w:rsidRDefault="003B0454">
    <w:pPr>
      <w:pStyle w:val="Encabezado"/>
      <w:rPr>
        <w:lang w:val="es-DO"/>
      </w:rPr>
    </w:pPr>
    <w:r>
      <w:rPr>
        <w:lang w:val="es-DO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01C4"/>
    <w:multiLevelType w:val="singleLevel"/>
    <w:tmpl w:val="D2D85CE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1" w15:restartNumberingAfterBreak="0">
    <w:nsid w:val="018B6387"/>
    <w:multiLevelType w:val="multilevel"/>
    <w:tmpl w:val="196C94D0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01FA756B"/>
    <w:multiLevelType w:val="multilevel"/>
    <w:tmpl w:val="D5526D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 w15:restartNumberingAfterBreak="0">
    <w:nsid w:val="04B657C0"/>
    <w:multiLevelType w:val="hybridMultilevel"/>
    <w:tmpl w:val="19F08CA8"/>
    <w:lvl w:ilvl="0" w:tplc="9E129D56">
      <w:start w:val="1"/>
      <w:numFmt w:val="upperRoman"/>
      <w:lvlText w:val="%1 -"/>
      <w:lvlJc w:val="right"/>
      <w:pPr>
        <w:tabs>
          <w:tab w:val="num" w:pos="510"/>
        </w:tabs>
        <w:ind w:left="510" w:hanging="15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88D2858"/>
    <w:multiLevelType w:val="singleLevel"/>
    <w:tmpl w:val="FBC663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5" w15:restartNumberingAfterBreak="0">
    <w:nsid w:val="0B236596"/>
    <w:multiLevelType w:val="singleLevel"/>
    <w:tmpl w:val="8780C42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</w:abstractNum>
  <w:abstractNum w:abstractNumId="6" w15:restartNumberingAfterBreak="0">
    <w:nsid w:val="0E465745"/>
    <w:multiLevelType w:val="singleLevel"/>
    <w:tmpl w:val="8596731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7" w15:restartNumberingAfterBreak="0">
    <w:nsid w:val="18A52339"/>
    <w:multiLevelType w:val="multilevel"/>
    <w:tmpl w:val="F5E4E76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AD22F19"/>
    <w:multiLevelType w:val="hybridMultilevel"/>
    <w:tmpl w:val="FD3226B6"/>
    <w:lvl w:ilvl="0" w:tplc="2C10F156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D0B5964"/>
    <w:multiLevelType w:val="singleLevel"/>
    <w:tmpl w:val="3D3CA166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</w:abstractNum>
  <w:abstractNum w:abstractNumId="10" w15:restartNumberingAfterBreak="0">
    <w:nsid w:val="1F594165"/>
    <w:multiLevelType w:val="hybridMultilevel"/>
    <w:tmpl w:val="005ADFFA"/>
    <w:lvl w:ilvl="0" w:tplc="9C6C61BC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" w15:restartNumberingAfterBreak="0">
    <w:nsid w:val="21D7783C"/>
    <w:multiLevelType w:val="multilevel"/>
    <w:tmpl w:val="BBBEEAD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2" w15:restartNumberingAfterBreak="0">
    <w:nsid w:val="24174B58"/>
    <w:multiLevelType w:val="multilevel"/>
    <w:tmpl w:val="799235CE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 w15:restartNumberingAfterBreak="0">
    <w:nsid w:val="2BC44230"/>
    <w:multiLevelType w:val="singleLevel"/>
    <w:tmpl w:val="00FAD6FE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</w:abstractNum>
  <w:abstractNum w:abstractNumId="14" w15:restartNumberingAfterBreak="0">
    <w:nsid w:val="2BF7599F"/>
    <w:multiLevelType w:val="hybridMultilevel"/>
    <w:tmpl w:val="DAA821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E03CC"/>
    <w:multiLevelType w:val="hybridMultilevel"/>
    <w:tmpl w:val="9D3EC9BA"/>
    <w:lvl w:ilvl="0" w:tplc="DCDC9018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1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0C11339"/>
    <w:multiLevelType w:val="hybridMultilevel"/>
    <w:tmpl w:val="16AE6D3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1C21D90"/>
    <w:multiLevelType w:val="multilevel"/>
    <w:tmpl w:val="A95CA88E"/>
    <w:lvl w:ilvl="0">
      <w:start w:val="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cs="Times New Roman" w:hint="default"/>
        <w:b w:val="0"/>
      </w:rPr>
    </w:lvl>
    <w:lvl w:ilvl="1">
      <w:start w:val="12"/>
      <w:numFmt w:val="decimal"/>
      <w:lvlText w:val="%1.%2"/>
      <w:lvlJc w:val="left"/>
      <w:pPr>
        <w:tabs>
          <w:tab w:val="num" w:pos="1044"/>
        </w:tabs>
        <w:ind w:left="1044" w:hanging="690"/>
      </w:pPr>
      <w:rPr>
        <w:rFonts w:cs="Times New Roman" w:hint="default"/>
        <w:b w:val="0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  <w:b w:val="0"/>
      </w:rPr>
    </w:lvl>
  </w:abstractNum>
  <w:abstractNum w:abstractNumId="18" w15:restartNumberingAfterBreak="0">
    <w:nsid w:val="39204028"/>
    <w:multiLevelType w:val="hybridMultilevel"/>
    <w:tmpl w:val="FB72CA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07F78"/>
    <w:multiLevelType w:val="singleLevel"/>
    <w:tmpl w:val="EA62609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20" w15:restartNumberingAfterBreak="0">
    <w:nsid w:val="408E5733"/>
    <w:multiLevelType w:val="singleLevel"/>
    <w:tmpl w:val="2710F1AC"/>
    <w:lvl w:ilvl="0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</w:abstractNum>
  <w:abstractNum w:abstractNumId="21" w15:restartNumberingAfterBreak="0">
    <w:nsid w:val="41343529"/>
    <w:multiLevelType w:val="hybridMultilevel"/>
    <w:tmpl w:val="29E0C4D6"/>
    <w:lvl w:ilvl="0" w:tplc="1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6860EA"/>
    <w:multiLevelType w:val="singleLevel"/>
    <w:tmpl w:val="8858326A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</w:rPr>
    </w:lvl>
  </w:abstractNum>
  <w:abstractNum w:abstractNumId="23" w15:restartNumberingAfterBreak="0">
    <w:nsid w:val="44815ECA"/>
    <w:multiLevelType w:val="singleLevel"/>
    <w:tmpl w:val="5FB632D6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</w:abstractNum>
  <w:abstractNum w:abstractNumId="24" w15:restartNumberingAfterBreak="0">
    <w:nsid w:val="44913991"/>
    <w:multiLevelType w:val="singleLevel"/>
    <w:tmpl w:val="5A0E5BB4"/>
    <w:lvl w:ilvl="0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25" w15:restartNumberingAfterBreak="0">
    <w:nsid w:val="48F10D83"/>
    <w:multiLevelType w:val="multilevel"/>
    <w:tmpl w:val="2CDC6CB8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6" w15:restartNumberingAfterBreak="0">
    <w:nsid w:val="49E35BA8"/>
    <w:multiLevelType w:val="singleLevel"/>
    <w:tmpl w:val="1AE07DF0"/>
    <w:lvl w:ilvl="0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27" w15:restartNumberingAfterBreak="0">
    <w:nsid w:val="4F523C9D"/>
    <w:multiLevelType w:val="singleLevel"/>
    <w:tmpl w:val="1DB2A4D6"/>
    <w:lvl w:ilvl="0">
      <w:start w:val="1"/>
      <w:numFmt w:val="lowerRoman"/>
      <w:lvlText w:val="(%1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</w:abstractNum>
  <w:abstractNum w:abstractNumId="28" w15:restartNumberingAfterBreak="0">
    <w:nsid w:val="570E6C83"/>
    <w:multiLevelType w:val="multilevel"/>
    <w:tmpl w:val="40E2B134"/>
    <w:lvl w:ilvl="0">
      <w:start w:val="1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9" w15:restartNumberingAfterBreak="0">
    <w:nsid w:val="59957376"/>
    <w:multiLevelType w:val="singleLevel"/>
    <w:tmpl w:val="6778E7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30" w15:restartNumberingAfterBreak="0">
    <w:nsid w:val="5DB82BCB"/>
    <w:multiLevelType w:val="singleLevel"/>
    <w:tmpl w:val="A64E95C2"/>
    <w:lvl w:ilvl="0">
      <w:start w:val="1"/>
      <w:numFmt w:val="lowerLetter"/>
      <w:lvlText w:val="%1)"/>
      <w:lvlJc w:val="left"/>
      <w:pPr>
        <w:tabs>
          <w:tab w:val="num" w:pos="2370"/>
        </w:tabs>
        <w:ind w:left="2370" w:hanging="930"/>
      </w:pPr>
      <w:rPr>
        <w:rFonts w:cs="Times New Roman" w:hint="default"/>
      </w:rPr>
    </w:lvl>
  </w:abstractNum>
  <w:abstractNum w:abstractNumId="31" w15:restartNumberingAfterBreak="0">
    <w:nsid w:val="62C73E19"/>
    <w:multiLevelType w:val="multilevel"/>
    <w:tmpl w:val="2B326128"/>
    <w:lvl w:ilvl="0">
      <w:start w:val="1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2" w15:restartNumberingAfterBreak="0">
    <w:nsid w:val="66C72F8D"/>
    <w:multiLevelType w:val="multilevel"/>
    <w:tmpl w:val="D0306FE2"/>
    <w:lvl w:ilvl="0">
      <w:start w:val="1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203"/>
        </w:tabs>
        <w:ind w:left="1203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3" w15:restartNumberingAfterBreak="0">
    <w:nsid w:val="69263003"/>
    <w:multiLevelType w:val="hybridMultilevel"/>
    <w:tmpl w:val="413C1E3A"/>
    <w:lvl w:ilvl="0" w:tplc="D52C886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6AC96795"/>
    <w:multiLevelType w:val="singleLevel"/>
    <w:tmpl w:val="16A2C12A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</w:abstractNum>
  <w:abstractNum w:abstractNumId="35" w15:restartNumberingAfterBreak="0">
    <w:nsid w:val="73A42CC3"/>
    <w:multiLevelType w:val="multilevel"/>
    <w:tmpl w:val="C3A41C14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203"/>
        </w:tabs>
        <w:ind w:left="1203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6" w15:restartNumberingAfterBreak="0">
    <w:nsid w:val="74F10C35"/>
    <w:multiLevelType w:val="hybridMultilevel"/>
    <w:tmpl w:val="3750658E"/>
    <w:lvl w:ilvl="0" w:tplc="1A7A1BA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5517518"/>
    <w:multiLevelType w:val="hybridMultilevel"/>
    <w:tmpl w:val="EAE887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983E5F"/>
    <w:multiLevelType w:val="singleLevel"/>
    <w:tmpl w:val="21BC6CF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</w:abstractNum>
  <w:abstractNum w:abstractNumId="39" w15:restartNumberingAfterBreak="0">
    <w:nsid w:val="79283732"/>
    <w:multiLevelType w:val="multilevel"/>
    <w:tmpl w:val="29E0C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AA7240"/>
    <w:multiLevelType w:val="singleLevel"/>
    <w:tmpl w:val="8E224A8A"/>
    <w:lvl w:ilvl="0">
      <w:start w:val="1"/>
      <w:numFmt w:val="lowerRoman"/>
      <w:lvlText w:val="(%1)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</w:abstractNum>
  <w:num w:numId="1" w16cid:durableId="1785029530">
    <w:abstractNumId w:val="36"/>
  </w:num>
  <w:num w:numId="2" w16cid:durableId="1845779692">
    <w:abstractNumId w:val="8"/>
  </w:num>
  <w:num w:numId="3" w16cid:durableId="282812291">
    <w:abstractNumId w:val="10"/>
  </w:num>
  <w:num w:numId="4" w16cid:durableId="704671734">
    <w:abstractNumId w:val="18"/>
  </w:num>
  <w:num w:numId="5" w16cid:durableId="1970085583">
    <w:abstractNumId w:val="14"/>
  </w:num>
  <w:num w:numId="6" w16cid:durableId="1363283426">
    <w:abstractNumId w:val="37"/>
  </w:num>
  <w:num w:numId="7" w16cid:durableId="402918940">
    <w:abstractNumId w:val="16"/>
  </w:num>
  <w:num w:numId="8" w16cid:durableId="1728409201">
    <w:abstractNumId w:val="33"/>
  </w:num>
  <w:num w:numId="9" w16cid:durableId="169103951">
    <w:abstractNumId w:val="29"/>
  </w:num>
  <w:num w:numId="10" w16cid:durableId="1337265949">
    <w:abstractNumId w:val="20"/>
  </w:num>
  <w:num w:numId="11" w16cid:durableId="605774653">
    <w:abstractNumId w:val="0"/>
  </w:num>
  <w:num w:numId="12" w16cid:durableId="1748308398">
    <w:abstractNumId w:val="38"/>
  </w:num>
  <w:num w:numId="13" w16cid:durableId="417598415">
    <w:abstractNumId w:val="34"/>
  </w:num>
  <w:num w:numId="14" w16cid:durableId="1199732994">
    <w:abstractNumId w:val="9"/>
  </w:num>
  <w:num w:numId="15" w16cid:durableId="176967903">
    <w:abstractNumId w:val="27"/>
  </w:num>
  <w:num w:numId="16" w16cid:durableId="328406557">
    <w:abstractNumId w:val="6"/>
  </w:num>
  <w:num w:numId="17" w16cid:durableId="353918019">
    <w:abstractNumId w:val="23"/>
  </w:num>
  <w:num w:numId="18" w16cid:durableId="435294820">
    <w:abstractNumId w:val="22"/>
  </w:num>
  <w:num w:numId="19" w16cid:durableId="1349716310">
    <w:abstractNumId w:val="13"/>
  </w:num>
  <w:num w:numId="20" w16cid:durableId="1713919110">
    <w:abstractNumId w:val="19"/>
  </w:num>
  <w:num w:numId="21" w16cid:durableId="194773642">
    <w:abstractNumId w:val="5"/>
  </w:num>
  <w:num w:numId="22" w16cid:durableId="974483220">
    <w:abstractNumId w:val="30"/>
  </w:num>
  <w:num w:numId="23" w16cid:durableId="268241001">
    <w:abstractNumId w:val="40"/>
  </w:num>
  <w:num w:numId="24" w16cid:durableId="858859650">
    <w:abstractNumId w:val="1"/>
  </w:num>
  <w:num w:numId="25" w16cid:durableId="553931437">
    <w:abstractNumId w:val="2"/>
  </w:num>
  <w:num w:numId="26" w16cid:durableId="831260850">
    <w:abstractNumId w:val="31"/>
  </w:num>
  <w:num w:numId="27" w16cid:durableId="857502982">
    <w:abstractNumId w:val="28"/>
  </w:num>
  <w:num w:numId="28" w16cid:durableId="251815434">
    <w:abstractNumId w:val="11"/>
  </w:num>
  <w:num w:numId="29" w16cid:durableId="276373295">
    <w:abstractNumId w:val="12"/>
  </w:num>
  <w:num w:numId="30" w16cid:durableId="1071151836">
    <w:abstractNumId w:val="32"/>
  </w:num>
  <w:num w:numId="31" w16cid:durableId="1488135345">
    <w:abstractNumId w:val="25"/>
  </w:num>
  <w:num w:numId="32" w16cid:durableId="127092952">
    <w:abstractNumId w:val="17"/>
  </w:num>
  <w:num w:numId="33" w16cid:durableId="538318297">
    <w:abstractNumId w:val="35"/>
  </w:num>
  <w:num w:numId="34" w16cid:durableId="223300275">
    <w:abstractNumId w:val="24"/>
  </w:num>
  <w:num w:numId="35" w16cid:durableId="1060713874">
    <w:abstractNumId w:val="26"/>
  </w:num>
  <w:num w:numId="36" w16cid:durableId="334653355">
    <w:abstractNumId w:val="4"/>
  </w:num>
  <w:num w:numId="37" w16cid:durableId="1518931762">
    <w:abstractNumId w:val="21"/>
  </w:num>
  <w:num w:numId="38" w16cid:durableId="425464309">
    <w:abstractNumId w:val="39"/>
  </w:num>
  <w:num w:numId="39" w16cid:durableId="1928691209">
    <w:abstractNumId w:val="15"/>
  </w:num>
  <w:num w:numId="40" w16cid:durableId="1275330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16352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76B"/>
    <w:rsid w:val="0000073F"/>
    <w:rsid w:val="00051333"/>
    <w:rsid w:val="000710B3"/>
    <w:rsid w:val="0008694C"/>
    <w:rsid w:val="00092C78"/>
    <w:rsid w:val="000A03A0"/>
    <w:rsid w:val="000C60A5"/>
    <w:rsid w:val="000F588B"/>
    <w:rsid w:val="00101D14"/>
    <w:rsid w:val="00102651"/>
    <w:rsid w:val="0014316A"/>
    <w:rsid w:val="00147457"/>
    <w:rsid w:val="00166514"/>
    <w:rsid w:val="00192C37"/>
    <w:rsid w:val="001F107B"/>
    <w:rsid w:val="001F5067"/>
    <w:rsid w:val="00207E4B"/>
    <w:rsid w:val="00227803"/>
    <w:rsid w:val="002C32B6"/>
    <w:rsid w:val="002D457E"/>
    <w:rsid w:val="003119A4"/>
    <w:rsid w:val="00325613"/>
    <w:rsid w:val="0032636F"/>
    <w:rsid w:val="00336668"/>
    <w:rsid w:val="00344366"/>
    <w:rsid w:val="003B0454"/>
    <w:rsid w:val="003B5C57"/>
    <w:rsid w:val="003E02A1"/>
    <w:rsid w:val="0040169D"/>
    <w:rsid w:val="0041145D"/>
    <w:rsid w:val="004208BF"/>
    <w:rsid w:val="004400BF"/>
    <w:rsid w:val="0045360C"/>
    <w:rsid w:val="00466E8D"/>
    <w:rsid w:val="004769B2"/>
    <w:rsid w:val="00484A4E"/>
    <w:rsid w:val="004B005F"/>
    <w:rsid w:val="004D03FE"/>
    <w:rsid w:val="004F1AF0"/>
    <w:rsid w:val="004F586F"/>
    <w:rsid w:val="00534053"/>
    <w:rsid w:val="00560DBD"/>
    <w:rsid w:val="00562537"/>
    <w:rsid w:val="00566D9D"/>
    <w:rsid w:val="005B51EB"/>
    <w:rsid w:val="005C3EDD"/>
    <w:rsid w:val="005D51AB"/>
    <w:rsid w:val="00631D68"/>
    <w:rsid w:val="0065403C"/>
    <w:rsid w:val="006650DE"/>
    <w:rsid w:val="006808C3"/>
    <w:rsid w:val="006B5CCA"/>
    <w:rsid w:val="006D2E61"/>
    <w:rsid w:val="006D37DB"/>
    <w:rsid w:val="006E7CD1"/>
    <w:rsid w:val="0075225A"/>
    <w:rsid w:val="007645FA"/>
    <w:rsid w:val="007648AC"/>
    <w:rsid w:val="007725EE"/>
    <w:rsid w:val="00777239"/>
    <w:rsid w:val="007A2589"/>
    <w:rsid w:val="007A6CA8"/>
    <w:rsid w:val="007D083A"/>
    <w:rsid w:val="007E7A23"/>
    <w:rsid w:val="007F391C"/>
    <w:rsid w:val="008062CF"/>
    <w:rsid w:val="0084369C"/>
    <w:rsid w:val="0084721E"/>
    <w:rsid w:val="00895F1F"/>
    <w:rsid w:val="00896221"/>
    <w:rsid w:val="008A1BBE"/>
    <w:rsid w:val="008B4AB1"/>
    <w:rsid w:val="008E6C70"/>
    <w:rsid w:val="009049B4"/>
    <w:rsid w:val="00932FF2"/>
    <w:rsid w:val="009402D2"/>
    <w:rsid w:val="0094057A"/>
    <w:rsid w:val="00940790"/>
    <w:rsid w:val="00945EF1"/>
    <w:rsid w:val="00990B0D"/>
    <w:rsid w:val="009A22F7"/>
    <w:rsid w:val="009C2D5F"/>
    <w:rsid w:val="009C7CC2"/>
    <w:rsid w:val="009D1E95"/>
    <w:rsid w:val="009E4CE9"/>
    <w:rsid w:val="009E7B53"/>
    <w:rsid w:val="00A57291"/>
    <w:rsid w:val="00A7733B"/>
    <w:rsid w:val="00AA6A3F"/>
    <w:rsid w:val="00B0537C"/>
    <w:rsid w:val="00BB0883"/>
    <w:rsid w:val="00BB5933"/>
    <w:rsid w:val="00C112F0"/>
    <w:rsid w:val="00C36E4E"/>
    <w:rsid w:val="00C42D1E"/>
    <w:rsid w:val="00D1584B"/>
    <w:rsid w:val="00D56949"/>
    <w:rsid w:val="00D71FED"/>
    <w:rsid w:val="00DF10D4"/>
    <w:rsid w:val="00E22968"/>
    <w:rsid w:val="00E531D0"/>
    <w:rsid w:val="00E7028E"/>
    <w:rsid w:val="00E96734"/>
    <w:rsid w:val="00EC3140"/>
    <w:rsid w:val="00EE500B"/>
    <w:rsid w:val="00F4175B"/>
    <w:rsid w:val="00F5576B"/>
    <w:rsid w:val="00F642E3"/>
    <w:rsid w:val="00F81767"/>
    <w:rsid w:val="00F85ADB"/>
    <w:rsid w:val="00F97EF0"/>
    <w:rsid w:val="00FB22FA"/>
    <w:rsid w:val="00FD4B8C"/>
    <w:rsid w:val="00FD5E43"/>
    <w:rsid w:val="00F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6ECDE6B"/>
  <w15:docId w15:val="{D854648C-6E00-4D10-9AC9-D431BB25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1333"/>
    <w:rPr>
      <w:sz w:val="24"/>
      <w:szCs w:val="24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51333"/>
    <w:pPr>
      <w:keepNext/>
      <w:jc w:val="center"/>
      <w:outlineLvl w:val="0"/>
    </w:pPr>
    <w:rPr>
      <w:rFonts w:ascii="Arial" w:hAnsi="Arial"/>
      <w:b/>
      <w:color w:val="FF0000"/>
      <w:sz w:val="28"/>
      <w:szCs w:val="20"/>
      <w:lang w:val="es-ES_tradnl"/>
    </w:rPr>
  </w:style>
  <w:style w:type="paragraph" w:styleId="Ttulo2">
    <w:name w:val="heading 2"/>
    <w:basedOn w:val="Normal"/>
    <w:next w:val="Normal"/>
    <w:link w:val="Ttulo2Car"/>
    <w:uiPriority w:val="9"/>
    <w:qFormat/>
    <w:rsid w:val="000513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0513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0513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051333"/>
    <w:pPr>
      <w:spacing w:before="240" w:after="60"/>
      <w:outlineLvl w:val="4"/>
    </w:pPr>
    <w:rPr>
      <w:b/>
      <w:bCs/>
      <w:i/>
      <w:iCs/>
      <w:sz w:val="26"/>
      <w:szCs w:val="2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A24C1"/>
    <w:rPr>
      <w:rFonts w:ascii="Cambria" w:eastAsia="Times New Roman" w:hAnsi="Cambria" w:cs="Times New Roman"/>
      <w:b/>
      <w:bCs/>
      <w:kern w:val="32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A24C1"/>
    <w:rPr>
      <w:rFonts w:ascii="Cambria" w:eastAsia="Times New Roman" w:hAnsi="Cambria" w:cs="Times New Roman"/>
      <w:b/>
      <w:bCs/>
      <w:i/>
      <w:iCs/>
      <w:sz w:val="28"/>
      <w:szCs w:val="28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A24C1"/>
    <w:rPr>
      <w:rFonts w:ascii="Cambria" w:eastAsia="Times New Roman" w:hAnsi="Cambria" w:cs="Times New Roman"/>
      <w:b/>
      <w:bCs/>
      <w:sz w:val="26"/>
      <w:szCs w:val="26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A24C1"/>
    <w:rPr>
      <w:rFonts w:ascii="Calibri" w:eastAsia="Times New Roman" w:hAnsi="Calibri" w:cs="Times New Roman"/>
      <w:b/>
      <w:bCs/>
      <w:sz w:val="28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A24C1"/>
    <w:rPr>
      <w:rFonts w:ascii="Calibri" w:eastAsia="Times New Roman" w:hAnsi="Calibri" w:cs="Times New Roman"/>
      <w:b/>
      <w:bCs/>
      <w:i/>
      <w:iCs/>
      <w:sz w:val="26"/>
      <w:szCs w:val="26"/>
      <w:lang w:val="es-ES"/>
    </w:rPr>
  </w:style>
  <w:style w:type="paragraph" w:styleId="Piedepgina">
    <w:name w:val="footer"/>
    <w:basedOn w:val="Normal"/>
    <w:link w:val="PiedepginaCar"/>
    <w:uiPriority w:val="99"/>
    <w:rsid w:val="0005133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A24C1"/>
    <w:rPr>
      <w:sz w:val="24"/>
      <w:szCs w:val="24"/>
      <w:lang w:val="es-ES"/>
    </w:rPr>
  </w:style>
  <w:style w:type="character" w:styleId="Nmerodepgina">
    <w:name w:val="page number"/>
    <w:basedOn w:val="Fuentedeprrafopredeter"/>
    <w:uiPriority w:val="99"/>
    <w:rsid w:val="00051333"/>
    <w:rPr>
      <w:rFonts w:cs="Times New Roman"/>
    </w:rPr>
  </w:style>
  <w:style w:type="paragraph" w:styleId="Textonotapie">
    <w:name w:val="footnote text"/>
    <w:basedOn w:val="Normal"/>
    <w:link w:val="TextonotapieCar"/>
    <w:uiPriority w:val="99"/>
    <w:semiHidden/>
    <w:rsid w:val="0005133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A24C1"/>
    <w:rPr>
      <w:lang w:val="es-ES"/>
    </w:rPr>
  </w:style>
  <w:style w:type="character" w:styleId="Refdenotaalpie">
    <w:name w:val="footnote reference"/>
    <w:basedOn w:val="Fuentedeprrafopredeter"/>
    <w:semiHidden/>
    <w:rsid w:val="00051333"/>
    <w:rPr>
      <w:rFonts w:cs="Times New Roman"/>
      <w:vertAlign w:val="superscript"/>
    </w:rPr>
  </w:style>
  <w:style w:type="paragraph" w:styleId="Textoindependiente">
    <w:name w:val="Body Text"/>
    <w:basedOn w:val="Normal"/>
    <w:link w:val="TextoindependienteCar"/>
    <w:uiPriority w:val="99"/>
    <w:rsid w:val="00051333"/>
    <w:pPr>
      <w:jc w:val="both"/>
    </w:pPr>
    <w:rPr>
      <w:rFonts w:ascii="Arial" w:hAnsi="Arial"/>
      <w:sz w:val="20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A24C1"/>
    <w:rPr>
      <w:sz w:val="24"/>
      <w:szCs w:val="24"/>
      <w:lang w:val="es-ES"/>
    </w:rPr>
  </w:style>
  <w:style w:type="paragraph" w:styleId="Textosinformato">
    <w:name w:val="Plain Text"/>
    <w:basedOn w:val="Normal"/>
    <w:link w:val="TextosinformatoCar"/>
    <w:uiPriority w:val="99"/>
    <w:rsid w:val="00051333"/>
    <w:rPr>
      <w:rFonts w:ascii="Courier New" w:hAnsi="Courier New" w:cs="Courier New"/>
      <w:sz w:val="20"/>
      <w:szCs w:val="20"/>
      <w:lang w:val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A24C1"/>
    <w:rPr>
      <w:rFonts w:ascii="Courier New" w:hAnsi="Courier New" w:cs="Courier New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05133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A24C1"/>
    <w:rPr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rsid w:val="0005133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6D2E61"/>
    <w:rPr>
      <w:rFonts w:cs="Times New Roman"/>
      <w:sz w:val="24"/>
      <w:szCs w:val="24"/>
      <w:lang w:val="es-ES"/>
    </w:rPr>
  </w:style>
  <w:style w:type="paragraph" w:styleId="Lista2">
    <w:name w:val="List 2"/>
    <w:basedOn w:val="Normal"/>
    <w:uiPriority w:val="99"/>
    <w:rsid w:val="00895F1F"/>
    <w:pPr>
      <w:ind w:left="566" w:hanging="283"/>
    </w:pPr>
    <w:rPr>
      <w:lang w:val="es-DO"/>
    </w:rPr>
  </w:style>
  <w:style w:type="paragraph" w:customStyle="1" w:styleId="Default">
    <w:name w:val="Default"/>
    <w:rsid w:val="00D71FED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1">
    <w:name w:val="1"/>
    <w:basedOn w:val="Normal"/>
    <w:next w:val="Sangradetextonormal"/>
    <w:rsid w:val="007A2589"/>
    <w:pPr>
      <w:ind w:left="567" w:hanging="567"/>
      <w:jc w:val="both"/>
    </w:pPr>
    <w:rPr>
      <w:rFonts w:ascii="Helvetica" w:hAnsi="Helvetica"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rsid w:val="007A2589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A24C1"/>
    <w:rPr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59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504A-BD56-4C6B-9BB1-0D9FA345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4341</Words>
  <Characters>24745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CONTRATO DE SERVICIOS</vt:lpstr>
    </vt:vector>
  </TitlesOfParts>
  <Company/>
  <LinksUpToDate>false</LinksUpToDate>
  <CharactersWithSpaces>29028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SERVICIOS</dc:title>
  <dc:creator>DGCP</dc:creator>
  <dc:description>PRIMER BORRADOR</dc:description>
  <cp:lastModifiedBy>Analista Compras</cp:lastModifiedBy>
  <cp:revision>2</cp:revision>
  <dcterms:created xsi:type="dcterms:W3CDTF">2024-06-07T14:08:00Z</dcterms:created>
  <dcterms:modified xsi:type="dcterms:W3CDTF">2024-06-07T14:08:00Z</dcterms:modified>
</cp:coreProperties>
</file>