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w:t>
      </w:r>
      <w:proofErr w:type="gramStart"/>
      <w:r w:rsidR="00465CCF" w:rsidRPr="0070240D">
        <w:t>del mismo</w:t>
      </w:r>
      <w:proofErr w:type="gramEnd"/>
      <w:r w:rsidR="00465CCF" w:rsidRPr="0070240D">
        <w:t xml:space="preserve">,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w:t>
      </w:r>
      <w:proofErr w:type="gramStart"/>
      <w:r w:rsidRPr="0070240D">
        <w:t>de acuerdo a</w:t>
      </w:r>
      <w:proofErr w:type="gramEnd"/>
      <w:r w:rsidRPr="0070240D">
        <w:t xml:space="preserve">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 xml:space="preserve">Nota: En los servicios de prestación periódica, la recepción de servicio se puede realizar también periódicamente, </w:t>
      </w:r>
      <w:proofErr w:type="gramStart"/>
      <w:r w:rsidRPr="0070240D">
        <w:rPr>
          <w:b/>
          <w:bCs/>
          <w:color w:val="00B050"/>
        </w:rPr>
        <w:t>de acuerdo a</w:t>
      </w:r>
      <w:proofErr w:type="gramEnd"/>
      <w:r w:rsidRPr="0070240D">
        <w:rPr>
          <w:b/>
          <w:bCs/>
          <w:color w:val="00B050"/>
        </w:rPr>
        <w:t xml:space="preserve">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w:t>
      </w:r>
      <w:proofErr w:type="gramStart"/>
      <w:r w:rsidRPr="0070240D">
        <w:rPr>
          <w:color w:val="0000FF"/>
        </w:rPr>
        <w:t>los mismos</w:t>
      </w:r>
      <w:proofErr w:type="gramEnd"/>
      <w:r w:rsidRPr="0070240D">
        <w:rPr>
          <w:color w:val="0000FF"/>
        </w:rPr>
        <w:t xml:space="preserve">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 xml:space="preserve">No ha iniciado el suministro del servicio contratado o ha suspendido el progreso </w:t>
      </w:r>
      <w:proofErr w:type="gramStart"/>
      <w:r w:rsidRPr="0070240D">
        <w:rPr>
          <w:color w:val="0000FF"/>
        </w:rPr>
        <w:t>del mismo</w:t>
      </w:r>
      <w:proofErr w:type="gramEnd"/>
      <w:r w:rsidRPr="0070240D">
        <w:rPr>
          <w:color w:val="0000FF"/>
        </w:rPr>
        <w:t xml:space="preserve">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w:t>
      </w:r>
      <w:proofErr w:type="gramStart"/>
      <w:r w:rsidRPr="0070240D">
        <w:t>los mismos</w:t>
      </w:r>
      <w:proofErr w:type="gramEnd"/>
      <w:r w:rsidRPr="0070240D">
        <w:t xml:space="preserve">.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w:t>
      </w:r>
      <w:proofErr w:type="gramStart"/>
      <w:r w:rsidRPr="0070240D">
        <w:t>del mismo</w:t>
      </w:r>
      <w:proofErr w:type="gramEnd"/>
      <w:r w:rsidRPr="0070240D">
        <w:t xml:space="preserve">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1FCB6D98" w:rsidR="009134A6" w:rsidRPr="0070240D" w:rsidRDefault="009134A6" w:rsidP="00465CCF">
      <w:pPr>
        <w:rPr>
          <w:b/>
          <w:color w:val="000000"/>
          <w:lang w:val="es-ES"/>
        </w:rPr>
      </w:pPr>
    </w:p>
    <w:sectPr w:rsidR="009134A6" w:rsidRPr="0070240D" w:rsidSect="008A0190">
      <w:footerReference w:type="default" r:id="rId8"/>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4879A" w14:textId="77777777" w:rsidR="003B0600" w:rsidRDefault="003B0600" w:rsidP="00465CCF">
      <w:r>
        <w:separator/>
      </w:r>
    </w:p>
  </w:endnote>
  <w:endnote w:type="continuationSeparator" w:id="0">
    <w:p w14:paraId="6DB9027B" w14:textId="77777777" w:rsidR="003B0600" w:rsidRDefault="003B0600"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5FA58" w14:textId="77777777" w:rsidR="003B0600" w:rsidRDefault="003B0600" w:rsidP="00465CCF">
      <w:r>
        <w:separator/>
      </w:r>
    </w:p>
  </w:footnote>
  <w:footnote w:type="continuationSeparator" w:id="0">
    <w:p w14:paraId="566F0BBF" w14:textId="77777777" w:rsidR="003B0600" w:rsidRDefault="003B0600"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3"/>
  </w:num>
  <w:num w:numId="12" w16cid:durableId="270205533">
    <w:abstractNumId w:val="10"/>
  </w:num>
  <w:num w:numId="13" w16cid:durableId="2116361074">
    <w:abstractNumId w:val="12"/>
  </w:num>
  <w:num w:numId="14" w16cid:durableId="996571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361"/>
    <w:rsid w:val="003864EB"/>
    <w:rsid w:val="0039549C"/>
    <w:rsid w:val="003B0600"/>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319F"/>
    <w:rsid w:val="007754E2"/>
    <w:rsid w:val="00782C5B"/>
    <w:rsid w:val="007832CD"/>
    <w:rsid w:val="00784B5D"/>
    <w:rsid w:val="007C4990"/>
    <w:rsid w:val="007D6425"/>
    <w:rsid w:val="007F0767"/>
    <w:rsid w:val="007F66E0"/>
    <w:rsid w:val="00810041"/>
    <w:rsid w:val="00813C41"/>
    <w:rsid w:val="00815300"/>
    <w:rsid w:val="00846522"/>
    <w:rsid w:val="00866483"/>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45178"/>
    <w:rsid w:val="00D50F7D"/>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7448</Words>
  <Characters>42456</Characters>
  <Application>Microsoft Office Word</Application>
  <DocSecurity>0</DocSecurity>
  <Lines>353</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Analista Compras</cp:lastModifiedBy>
  <cp:revision>2</cp:revision>
  <cp:lastPrinted>2024-03-01T14:37:00Z</cp:lastPrinted>
  <dcterms:created xsi:type="dcterms:W3CDTF">2025-06-23T16:52:00Z</dcterms:created>
  <dcterms:modified xsi:type="dcterms:W3CDTF">2025-06-23T16:52:00Z</dcterms:modified>
</cp:coreProperties>
</file>