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FCF14" w14:textId="6BFD84A3" w:rsidR="00535962" w:rsidRPr="00F7167E" w:rsidRDefault="00A41DDF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E65B3B" wp14:editId="43A6AB11">
                <wp:simplePos x="0" y="0"/>
                <wp:positionH relativeFrom="column">
                  <wp:posOffset>0</wp:posOffset>
                </wp:positionH>
                <wp:positionV relativeFrom="paragraph">
                  <wp:posOffset>-539115</wp:posOffset>
                </wp:positionV>
                <wp:extent cx="1314450" cy="229235"/>
                <wp:effectExtent l="0" t="3810" r="0" b="0"/>
                <wp:wrapNone/>
                <wp:docPr id="18984964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807D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65B3B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0;margin-top:-42.45pt;width:103.5pt;height:18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" filled="f" stroked="f">
                <v:textbox inset="0,0,0,0">
                  <w:txbxContent>
                    <w:p w14:paraId="641807DB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Pr="00A41DDF">
        <w:rPr>
          <w:noProof/>
        </w:rPr>
        <w:drawing>
          <wp:inline distT="0" distB="0" distL="0" distR="0" wp14:anchorId="7C158E67" wp14:editId="72665297">
            <wp:extent cx="1037122" cy="956310"/>
            <wp:effectExtent l="0" t="0" r="0" b="0"/>
            <wp:docPr id="187803454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78BDE99A-A429-459C-A5C6-96F328930B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78BDE99A-A429-459C-A5C6-96F328930B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2100" cy="96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B56679" wp14:editId="4C47CA18">
                <wp:simplePos x="0" y="0"/>
                <wp:positionH relativeFrom="column">
                  <wp:posOffset>2334895</wp:posOffset>
                </wp:positionH>
                <wp:positionV relativeFrom="paragraph">
                  <wp:posOffset>115570</wp:posOffset>
                </wp:positionV>
                <wp:extent cx="4203065" cy="279400"/>
                <wp:effectExtent l="1270" t="1270" r="0" b="0"/>
                <wp:wrapNone/>
                <wp:docPr id="42823598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0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785BA" w14:textId="0C1D77D0" w:rsidR="002E1412" w:rsidRPr="0024351D" w:rsidRDefault="006D3E24" w:rsidP="0083342F">
                            <w:pPr>
                              <w:jc w:val="center"/>
                              <w:rPr>
                                <w:rStyle w:val="Institucion"/>
                              </w:rPr>
                            </w:pPr>
                            <w:sdt>
                              <w:sdtPr>
                                <w:rPr>
                                  <w:rStyle w:val="Institucion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Institucion"/>
                                </w:rPr>
                              </w:sdtEndPr>
                              <w:sdtContent>
                                <w:r w:rsidR="0024351D" w:rsidRPr="0024351D">
                                  <w:rPr>
                                    <w:rStyle w:val="Institucion"/>
                                  </w:rPr>
                                  <w:t xml:space="preserve">AYUNTAMIENTO </w:t>
                                </w:r>
                                <w:r w:rsidR="00A41DDF">
                                  <w:rPr>
                                    <w:rStyle w:val="Institucion"/>
                                  </w:rPr>
                                  <w:t>Santo Domingo Oeste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56679" id="Text Box 16" o:spid="_x0000_s1027" type="#_x0000_t202" style="position:absolute;margin-left:183.85pt;margin-top:9.1pt;width:330.9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" stroked="f">
                <v:textbox>
                  <w:txbxContent>
                    <w:p w14:paraId="70F785BA" w14:textId="0C1D77D0" w:rsidR="002E1412" w:rsidRPr="0024351D" w:rsidRDefault="00000000" w:rsidP="0083342F">
                      <w:pPr>
                        <w:jc w:val="center"/>
                        <w:rPr>
                          <w:rStyle w:val="Institucion"/>
                        </w:rPr>
                      </w:pPr>
                      <w:sdt>
                        <w:sdtPr>
                          <w:rPr>
                            <w:rStyle w:val="Institucion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24351D" w:rsidRPr="0024351D">
                            <w:rPr>
                              <w:rStyle w:val="Institucion"/>
                            </w:rPr>
                            <w:t xml:space="preserve">AYUNTAMIENTO </w:t>
                          </w:r>
                          <w:r w:rsidR="00A41DDF">
                            <w:rPr>
                              <w:rStyle w:val="Institucion"/>
                            </w:rPr>
                            <w:t>Santo Domingo Oeste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047BC413" wp14:editId="6C2CD7CF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15884AA" wp14:editId="64684019">
                <wp:simplePos x="0" y="0"/>
                <wp:positionH relativeFrom="column">
                  <wp:posOffset>7280275</wp:posOffset>
                </wp:positionH>
                <wp:positionV relativeFrom="paragraph">
                  <wp:posOffset>-584200</wp:posOffset>
                </wp:positionV>
                <wp:extent cx="1615440" cy="701040"/>
                <wp:effectExtent l="12700" t="6350" r="10160" b="6985"/>
                <wp:wrapNone/>
                <wp:docPr id="20792447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7912676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05104748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3401273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32C0239C" w14:textId="77777777" w:rsidR="00957FDA" w:rsidRPr="00535962" w:rsidRDefault="00957FDA" w:rsidP="00957FDA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19304699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C0C0FC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884AA" id="Group 21" o:spid="_x0000_s1028" style="position:absolute;margin-left:573.25pt;margin-top:-4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">
                <v:rect id="Rectangle 22" o:spid="_x0000_s1029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" filled="f"/>
                <v:group id="Group 23" o:spid="_x0000_s1030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">
                  <v:shape id="Text Box 24" o:spid="_x0000_s1031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14:paraId="32C0239C" w14:textId="77777777" w:rsidR="00957FDA" w:rsidRPr="00535962" w:rsidRDefault="00957FDA" w:rsidP="00957FDA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" fillcolor="black [3213]" strokecolor="white [3212]" strokeweight="3pt">
                    <v:textbox>
                      <w:txbxContent>
                        <w:p w14:paraId="24C0C0FC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FB81C24" w14:textId="06E3192C" w:rsidR="00535962" w:rsidRPr="00535962" w:rsidRDefault="00A41DDF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46A85E" wp14:editId="55505BEB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635" r="0" b="1905"/>
                <wp:wrapNone/>
                <wp:docPr id="20800156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B9FF4" w14:textId="77777777" w:rsidR="00F7443C" w:rsidRPr="004767CC" w:rsidRDefault="006D3E2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6A85E" id="Text Box 18" o:spid="_x0000_s1033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J6n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EVdRojIuoTqRLwRRl/RO6BNC/iHs548VXD/&#10;+yBQcWa+WNJuPVssoglTsFh+mFOA15nyOiOsJKiCB87G7S6Mxj041E1LlcZpWbglvWudpHju6tw+&#10;+SYpdPZ4NOZ1nE49v8TtXwA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MLknqf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40B9FF4" w14:textId="77777777" w:rsidR="00F7443C" w:rsidRPr="004767CC" w:rsidRDefault="0000000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B6185C" wp14:editId="3FFE9739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4445" r="0" b="3175"/>
                <wp:wrapNone/>
                <wp:docPr id="47601449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7849C" w14:textId="77777777" w:rsidR="0026335F" w:rsidRPr="0026335F" w:rsidRDefault="006D3E2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6185C" id="Text Box 12" o:spid="_x0000_s1034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Iin5AEAAKgDAAAOAAAAZHJzL2Uyb0RvYy54bWysU9uO0zAQfUfiHyy/01xo2R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" filled="f" stroked="f">
                <v:textbox>
                  <w:txbxContent>
                    <w:p w14:paraId="0357849C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51C5DCE" w14:textId="1B6025E6" w:rsidR="00535962" w:rsidRDefault="00A41DDF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D13EC9" wp14:editId="11D10958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2540" r="3175" b="2540"/>
                <wp:wrapNone/>
                <wp:docPr id="156491048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BF55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13EC9" id="Text Box 13" o:spid="_x0000_s1035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A/QqWn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0C3BF55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6C4781AC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7155B7FE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E469B8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45C916D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E7EABB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6C8E9BB7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35F8AE9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04DF0E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91EB96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5ABBCA8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273CA3F9" w14:textId="77777777" w:rsidTr="00A24343">
        <w:trPr>
          <w:trHeight w:val="457"/>
          <w:jc w:val="center"/>
        </w:trPr>
        <w:tc>
          <w:tcPr>
            <w:tcW w:w="849" w:type="dxa"/>
          </w:tcPr>
          <w:p w14:paraId="00807D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C573161" w14:textId="77777777" w:rsidR="0037246F" w:rsidRDefault="0037246F" w:rsidP="00BB657B">
            <w:pPr>
              <w:spacing w:after="0" w:line="240" w:lineRule="auto"/>
            </w:pPr>
          </w:p>
          <w:p w14:paraId="180E3E1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70D4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48A36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553AB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5DDBBE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67F286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17FFE46" w14:textId="77777777" w:rsidTr="00A24343">
        <w:trPr>
          <w:trHeight w:val="477"/>
          <w:jc w:val="center"/>
        </w:trPr>
        <w:tc>
          <w:tcPr>
            <w:tcW w:w="849" w:type="dxa"/>
          </w:tcPr>
          <w:p w14:paraId="5C6B4AA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B1C5957" w14:textId="77777777" w:rsidR="0037246F" w:rsidRDefault="0037246F" w:rsidP="00BB657B">
            <w:pPr>
              <w:spacing w:after="0" w:line="240" w:lineRule="auto"/>
            </w:pPr>
          </w:p>
          <w:p w14:paraId="299C229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5E6E4D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5E6404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D3DEA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B5E9A0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7479DD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11B5B0A" w14:textId="77777777" w:rsidTr="00A24343">
        <w:trPr>
          <w:trHeight w:val="477"/>
          <w:jc w:val="center"/>
        </w:trPr>
        <w:tc>
          <w:tcPr>
            <w:tcW w:w="849" w:type="dxa"/>
          </w:tcPr>
          <w:p w14:paraId="564ABF3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C965728" w14:textId="77777777" w:rsidR="0037246F" w:rsidRDefault="0037246F" w:rsidP="00BB657B">
            <w:pPr>
              <w:spacing w:after="0" w:line="240" w:lineRule="auto"/>
            </w:pPr>
          </w:p>
          <w:p w14:paraId="7E9A598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26921C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642914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2CB7E6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3BBFAD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D9325B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40CC27D" w14:textId="77777777" w:rsidTr="00A24343">
        <w:trPr>
          <w:trHeight w:val="477"/>
          <w:jc w:val="center"/>
        </w:trPr>
        <w:tc>
          <w:tcPr>
            <w:tcW w:w="849" w:type="dxa"/>
          </w:tcPr>
          <w:p w14:paraId="61805BE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451D15C" w14:textId="77777777" w:rsidR="0037246F" w:rsidRDefault="0037246F" w:rsidP="00BB657B">
            <w:pPr>
              <w:spacing w:after="0" w:line="240" w:lineRule="auto"/>
            </w:pPr>
          </w:p>
          <w:p w14:paraId="21D96B4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CF42BE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E44F27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617A0B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37E721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EC9B4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881A330" w14:textId="77777777" w:rsidTr="00A24343">
        <w:trPr>
          <w:trHeight w:val="477"/>
          <w:jc w:val="center"/>
        </w:trPr>
        <w:tc>
          <w:tcPr>
            <w:tcW w:w="849" w:type="dxa"/>
          </w:tcPr>
          <w:p w14:paraId="488DFFE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A9E9670" w14:textId="77777777" w:rsidR="0037246F" w:rsidRDefault="0037246F" w:rsidP="00BB657B">
            <w:pPr>
              <w:spacing w:after="0" w:line="240" w:lineRule="auto"/>
            </w:pPr>
          </w:p>
          <w:p w14:paraId="00FDFA8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A814E4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DA50B4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FAF8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C71E20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07F8A29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BA610DE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505E54B5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4DE48FA6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5467C2B9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1CE1F070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2D1BFB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3B4D72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lastRenderedPageBreak/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2BAFB151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0E322D59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602564C" w14:textId="1725962E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A41DDF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629C27" wp14:editId="07A9C635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0" r="0" b="0"/>
                <wp:wrapNone/>
                <wp:docPr id="118693614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9A705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29C27" id="Text Box 26" o:spid="_x0000_s1036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7BJ5g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" filled="f" stroked="f">
                <v:textbox inset=",.3mm">
                  <w:txbxContent>
                    <w:p w14:paraId="1579A705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84CB0" w14:textId="77777777" w:rsidR="000C0F87" w:rsidRDefault="000C0F87" w:rsidP="001007E7">
      <w:pPr>
        <w:spacing w:after="0" w:line="240" w:lineRule="auto"/>
      </w:pPr>
      <w:r>
        <w:separator/>
      </w:r>
    </w:p>
  </w:endnote>
  <w:endnote w:type="continuationSeparator" w:id="0">
    <w:p w14:paraId="3AF4496B" w14:textId="77777777" w:rsidR="000C0F87" w:rsidRDefault="000C0F87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DFE45" w14:textId="6ECF4C4B" w:rsidR="001007E7" w:rsidRDefault="00A41DDF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8AD9C8" wp14:editId="6651E51C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2512194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27869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B522451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79481EE6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8AD9C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4F827869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5B522451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79481EE6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72707CAC" w14:textId="2DA10849" w:rsidR="001007E7" w:rsidRDefault="00A41DDF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D1C829" wp14:editId="64550B58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26258583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F4975D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D1C829" id="Text Box 1" o:spid="_x0000_s1038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5FF4975D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606BC9F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9F8CC6C" wp14:editId="08C72B12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2310AB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D5CAB" w14:textId="77777777" w:rsidR="000C0F87" w:rsidRDefault="000C0F87" w:rsidP="001007E7">
      <w:pPr>
        <w:spacing w:after="0" w:line="240" w:lineRule="auto"/>
      </w:pPr>
      <w:r>
        <w:separator/>
      </w:r>
    </w:p>
  </w:footnote>
  <w:footnote w:type="continuationSeparator" w:id="0">
    <w:p w14:paraId="1794C347" w14:textId="77777777" w:rsidR="000C0F87" w:rsidRDefault="000C0F87" w:rsidP="001007E7">
      <w:pPr>
        <w:spacing w:after="0" w:line="240" w:lineRule="auto"/>
      </w:pPr>
      <w:r>
        <w:continuationSeparator/>
      </w:r>
    </w:p>
  </w:footnote>
  <w:footnote w:id="1">
    <w:p w14:paraId="5BCC113A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EBDC70C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0C0F87"/>
    <w:rsid w:val="001007E7"/>
    <w:rsid w:val="001020C0"/>
    <w:rsid w:val="00123B8D"/>
    <w:rsid w:val="00157600"/>
    <w:rsid w:val="00170EC5"/>
    <w:rsid w:val="00194FF2"/>
    <w:rsid w:val="001F73A7"/>
    <w:rsid w:val="00200073"/>
    <w:rsid w:val="0024351D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6D3E24"/>
    <w:rsid w:val="0074095A"/>
    <w:rsid w:val="00780880"/>
    <w:rsid w:val="007B4164"/>
    <w:rsid w:val="007B6F6F"/>
    <w:rsid w:val="00810515"/>
    <w:rsid w:val="0083342F"/>
    <w:rsid w:val="00854B4F"/>
    <w:rsid w:val="008B3AE5"/>
    <w:rsid w:val="009002B4"/>
    <w:rsid w:val="00921AE6"/>
    <w:rsid w:val="00957FDA"/>
    <w:rsid w:val="009773D3"/>
    <w:rsid w:val="009A2AEC"/>
    <w:rsid w:val="009B0931"/>
    <w:rsid w:val="009E0472"/>
    <w:rsid w:val="00A16099"/>
    <w:rsid w:val="00A24343"/>
    <w:rsid w:val="00A41DDF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1584B"/>
    <w:rsid w:val="00D24FA7"/>
    <w:rsid w:val="00D64696"/>
    <w:rsid w:val="00D90D49"/>
    <w:rsid w:val="00DC5D96"/>
    <w:rsid w:val="00DD4F3E"/>
    <w:rsid w:val="00DF1213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AF893FF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F0FA7-159E-4745-93C1-B79BA7CD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2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Compra3</cp:lastModifiedBy>
  <cp:revision>2</cp:revision>
  <cp:lastPrinted>2011-03-04T18:27:00Z</cp:lastPrinted>
  <dcterms:created xsi:type="dcterms:W3CDTF">2026-01-30T18:23:00Z</dcterms:created>
  <dcterms:modified xsi:type="dcterms:W3CDTF">2026-01-30T18:23:00Z</dcterms:modified>
</cp:coreProperties>
</file>